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F84BA6" w14:textId="77777777" w:rsidR="007F4875" w:rsidRDefault="00ED4CC5" w:rsidP="00ED4CC5">
      <w:pPr>
        <w:tabs>
          <w:tab w:val="center" w:pos="4680"/>
          <w:tab w:val="left" w:pos="8550"/>
        </w:tabs>
        <w:ind w:right="-810"/>
        <w:jc w:val="center"/>
        <w:rPr>
          <w:rFonts w:ascii="Times New Roman" w:hAnsi="Times New Roman" w:cs="Times New Roman"/>
          <w:sz w:val="28"/>
          <w:szCs w:val="28"/>
        </w:rPr>
      </w:pPr>
      <w:bookmarkStart w:id="0" w:name="_GoBack"/>
      <w:bookmarkEnd w:id="0"/>
      <w:r>
        <w:rPr>
          <w:rFonts w:ascii="Times New Roman" w:hAnsi="Times New Roman" w:cs="Times New Roman"/>
          <w:sz w:val="28"/>
          <w:szCs w:val="28"/>
        </w:rPr>
        <w:t>OPTICAL INST</w:t>
      </w:r>
      <w:r w:rsidRPr="00ED4CC5">
        <w:rPr>
          <w:rFonts w:ascii="Times New Roman" w:hAnsi="Times New Roman" w:cs="Times New Roman"/>
          <w:sz w:val="28"/>
          <w:szCs w:val="28"/>
        </w:rPr>
        <w:t>R</w:t>
      </w:r>
      <w:r>
        <w:rPr>
          <w:rFonts w:ascii="Times New Roman" w:hAnsi="Times New Roman" w:cs="Times New Roman"/>
          <w:sz w:val="28"/>
          <w:szCs w:val="28"/>
        </w:rPr>
        <w:t>U</w:t>
      </w:r>
      <w:r w:rsidRPr="00ED4CC5">
        <w:rPr>
          <w:rFonts w:ascii="Times New Roman" w:hAnsi="Times New Roman" w:cs="Times New Roman"/>
          <w:sz w:val="28"/>
          <w:szCs w:val="28"/>
        </w:rPr>
        <w:t>MENTATION REQUEST</w:t>
      </w:r>
    </w:p>
    <w:p w14:paraId="677AE1D7" w14:textId="77777777" w:rsidR="00436B32" w:rsidRPr="00ED4CC5" w:rsidRDefault="00436B32" w:rsidP="00ED4CC5">
      <w:pPr>
        <w:tabs>
          <w:tab w:val="center" w:pos="4680"/>
          <w:tab w:val="left" w:pos="8550"/>
        </w:tabs>
        <w:ind w:right="-810"/>
        <w:jc w:val="center"/>
        <w:rPr>
          <w:rFonts w:ascii="Times New Roman" w:hAnsi="Times New Roman" w:cs="Times New Roman"/>
          <w:sz w:val="28"/>
          <w:szCs w:val="28"/>
        </w:rPr>
      </w:pPr>
    </w:p>
    <w:tbl>
      <w:tblPr>
        <w:tblStyle w:val="TableGrid"/>
        <w:tblW w:w="10181" w:type="dxa"/>
        <w:tblLayout w:type="fixed"/>
        <w:tblLook w:val="04A0" w:firstRow="1" w:lastRow="0" w:firstColumn="1" w:lastColumn="0" w:noHBand="0" w:noVBand="1"/>
      </w:tblPr>
      <w:tblGrid>
        <w:gridCol w:w="805"/>
        <w:gridCol w:w="1440"/>
        <w:gridCol w:w="180"/>
        <w:gridCol w:w="2880"/>
        <w:gridCol w:w="90"/>
        <w:gridCol w:w="1620"/>
        <w:gridCol w:w="1260"/>
        <w:gridCol w:w="1350"/>
        <w:gridCol w:w="556"/>
      </w:tblGrid>
      <w:tr w:rsidR="00ED4CC5" w:rsidRPr="00A27063" w14:paraId="0362D7EF" w14:textId="77777777" w:rsidTr="00ED4CC5">
        <w:trPr>
          <w:trHeight w:val="215"/>
        </w:trPr>
        <w:tc>
          <w:tcPr>
            <w:tcW w:w="10181" w:type="dxa"/>
            <w:gridSpan w:val="9"/>
          </w:tcPr>
          <w:p w14:paraId="7036DA55" w14:textId="77777777" w:rsidR="00ED4CC5" w:rsidRPr="00ED4CC5" w:rsidRDefault="00ED4CC5" w:rsidP="00ED4CC5">
            <w:pPr>
              <w:tabs>
                <w:tab w:val="center" w:pos="4680"/>
                <w:tab w:val="left" w:pos="8550"/>
              </w:tabs>
              <w:ind w:right="720"/>
              <w:jc w:val="center"/>
              <w:rPr>
                <w:rFonts w:ascii="Times New Roman" w:hAnsi="Times New Roman" w:cs="Times New Roman"/>
                <w:b/>
                <w:sz w:val="20"/>
                <w:szCs w:val="20"/>
              </w:rPr>
            </w:pPr>
            <w:r>
              <w:rPr>
                <w:rFonts w:ascii="Times New Roman" w:hAnsi="Times New Roman" w:cs="Times New Roman"/>
                <w:b/>
                <w:sz w:val="20"/>
                <w:szCs w:val="20"/>
              </w:rPr>
              <w:t xml:space="preserve">OPTICAL </w:t>
            </w:r>
            <w:r w:rsidRPr="00ED4CC5">
              <w:rPr>
                <w:rFonts w:ascii="Times New Roman" w:hAnsi="Times New Roman" w:cs="Times New Roman"/>
                <w:b/>
                <w:sz w:val="20"/>
                <w:szCs w:val="20"/>
              </w:rPr>
              <w:t>INTRUMENTATION INFORMATION</w:t>
            </w:r>
          </w:p>
        </w:tc>
      </w:tr>
      <w:tr w:rsidR="00ED4CC5" w:rsidRPr="00A27063" w14:paraId="37B7B4E4" w14:textId="77777777" w:rsidTr="00ED4CC5">
        <w:trPr>
          <w:trHeight w:val="215"/>
        </w:trPr>
        <w:tc>
          <w:tcPr>
            <w:tcW w:w="10181" w:type="dxa"/>
            <w:gridSpan w:val="9"/>
          </w:tcPr>
          <w:p w14:paraId="0202926B" w14:textId="77777777" w:rsidR="00ED4CC5" w:rsidRPr="00ED4CC5" w:rsidRDefault="00ED4CC5" w:rsidP="00ED4CC5">
            <w:pPr>
              <w:tabs>
                <w:tab w:val="center" w:pos="4680"/>
                <w:tab w:val="left" w:pos="8550"/>
              </w:tabs>
              <w:ind w:right="-810"/>
              <w:rPr>
                <w:rFonts w:ascii="Times New Roman" w:hAnsi="Times New Roman" w:cs="Times New Roman"/>
                <w:sz w:val="16"/>
                <w:szCs w:val="16"/>
              </w:rPr>
            </w:pPr>
            <w:r w:rsidRPr="00ED4CC5">
              <w:rPr>
                <w:rFonts w:ascii="Times New Roman" w:hAnsi="Times New Roman" w:cs="Times New Roman"/>
                <w:sz w:val="16"/>
                <w:szCs w:val="16"/>
              </w:rPr>
              <w:t>Please submit the completed for to the test engineer tasked with Test series before the Test readiness review (TRR). This form will allow the principal investigator to determine the number of optical instrumentation required as well as include pertinent information. The first section titled section one will allow the PI to select the number of pyrometers to be selected. The section II will allow the user to determine the parameters for IR data processing.</w:t>
            </w:r>
          </w:p>
        </w:tc>
      </w:tr>
      <w:tr w:rsidR="000246B6" w:rsidRPr="00A27063" w14:paraId="61173A72" w14:textId="77777777" w:rsidTr="0061786E">
        <w:trPr>
          <w:trHeight w:val="296"/>
        </w:trPr>
        <w:tc>
          <w:tcPr>
            <w:tcW w:w="2425" w:type="dxa"/>
            <w:gridSpan w:val="3"/>
          </w:tcPr>
          <w:p w14:paraId="1DA35424" w14:textId="77777777" w:rsidR="000246B6" w:rsidRPr="003D7FEE" w:rsidRDefault="000246B6" w:rsidP="000246B6">
            <w:pPr>
              <w:tabs>
                <w:tab w:val="center" w:pos="4680"/>
                <w:tab w:val="left" w:pos="8550"/>
              </w:tabs>
              <w:ind w:right="720"/>
              <w:rPr>
                <w:rFonts w:ascii="Times New Roman" w:hAnsi="Times New Roman" w:cs="Times New Roman"/>
                <w:b/>
                <w:sz w:val="16"/>
                <w:szCs w:val="16"/>
              </w:rPr>
            </w:pPr>
            <w:r w:rsidRPr="00A27063">
              <w:rPr>
                <w:rFonts w:ascii="Times New Roman" w:hAnsi="Times New Roman" w:cs="Times New Roman"/>
                <w:b/>
                <w:sz w:val="16"/>
                <w:szCs w:val="16"/>
              </w:rPr>
              <w:t xml:space="preserve">Test Series </w:t>
            </w:r>
            <w:r>
              <w:rPr>
                <w:rFonts w:ascii="Times New Roman" w:hAnsi="Times New Roman" w:cs="Times New Roman"/>
                <w:b/>
                <w:sz w:val="16"/>
                <w:szCs w:val="16"/>
              </w:rPr>
              <w:t xml:space="preserve">(title)  </w:t>
            </w:r>
          </w:p>
        </w:tc>
        <w:tc>
          <w:tcPr>
            <w:tcW w:w="4590" w:type="dxa"/>
            <w:gridSpan w:val="3"/>
          </w:tcPr>
          <w:p w14:paraId="1DDFB43C" w14:textId="77777777" w:rsidR="000246B6" w:rsidRPr="003D7FEE" w:rsidRDefault="000246B6" w:rsidP="002D5132">
            <w:pPr>
              <w:tabs>
                <w:tab w:val="center" w:pos="4680"/>
                <w:tab w:val="left" w:pos="8550"/>
              </w:tabs>
              <w:ind w:right="720"/>
              <w:rPr>
                <w:rFonts w:ascii="Times New Roman" w:hAnsi="Times New Roman" w:cs="Times New Roman"/>
                <w:b/>
                <w:sz w:val="16"/>
                <w:szCs w:val="16"/>
              </w:rPr>
            </w:pPr>
            <w:r>
              <w:rPr>
                <w:rFonts w:ascii="Times New Roman" w:hAnsi="Times New Roman" w:cs="Times New Roman"/>
                <w:b/>
                <w:sz w:val="16"/>
                <w:szCs w:val="16"/>
              </w:rPr>
              <w:t xml:space="preserve">  </w:t>
            </w:r>
            <w:sdt>
              <w:sdtPr>
                <w:rPr>
                  <w:rFonts w:ascii="Times New Roman" w:hAnsi="Times New Roman" w:cs="Times New Roman"/>
                  <w:sz w:val="16"/>
                  <w:szCs w:val="16"/>
                </w:rPr>
                <w:alias w:val="Title"/>
                <w:tag w:val="Title"/>
                <w:id w:val="1202062728"/>
                <w:placeholder>
                  <w:docPart w:val="EAADEDF9AE80477B9F1174108E966AB9"/>
                </w:placeholder>
              </w:sdtPr>
              <w:sdtEndPr/>
              <w:sdtContent>
                <w:r w:rsidR="002D5132">
                  <w:rPr>
                    <w:rFonts w:ascii="Times New Roman" w:hAnsi="Times New Roman" w:cs="Times New Roman"/>
                    <w:sz w:val="16"/>
                    <w:szCs w:val="16"/>
                  </w:rPr>
                  <w:t>Arc Jet TPS testing</w:t>
                </w:r>
              </w:sdtContent>
            </w:sdt>
          </w:p>
        </w:tc>
        <w:tc>
          <w:tcPr>
            <w:tcW w:w="1260" w:type="dxa"/>
          </w:tcPr>
          <w:p w14:paraId="2A121C64" w14:textId="77777777" w:rsidR="000246B6" w:rsidRPr="00A27063" w:rsidRDefault="000246B6" w:rsidP="00102CE5">
            <w:pPr>
              <w:tabs>
                <w:tab w:val="center" w:pos="4680"/>
                <w:tab w:val="left" w:pos="8550"/>
              </w:tabs>
              <w:ind w:right="720"/>
              <w:rPr>
                <w:rFonts w:ascii="Times New Roman" w:hAnsi="Times New Roman" w:cs="Times New Roman"/>
                <w:b/>
                <w:sz w:val="16"/>
                <w:szCs w:val="16"/>
              </w:rPr>
            </w:pPr>
            <w:r w:rsidRPr="00A27063">
              <w:rPr>
                <w:rFonts w:ascii="Times New Roman" w:hAnsi="Times New Roman" w:cs="Times New Roman"/>
                <w:b/>
                <w:sz w:val="16"/>
                <w:szCs w:val="16"/>
              </w:rPr>
              <w:t>P.I.</w:t>
            </w:r>
          </w:p>
        </w:tc>
        <w:sdt>
          <w:sdtPr>
            <w:rPr>
              <w:rFonts w:ascii="Times New Roman" w:hAnsi="Times New Roman" w:cs="Times New Roman"/>
              <w:sz w:val="16"/>
              <w:szCs w:val="16"/>
            </w:rPr>
            <w:id w:val="-340008219"/>
            <w:placeholder>
              <w:docPart w:val="272520B05C1F48819DE8F62188003535"/>
            </w:placeholder>
          </w:sdtPr>
          <w:sdtEndPr/>
          <w:sdtContent>
            <w:tc>
              <w:tcPr>
                <w:tcW w:w="1906" w:type="dxa"/>
                <w:gridSpan w:val="2"/>
              </w:tcPr>
              <w:p w14:paraId="13D803D2" w14:textId="77777777" w:rsidR="000246B6" w:rsidRPr="00A27063" w:rsidRDefault="002D5132" w:rsidP="002D5132">
                <w:pPr>
                  <w:tabs>
                    <w:tab w:val="center" w:pos="4680"/>
                    <w:tab w:val="left" w:pos="8550"/>
                  </w:tabs>
                  <w:ind w:right="720"/>
                  <w:rPr>
                    <w:rFonts w:ascii="Times New Roman" w:hAnsi="Times New Roman" w:cs="Times New Roman"/>
                    <w:sz w:val="16"/>
                    <w:szCs w:val="16"/>
                  </w:rPr>
                </w:pPr>
                <w:r>
                  <w:rPr>
                    <w:rFonts w:ascii="Times New Roman" w:hAnsi="Times New Roman" w:cs="Times New Roman"/>
                    <w:sz w:val="16"/>
                    <w:szCs w:val="16"/>
                  </w:rPr>
                  <w:t>John Smith</w:t>
                </w:r>
              </w:p>
            </w:tc>
          </w:sdtContent>
        </w:sdt>
      </w:tr>
      <w:tr w:rsidR="000246B6" w:rsidRPr="00A27063" w14:paraId="38AA08E4" w14:textId="77777777" w:rsidTr="0061786E">
        <w:trPr>
          <w:trHeight w:val="179"/>
        </w:trPr>
        <w:tc>
          <w:tcPr>
            <w:tcW w:w="805" w:type="dxa"/>
          </w:tcPr>
          <w:p w14:paraId="532A193B" w14:textId="77777777" w:rsidR="000246B6" w:rsidRPr="000246B6" w:rsidRDefault="000246B6" w:rsidP="000246B6">
            <w:pPr>
              <w:tabs>
                <w:tab w:val="center" w:pos="4680"/>
                <w:tab w:val="left" w:pos="8550"/>
              </w:tabs>
              <w:ind w:right="73"/>
              <w:rPr>
                <w:rFonts w:ascii="Times New Roman" w:hAnsi="Times New Roman" w:cs="Times New Roman"/>
                <w:b/>
                <w:sz w:val="16"/>
                <w:szCs w:val="16"/>
              </w:rPr>
            </w:pPr>
            <w:r w:rsidRPr="00A27063">
              <w:rPr>
                <w:rFonts w:ascii="Times New Roman" w:hAnsi="Times New Roman" w:cs="Times New Roman"/>
                <w:b/>
                <w:sz w:val="16"/>
                <w:szCs w:val="16"/>
              </w:rPr>
              <w:t>Facility</w:t>
            </w:r>
          </w:p>
        </w:tc>
        <w:sdt>
          <w:sdtPr>
            <w:rPr>
              <w:rFonts w:ascii="Times New Roman" w:hAnsi="Times New Roman" w:cs="Times New Roman"/>
              <w:sz w:val="16"/>
              <w:szCs w:val="16"/>
            </w:rPr>
            <w:alias w:val="Facility"/>
            <w:tag w:val="Test Engineer"/>
            <w:id w:val="16967885"/>
            <w:placeholder>
              <w:docPart w:val="22E661C4A55D4F12AAF5C32866CA6A05"/>
            </w:placeholder>
            <w15:color w:val="000000"/>
            <w:dropDownList>
              <w:listItem w:value="Choose an item."/>
              <w:listItem w:displayText="AHF" w:value="AHF"/>
              <w:listItem w:displayText="IHF" w:value="IHF"/>
              <w:listItem w:displayText="PTF" w:value="PTF"/>
              <w:listItem w:displayText="TP3" w:value="TP3"/>
            </w:dropDownList>
          </w:sdtPr>
          <w:sdtEndPr/>
          <w:sdtContent>
            <w:tc>
              <w:tcPr>
                <w:tcW w:w="1440" w:type="dxa"/>
              </w:tcPr>
              <w:p w14:paraId="1116C2E7" w14:textId="77777777" w:rsidR="000246B6" w:rsidRPr="00A27063" w:rsidRDefault="002D5132" w:rsidP="000246B6">
                <w:pPr>
                  <w:tabs>
                    <w:tab w:val="center" w:pos="4680"/>
                    <w:tab w:val="left" w:pos="8550"/>
                  </w:tabs>
                  <w:ind w:right="720"/>
                  <w:jc w:val="center"/>
                  <w:rPr>
                    <w:rFonts w:ascii="Times New Roman" w:hAnsi="Times New Roman" w:cs="Times New Roman"/>
                    <w:sz w:val="16"/>
                    <w:szCs w:val="16"/>
                  </w:rPr>
                </w:pPr>
                <w:r>
                  <w:rPr>
                    <w:rFonts w:ascii="Times New Roman" w:hAnsi="Times New Roman" w:cs="Times New Roman"/>
                    <w:sz w:val="16"/>
                    <w:szCs w:val="16"/>
                  </w:rPr>
                  <w:t>IHF</w:t>
                </w:r>
              </w:p>
            </w:tc>
          </w:sdtContent>
        </w:sdt>
        <w:tc>
          <w:tcPr>
            <w:tcW w:w="3150" w:type="dxa"/>
            <w:gridSpan w:val="3"/>
          </w:tcPr>
          <w:p w14:paraId="313FE2EC" w14:textId="77777777" w:rsidR="000246B6" w:rsidRPr="000246B6" w:rsidRDefault="000246B6" w:rsidP="000246B6">
            <w:pPr>
              <w:tabs>
                <w:tab w:val="center" w:pos="4680"/>
                <w:tab w:val="left" w:pos="8550"/>
              </w:tabs>
              <w:ind w:right="720"/>
              <w:rPr>
                <w:rFonts w:ascii="Times New Roman" w:hAnsi="Times New Roman" w:cs="Times New Roman"/>
                <w:b/>
                <w:sz w:val="16"/>
                <w:szCs w:val="16"/>
              </w:rPr>
            </w:pPr>
            <w:r>
              <w:rPr>
                <w:rFonts w:ascii="Times New Roman" w:hAnsi="Times New Roman" w:cs="Times New Roman"/>
                <w:b/>
                <w:sz w:val="16"/>
                <w:szCs w:val="16"/>
              </w:rPr>
              <w:t>Test Series Number (T.E.) assigned)</w:t>
            </w:r>
          </w:p>
        </w:tc>
        <w:sdt>
          <w:sdtPr>
            <w:rPr>
              <w:rFonts w:ascii="Times New Roman" w:hAnsi="Times New Roman" w:cs="Times New Roman"/>
              <w:sz w:val="16"/>
              <w:szCs w:val="16"/>
            </w:rPr>
            <w:alias w:val="XXX"/>
            <w:tag w:val="XXX"/>
            <w:id w:val="-495729598"/>
            <w:placeholder>
              <w:docPart w:val="010D8F123CF24EC8AC544847FC799188"/>
            </w:placeholder>
          </w:sdtPr>
          <w:sdtEndPr/>
          <w:sdtContent>
            <w:tc>
              <w:tcPr>
                <w:tcW w:w="1620" w:type="dxa"/>
              </w:tcPr>
              <w:p w14:paraId="7AF14AC0" w14:textId="77777777" w:rsidR="000246B6" w:rsidRPr="000246B6" w:rsidRDefault="002D5132" w:rsidP="002D5132">
                <w:pPr>
                  <w:tabs>
                    <w:tab w:val="center" w:pos="4680"/>
                    <w:tab w:val="left" w:pos="8550"/>
                  </w:tabs>
                  <w:ind w:right="720"/>
                  <w:rPr>
                    <w:rFonts w:ascii="Times New Roman" w:hAnsi="Times New Roman" w:cs="Times New Roman"/>
                    <w:b/>
                    <w:sz w:val="16"/>
                    <w:szCs w:val="16"/>
                  </w:rPr>
                </w:pPr>
                <w:r>
                  <w:rPr>
                    <w:rFonts w:ascii="Times New Roman" w:hAnsi="Times New Roman" w:cs="Times New Roman"/>
                    <w:sz w:val="16"/>
                    <w:szCs w:val="16"/>
                  </w:rPr>
                  <w:t>548</w:t>
                </w:r>
              </w:p>
            </w:tc>
          </w:sdtContent>
        </w:sdt>
        <w:tc>
          <w:tcPr>
            <w:tcW w:w="1260" w:type="dxa"/>
          </w:tcPr>
          <w:p w14:paraId="15CDB1D9" w14:textId="77777777" w:rsidR="000246B6" w:rsidRPr="00A27063" w:rsidRDefault="000246B6" w:rsidP="000246B6">
            <w:pPr>
              <w:tabs>
                <w:tab w:val="center" w:pos="4680"/>
                <w:tab w:val="left" w:pos="8550"/>
              </w:tabs>
              <w:ind w:right="720"/>
              <w:rPr>
                <w:rFonts w:ascii="Times New Roman" w:hAnsi="Times New Roman" w:cs="Times New Roman"/>
                <w:b/>
                <w:sz w:val="16"/>
                <w:szCs w:val="16"/>
              </w:rPr>
            </w:pPr>
            <w:r w:rsidRPr="00A27063">
              <w:rPr>
                <w:rFonts w:ascii="Times New Roman" w:hAnsi="Times New Roman" w:cs="Times New Roman"/>
                <w:b/>
                <w:sz w:val="16"/>
                <w:szCs w:val="16"/>
              </w:rPr>
              <w:t>T.E.</w:t>
            </w:r>
          </w:p>
        </w:tc>
        <w:sdt>
          <w:sdtPr>
            <w:rPr>
              <w:rFonts w:ascii="Times New Roman" w:hAnsi="Times New Roman" w:cs="Times New Roman"/>
              <w:sz w:val="16"/>
              <w:szCs w:val="16"/>
            </w:rPr>
            <w:alias w:val="Test Engineer"/>
            <w:tag w:val="Test Engineer"/>
            <w:id w:val="1753080539"/>
            <w:placeholder>
              <w:docPart w:val="18A669CAACFF4E9FB7EA1D1F436987EF"/>
            </w:placeholder>
            <w15:color w:val="000000"/>
            <w:dropDownList>
              <w:listItem w:value="Choose an item."/>
              <w:listItem w:displayText="Frank C. Hui" w:value="Frank C. Hui"/>
              <w:listItem w:displayText="Enrique  J. Carballo" w:value="Enrique  J. Carballo"/>
              <w:listItem w:displayText="Imelda Terrazas-Salinas" w:value="Imelda Terrazas-Salinas"/>
            </w:dropDownList>
          </w:sdtPr>
          <w:sdtEndPr/>
          <w:sdtContent>
            <w:tc>
              <w:tcPr>
                <w:tcW w:w="1906" w:type="dxa"/>
                <w:gridSpan w:val="2"/>
              </w:tcPr>
              <w:p w14:paraId="0F2C7C52" w14:textId="77777777" w:rsidR="000246B6" w:rsidRPr="00A27063" w:rsidRDefault="002D5132" w:rsidP="000246B6">
                <w:pPr>
                  <w:tabs>
                    <w:tab w:val="center" w:pos="4680"/>
                    <w:tab w:val="left" w:pos="8550"/>
                  </w:tabs>
                  <w:ind w:right="720"/>
                  <w:rPr>
                    <w:rFonts w:ascii="Times New Roman" w:hAnsi="Times New Roman" w:cs="Times New Roman"/>
                    <w:sz w:val="16"/>
                    <w:szCs w:val="16"/>
                  </w:rPr>
                </w:pPr>
                <w:r>
                  <w:rPr>
                    <w:rFonts w:ascii="Times New Roman" w:hAnsi="Times New Roman" w:cs="Times New Roman"/>
                    <w:sz w:val="16"/>
                    <w:szCs w:val="16"/>
                  </w:rPr>
                  <w:t>Enrique  J. Carballo</w:t>
                </w:r>
              </w:p>
            </w:tc>
          </w:sdtContent>
        </w:sdt>
      </w:tr>
      <w:tr w:rsidR="000246B6" w:rsidRPr="00A27063" w14:paraId="0B4AF8EB" w14:textId="77777777" w:rsidTr="00ED4CC5">
        <w:trPr>
          <w:trHeight w:val="269"/>
        </w:trPr>
        <w:tc>
          <w:tcPr>
            <w:tcW w:w="10181" w:type="dxa"/>
            <w:gridSpan w:val="9"/>
          </w:tcPr>
          <w:p w14:paraId="6E23E805" w14:textId="77777777" w:rsidR="000246B6" w:rsidRPr="00ED4CC5" w:rsidRDefault="000246B6" w:rsidP="000246B6">
            <w:pPr>
              <w:tabs>
                <w:tab w:val="center" w:pos="4680"/>
                <w:tab w:val="left" w:pos="8550"/>
              </w:tabs>
              <w:ind w:right="720"/>
              <w:rPr>
                <w:rFonts w:ascii="Times New Roman" w:hAnsi="Times New Roman" w:cs="Times New Roman"/>
                <w:b/>
                <w:sz w:val="16"/>
                <w:szCs w:val="16"/>
              </w:rPr>
            </w:pPr>
            <w:r w:rsidRPr="00A27063">
              <w:rPr>
                <w:rFonts w:ascii="Times New Roman" w:hAnsi="Times New Roman" w:cs="Times New Roman"/>
                <w:sz w:val="16"/>
                <w:szCs w:val="16"/>
              </w:rPr>
              <w:object w:dxaOrig="1440" w:dyaOrig="1440" w14:anchorId="14A1F6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58.5pt;height:18pt" o:ole="">
                  <v:imagedata r:id="rId7" o:title=""/>
                </v:shape>
                <w:control r:id="rId8" w:name="CheckBox2" w:shapeid="_x0000_i1041"/>
              </w:object>
            </w:r>
            <w:r w:rsidRPr="00A27063">
              <w:rPr>
                <w:rFonts w:ascii="Times New Roman" w:hAnsi="Times New Roman" w:cs="Times New Roman"/>
                <w:sz w:val="16"/>
                <w:szCs w:val="16"/>
              </w:rPr>
              <w:object w:dxaOrig="1440" w:dyaOrig="1440" w14:anchorId="2467DAF6">
                <v:shape id="_x0000_i1043" type="#_x0000_t75" style="width:74.25pt;height:18pt" o:ole="">
                  <v:imagedata r:id="rId9" o:title=""/>
                </v:shape>
                <w:control r:id="rId10" w:name="CheckBox21" w:shapeid="_x0000_i1043"/>
              </w:object>
            </w:r>
            <w:r w:rsidRPr="00A27063">
              <w:rPr>
                <w:rFonts w:ascii="Times New Roman" w:hAnsi="Times New Roman" w:cs="Times New Roman"/>
                <w:sz w:val="16"/>
                <w:szCs w:val="16"/>
              </w:rPr>
              <w:object w:dxaOrig="1440" w:dyaOrig="1440" w14:anchorId="3F47CB3C">
                <v:shape id="_x0000_i1045" type="#_x0000_t75" style="width:58.5pt;height:18pt" o:ole="">
                  <v:imagedata r:id="rId11" o:title=""/>
                </v:shape>
                <w:control r:id="rId12" w:name="CheckBox22" w:shapeid="_x0000_i1045"/>
              </w:object>
            </w:r>
          </w:p>
          <w:p w14:paraId="7288F5CF" w14:textId="77777777" w:rsidR="000246B6" w:rsidRPr="00A27063" w:rsidRDefault="000246B6" w:rsidP="000246B6">
            <w:pPr>
              <w:tabs>
                <w:tab w:val="center" w:pos="4680"/>
                <w:tab w:val="left" w:pos="8550"/>
              </w:tabs>
              <w:ind w:right="720"/>
              <w:rPr>
                <w:rFonts w:ascii="Times New Roman" w:hAnsi="Times New Roman" w:cs="Times New Roman"/>
                <w:sz w:val="16"/>
                <w:szCs w:val="16"/>
              </w:rPr>
            </w:pPr>
            <w:r>
              <w:rPr>
                <w:rFonts w:ascii="Times New Roman" w:hAnsi="Times New Roman" w:cs="Times New Roman"/>
                <w:sz w:val="16"/>
                <w:szCs w:val="16"/>
              </w:rPr>
              <w:t>The units selected will be used for all optical instrumentation.</w:t>
            </w:r>
          </w:p>
        </w:tc>
      </w:tr>
      <w:tr w:rsidR="000246B6" w:rsidRPr="00A27063" w14:paraId="0ABCDB93" w14:textId="77777777" w:rsidTr="00FE3675">
        <w:trPr>
          <w:trHeight w:val="134"/>
        </w:trPr>
        <w:tc>
          <w:tcPr>
            <w:tcW w:w="5305" w:type="dxa"/>
            <w:gridSpan w:val="4"/>
          </w:tcPr>
          <w:p w14:paraId="563C0671" w14:textId="77777777" w:rsidR="000246B6" w:rsidRPr="00A27063" w:rsidRDefault="000246B6" w:rsidP="000246B6">
            <w:pPr>
              <w:tabs>
                <w:tab w:val="center" w:pos="4680"/>
                <w:tab w:val="left" w:pos="8550"/>
              </w:tabs>
              <w:ind w:right="720"/>
              <w:rPr>
                <w:rFonts w:ascii="Times New Roman" w:hAnsi="Times New Roman" w:cs="Times New Roman"/>
                <w:sz w:val="16"/>
                <w:szCs w:val="16"/>
              </w:rPr>
            </w:pPr>
          </w:p>
        </w:tc>
        <w:tc>
          <w:tcPr>
            <w:tcW w:w="4320" w:type="dxa"/>
            <w:gridSpan w:val="4"/>
          </w:tcPr>
          <w:p w14:paraId="57D00A4C" w14:textId="77777777" w:rsidR="000246B6" w:rsidRPr="00A27063" w:rsidRDefault="000246B6" w:rsidP="000246B6">
            <w:pPr>
              <w:tabs>
                <w:tab w:val="center" w:pos="4680"/>
                <w:tab w:val="left" w:pos="8550"/>
              </w:tabs>
              <w:ind w:right="720"/>
              <w:rPr>
                <w:rFonts w:ascii="Times New Roman" w:hAnsi="Times New Roman" w:cs="Times New Roman"/>
                <w:b/>
                <w:sz w:val="16"/>
                <w:szCs w:val="16"/>
              </w:rPr>
            </w:pPr>
            <w:r w:rsidRPr="00A27063">
              <w:rPr>
                <w:rFonts w:ascii="Times New Roman" w:hAnsi="Times New Roman" w:cs="Times New Roman"/>
                <w:b/>
                <w:sz w:val="16"/>
                <w:szCs w:val="16"/>
              </w:rPr>
              <w:t>Instrument</w:t>
            </w:r>
          </w:p>
        </w:tc>
        <w:tc>
          <w:tcPr>
            <w:tcW w:w="556" w:type="dxa"/>
          </w:tcPr>
          <w:p w14:paraId="6327D901" w14:textId="77777777" w:rsidR="000246B6" w:rsidRPr="00A27063" w:rsidRDefault="000246B6" w:rsidP="000246B6">
            <w:pPr>
              <w:tabs>
                <w:tab w:val="center" w:pos="4680"/>
                <w:tab w:val="left" w:pos="8550"/>
              </w:tabs>
              <w:ind w:right="720"/>
              <w:rPr>
                <w:rFonts w:ascii="Times New Roman" w:hAnsi="Times New Roman" w:cs="Times New Roman"/>
                <w:b/>
                <w:sz w:val="16"/>
                <w:szCs w:val="16"/>
              </w:rPr>
            </w:pPr>
            <w:r>
              <w:rPr>
                <w:rFonts w:ascii="Times New Roman" w:hAnsi="Times New Roman" w:cs="Times New Roman"/>
                <w:b/>
                <w:sz w:val="16"/>
                <w:szCs w:val="16"/>
              </w:rPr>
              <w:t>E</w:t>
            </w:r>
          </w:p>
        </w:tc>
      </w:tr>
      <w:tr w:rsidR="000246B6" w:rsidRPr="00A27063" w14:paraId="322DCC84" w14:textId="77777777" w:rsidTr="00FE3675">
        <w:trPr>
          <w:trHeight w:val="179"/>
        </w:trPr>
        <w:tc>
          <w:tcPr>
            <w:tcW w:w="5305" w:type="dxa"/>
            <w:gridSpan w:val="4"/>
          </w:tcPr>
          <w:p w14:paraId="0A405293" w14:textId="77777777" w:rsidR="000246B6" w:rsidRPr="00A27063" w:rsidRDefault="000246B6" w:rsidP="000246B6">
            <w:pPr>
              <w:tabs>
                <w:tab w:val="center" w:pos="4680"/>
                <w:tab w:val="left" w:pos="8550"/>
              </w:tabs>
              <w:ind w:right="720"/>
              <w:rPr>
                <w:rFonts w:ascii="Times New Roman" w:hAnsi="Times New Roman" w:cs="Times New Roman"/>
                <w:b/>
                <w:sz w:val="16"/>
                <w:szCs w:val="16"/>
              </w:rPr>
            </w:pPr>
            <w:r w:rsidRPr="00A27063">
              <w:rPr>
                <w:rFonts w:ascii="Times New Roman" w:hAnsi="Times New Roman" w:cs="Times New Roman"/>
                <w:b/>
                <w:sz w:val="16"/>
                <w:szCs w:val="16"/>
              </w:rPr>
              <w:t>Pyrometer #1</w:t>
            </w:r>
            <w:r>
              <w:rPr>
                <w:rFonts w:ascii="Times New Roman" w:hAnsi="Times New Roman" w:cs="Times New Roman"/>
                <w:b/>
                <w:sz w:val="16"/>
                <w:szCs w:val="16"/>
              </w:rPr>
              <w:t xml:space="preserve"> (temperature range, spectral range, FOV)</w:t>
            </w:r>
          </w:p>
        </w:tc>
        <w:sdt>
          <w:sdtPr>
            <w:rPr>
              <w:rFonts w:ascii="Times New Roman" w:hAnsi="Times New Roman" w:cs="Times New Roman"/>
              <w:sz w:val="16"/>
              <w:szCs w:val="16"/>
            </w:rPr>
            <w:id w:val="817466496"/>
            <w:placeholder>
              <w:docPart w:val="B18C3879B89941BDA415FDAB7F00C2A9"/>
            </w:placeholder>
            <w:dropDownList>
              <w:listItem w:value="Choose an item."/>
              <w:listItem w:displayText="Mikron M190H (600- 3000, 0.78-1.06, 300:1)" w:value="Mikron M190H (600- 3000, 0.78-1.06, 300:1)"/>
              <w:listItem w:displayText="Mikron M190R2 (900-3000, 2- color,180:1)" w:value="Mikron M190R2 (900-3000, 2- color,180:1)"/>
              <w:listItem w:displayText="Mikron M190HX (1200-3500, 0.78-1.06,180:1)" w:value="Mikron M190HX (1200-3500, 0.78-1.06,180:1)"/>
              <w:listItem w:displayText="Mikron M190V (800-3000, 0.65,300:1)" w:value="Mikron M190V (800-3000, 0.65,300:1)"/>
              <w:listItem w:displayText="Mikron M90ZB (-50-1000, 8.0-14, 180:1)" w:value="Mikron M90ZB (-50-1000, 8.0-14, 180:1)"/>
              <w:listItem w:displayText="M90V (900-3000, 0.65, 300:1)" w:value="M90V (900-3000, 0.65, 300:1)"/>
              <w:listItem w:displayText="M90H (600-3000, 0.78-1.06, 180:1)" w:value="M90H (600-3000, 0.78-1.06, 180:1)"/>
              <w:listItem w:displayText="M680 (900-3600, 0.63-0.70, 300:1)" w:value="M680 (900-3600, 0.63-0.70, 300:1)"/>
              <w:listItem w:displayText="Mikron M668L (815-3000, 0.78-1.06, 300:1)" w:value="Mikron M668L (815-3000, 0.78-1.06, 300:1)"/>
              <w:listItem w:displayText="Lumaspec PhotriX EXA (500-3000, 0.88, 220:1)" w:value="Lumaspec PhotriX EXA (500-3000, 0.88, 220:1)"/>
              <w:listItem w:displayText="Lumaspec PhotriX EXA (650-5000, 0.90, 177:1)" w:value="Lumaspec PhotriX EXA (650-5000, 0.90, 177:1)"/>
              <w:listItem w:displayText="M668L (1200-3500, 0.78-1.06, 300:1)" w:value="M668L (1200-3500, 0.78-1.06, 300:1)"/>
            </w:dropDownList>
          </w:sdtPr>
          <w:sdtEndPr/>
          <w:sdtContent>
            <w:tc>
              <w:tcPr>
                <w:tcW w:w="4320" w:type="dxa"/>
                <w:gridSpan w:val="4"/>
              </w:tcPr>
              <w:p w14:paraId="60AC7F68" w14:textId="77777777" w:rsidR="000246B6" w:rsidRPr="00A27063" w:rsidRDefault="002D5132" w:rsidP="000246B6">
                <w:pPr>
                  <w:tabs>
                    <w:tab w:val="center" w:pos="4680"/>
                    <w:tab w:val="left" w:pos="8550"/>
                  </w:tabs>
                  <w:ind w:right="720"/>
                  <w:rPr>
                    <w:rFonts w:ascii="Times New Roman" w:hAnsi="Times New Roman" w:cs="Times New Roman"/>
                    <w:sz w:val="16"/>
                    <w:szCs w:val="16"/>
                  </w:rPr>
                </w:pPr>
                <w:r>
                  <w:rPr>
                    <w:rFonts w:ascii="Times New Roman" w:hAnsi="Times New Roman" w:cs="Times New Roman"/>
                    <w:sz w:val="16"/>
                    <w:szCs w:val="16"/>
                  </w:rPr>
                  <w:t>Mikron M190R2 (900-3000, 2- color,180:1)</w:t>
                </w:r>
              </w:p>
            </w:tc>
          </w:sdtContent>
        </w:sdt>
        <w:sdt>
          <w:sdtPr>
            <w:rPr>
              <w:rFonts w:ascii="Times New Roman" w:hAnsi="Times New Roman" w:cs="Times New Roman"/>
              <w:sz w:val="16"/>
              <w:szCs w:val="16"/>
            </w:rPr>
            <w:id w:val="-2088366846"/>
            <w:placeholder>
              <w:docPart w:val="2B322D8CAAB84840B5B5984E5A6F3A52"/>
            </w:placeholder>
          </w:sdtPr>
          <w:sdtEndPr/>
          <w:sdtContent>
            <w:tc>
              <w:tcPr>
                <w:tcW w:w="556" w:type="dxa"/>
              </w:tcPr>
              <w:p w14:paraId="54A0A6DA" w14:textId="77777777" w:rsidR="000246B6" w:rsidRPr="00A27063" w:rsidRDefault="002D5132" w:rsidP="000246B6">
                <w:pPr>
                  <w:tabs>
                    <w:tab w:val="center" w:pos="4680"/>
                    <w:tab w:val="left" w:pos="8550"/>
                  </w:tabs>
                  <w:ind w:right="720"/>
                  <w:rPr>
                    <w:rFonts w:ascii="Times New Roman" w:hAnsi="Times New Roman" w:cs="Times New Roman"/>
                    <w:sz w:val="16"/>
                    <w:szCs w:val="16"/>
                  </w:rPr>
                </w:pPr>
                <w:r>
                  <w:rPr>
                    <w:rFonts w:ascii="Times New Roman" w:hAnsi="Times New Roman" w:cs="Times New Roman"/>
                    <w:sz w:val="16"/>
                    <w:szCs w:val="16"/>
                  </w:rPr>
                  <w:t>1</w:t>
                </w:r>
              </w:p>
            </w:tc>
          </w:sdtContent>
        </w:sdt>
      </w:tr>
      <w:tr w:rsidR="000246B6" w:rsidRPr="00A27063" w14:paraId="049D06F2" w14:textId="77777777" w:rsidTr="00FE3675">
        <w:trPr>
          <w:trHeight w:val="197"/>
        </w:trPr>
        <w:tc>
          <w:tcPr>
            <w:tcW w:w="5305" w:type="dxa"/>
            <w:gridSpan w:val="4"/>
          </w:tcPr>
          <w:p w14:paraId="220BBD32" w14:textId="77777777" w:rsidR="000246B6" w:rsidRPr="00A27063" w:rsidRDefault="000246B6" w:rsidP="000246B6">
            <w:pPr>
              <w:tabs>
                <w:tab w:val="center" w:pos="4680"/>
                <w:tab w:val="left" w:pos="8550"/>
              </w:tabs>
              <w:ind w:right="720"/>
              <w:rPr>
                <w:rFonts w:ascii="Times New Roman" w:hAnsi="Times New Roman" w:cs="Times New Roman"/>
                <w:b/>
                <w:sz w:val="16"/>
                <w:szCs w:val="16"/>
              </w:rPr>
            </w:pPr>
            <w:r w:rsidRPr="00A27063">
              <w:rPr>
                <w:rFonts w:ascii="Times New Roman" w:hAnsi="Times New Roman" w:cs="Times New Roman"/>
                <w:b/>
                <w:sz w:val="16"/>
                <w:szCs w:val="16"/>
              </w:rPr>
              <w:t>Pyrometer #2</w:t>
            </w:r>
            <w:r>
              <w:rPr>
                <w:rFonts w:ascii="Times New Roman" w:hAnsi="Times New Roman" w:cs="Times New Roman"/>
                <w:b/>
                <w:sz w:val="16"/>
                <w:szCs w:val="16"/>
              </w:rPr>
              <w:t xml:space="preserve"> (temperature range, spectral range, FOV)</w:t>
            </w:r>
          </w:p>
        </w:tc>
        <w:sdt>
          <w:sdtPr>
            <w:rPr>
              <w:rFonts w:ascii="Times New Roman" w:hAnsi="Times New Roman" w:cs="Times New Roman"/>
              <w:sz w:val="16"/>
              <w:szCs w:val="16"/>
            </w:rPr>
            <w:id w:val="-1739934923"/>
            <w:placeholder>
              <w:docPart w:val="61B35FBBC2344BEAAF5BEF3F05C548F9"/>
            </w:placeholder>
            <w:dropDownList>
              <w:listItem w:value="Choose an item."/>
              <w:listItem w:displayText="Mikron M190H (600- 3000, 0.78-1.06, 300:1)" w:value="Mikron M190H (600- 3000, 0.78-1.06, 300:1)"/>
              <w:listItem w:displayText="Mikron M190R2 (900-3000, 2- color,180:1)" w:value="Mikron M190R2 (900-3000, 2- color,180:1)"/>
              <w:listItem w:displayText="Mikron M190HX (1200-3500, 0.78-1.06,180:1)" w:value="Mikron M190HX (1200-3500, 0.78-1.06,180:1)"/>
              <w:listItem w:displayText="Mikron M190V (800-3000, 0.65,300:1)" w:value="Mikron M190V (800-3000, 0.65,300:1)"/>
              <w:listItem w:displayText="Mikron M90ZB (-50-1000, 8.0-14, 180:1)" w:value="Mikron M90ZB (-50-1000, 8.0-14, 180:1)"/>
              <w:listItem w:displayText="M90V (900-3000, 0.65, 300:1)" w:value="M90V (900-3000, 0.65, 300:1)"/>
              <w:listItem w:displayText="M90H (600-3000, 0.78-1.06, 180:1)" w:value="M90H (600-3000, 0.78-1.06, 180:1)"/>
              <w:listItem w:displayText="M680 (900-3600, 0.63-0.70, 300:1)" w:value="M680 (900-3600, 0.63-0.70, 300:1)"/>
              <w:listItem w:displayText="Mikron M668L (815-3000, 0.78-1.06, 300:1)" w:value="Mikron M668L (815-3000, 0.78-1.06, 300:1)"/>
              <w:listItem w:displayText="Lumaspec PhotriX EXA (500-3000, 0.88, 220:1)" w:value="Lumaspec PhotriX EXA (500-3000, 0.88, 220:1)"/>
              <w:listItem w:displayText="Lumaspec PhotriX EXA (650-5000, 0.90, 177:1)" w:value="Lumaspec PhotriX EXA (650-5000, 0.90, 177:1)"/>
              <w:listItem w:displayText="M668L (1200-3500, 0.78-1.06, 300:1)" w:value="M668L (1200-3500, 0.78-1.06, 300:1)"/>
            </w:dropDownList>
          </w:sdtPr>
          <w:sdtEndPr/>
          <w:sdtContent>
            <w:tc>
              <w:tcPr>
                <w:tcW w:w="4320" w:type="dxa"/>
                <w:gridSpan w:val="4"/>
              </w:tcPr>
              <w:p w14:paraId="3765E774" w14:textId="77777777" w:rsidR="000246B6" w:rsidRPr="00A27063" w:rsidRDefault="002D5132" w:rsidP="000246B6">
                <w:pPr>
                  <w:tabs>
                    <w:tab w:val="center" w:pos="4680"/>
                    <w:tab w:val="left" w:pos="8550"/>
                  </w:tabs>
                  <w:ind w:right="720"/>
                  <w:rPr>
                    <w:rFonts w:ascii="Times New Roman" w:hAnsi="Times New Roman" w:cs="Times New Roman"/>
                    <w:sz w:val="16"/>
                    <w:szCs w:val="16"/>
                  </w:rPr>
                </w:pPr>
                <w:r>
                  <w:rPr>
                    <w:rFonts w:ascii="Times New Roman" w:hAnsi="Times New Roman" w:cs="Times New Roman"/>
                    <w:sz w:val="16"/>
                    <w:szCs w:val="16"/>
                  </w:rPr>
                  <w:t>Mikron M190H (600- 3000, 0.78-1.06, 300:1)</w:t>
                </w:r>
              </w:p>
            </w:tc>
          </w:sdtContent>
        </w:sdt>
        <w:sdt>
          <w:sdtPr>
            <w:rPr>
              <w:rFonts w:ascii="Times New Roman" w:hAnsi="Times New Roman" w:cs="Times New Roman"/>
              <w:sz w:val="16"/>
              <w:szCs w:val="16"/>
            </w:rPr>
            <w:id w:val="956763213"/>
            <w:placeholder>
              <w:docPart w:val="2495509B37CA465CB5D5AF03B7847044"/>
            </w:placeholder>
          </w:sdtPr>
          <w:sdtEndPr/>
          <w:sdtContent>
            <w:tc>
              <w:tcPr>
                <w:tcW w:w="556" w:type="dxa"/>
              </w:tcPr>
              <w:p w14:paraId="5B6D2122" w14:textId="77777777" w:rsidR="000246B6" w:rsidRPr="00A27063" w:rsidRDefault="002D5132" w:rsidP="000246B6">
                <w:pPr>
                  <w:tabs>
                    <w:tab w:val="center" w:pos="4680"/>
                    <w:tab w:val="left" w:pos="8550"/>
                  </w:tabs>
                  <w:ind w:right="720"/>
                  <w:rPr>
                    <w:rFonts w:ascii="Times New Roman" w:hAnsi="Times New Roman" w:cs="Times New Roman"/>
                    <w:sz w:val="16"/>
                    <w:szCs w:val="16"/>
                  </w:rPr>
                </w:pPr>
                <w:r>
                  <w:rPr>
                    <w:rFonts w:ascii="Times New Roman" w:hAnsi="Times New Roman" w:cs="Times New Roman"/>
                    <w:sz w:val="16"/>
                    <w:szCs w:val="16"/>
                  </w:rPr>
                  <w:t>1</w:t>
                </w:r>
              </w:p>
            </w:tc>
          </w:sdtContent>
        </w:sdt>
      </w:tr>
      <w:tr w:rsidR="000246B6" w:rsidRPr="00A27063" w14:paraId="547AFCAC" w14:textId="77777777" w:rsidTr="00FE3675">
        <w:trPr>
          <w:trHeight w:val="188"/>
        </w:trPr>
        <w:tc>
          <w:tcPr>
            <w:tcW w:w="5305" w:type="dxa"/>
            <w:gridSpan w:val="4"/>
          </w:tcPr>
          <w:p w14:paraId="1720337B" w14:textId="77777777" w:rsidR="000246B6" w:rsidRPr="00A27063" w:rsidRDefault="000246B6" w:rsidP="000246B6">
            <w:pPr>
              <w:tabs>
                <w:tab w:val="center" w:pos="4680"/>
                <w:tab w:val="left" w:pos="8550"/>
              </w:tabs>
              <w:ind w:right="720"/>
              <w:rPr>
                <w:rFonts w:ascii="Times New Roman" w:hAnsi="Times New Roman" w:cs="Times New Roman"/>
                <w:b/>
                <w:sz w:val="16"/>
                <w:szCs w:val="16"/>
              </w:rPr>
            </w:pPr>
            <w:r w:rsidRPr="00A27063">
              <w:rPr>
                <w:rFonts w:ascii="Times New Roman" w:hAnsi="Times New Roman" w:cs="Times New Roman"/>
                <w:b/>
                <w:sz w:val="16"/>
                <w:szCs w:val="16"/>
              </w:rPr>
              <w:t>Pyrometer #3</w:t>
            </w:r>
            <w:r>
              <w:rPr>
                <w:rFonts w:ascii="Times New Roman" w:hAnsi="Times New Roman" w:cs="Times New Roman"/>
                <w:b/>
                <w:sz w:val="16"/>
                <w:szCs w:val="16"/>
              </w:rPr>
              <w:t xml:space="preserve"> (temperature range, spectral range, FOV)</w:t>
            </w:r>
          </w:p>
        </w:tc>
        <w:sdt>
          <w:sdtPr>
            <w:rPr>
              <w:rFonts w:ascii="Times New Roman" w:hAnsi="Times New Roman" w:cs="Times New Roman"/>
              <w:sz w:val="16"/>
              <w:szCs w:val="16"/>
            </w:rPr>
            <w:id w:val="-1249653874"/>
            <w:placeholder>
              <w:docPart w:val="4428DADA0903496B951952B928BA67BB"/>
            </w:placeholder>
            <w:dropDownList>
              <w:listItem w:value="Choose an item."/>
              <w:listItem w:displayText="Mikron M190H (600- 3000, 0.78-1.06, 300:1)" w:value="Mikron M190H (600- 3000, 0.78-1.06, 300:1)"/>
              <w:listItem w:displayText="Mikron M190R2 (900-3000, 2- color,180:1)" w:value="Mikron M190R2 (900-3000, 2- color,180:1)"/>
              <w:listItem w:displayText="Mikron M190HX (1200-3500, 0.78-1.06,180:1)" w:value="Mikron M190HX (1200-3500, 0.78-1.06,180:1)"/>
              <w:listItem w:displayText="Mikron M190V (800-3000, 0.65,300:1)" w:value="Mikron M190V (800-3000, 0.65,300:1)"/>
              <w:listItem w:displayText="Mikron M90ZB (-50-1000, 8.0-14, 180:1)" w:value="Mikron M90ZB (-50-1000, 8.0-14, 180:1)"/>
              <w:listItem w:displayText="M90V (900-3000, 0.65, 300:1)" w:value="M90V (900-3000, 0.65, 300:1)"/>
              <w:listItem w:displayText="M90H (600-3000, 0.78-1.06, 180:1)" w:value="M90H (600-3000, 0.78-1.06, 180:1)"/>
              <w:listItem w:displayText="M680 (900-3600, 0.63-0.70, 300:1)" w:value="M680 (900-3600, 0.63-0.70, 300:1)"/>
              <w:listItem w:displayText="Mikron M668L (815-3000, 0.78-1.06, 300:1)" w:value="Mikron M668L (815-3000, 0.78-1.06, 300:1)"/>
              <w:listItem w:displayText="Lumaspec PhotriX EXA (500-3000, 0.88, 220:1)" w:value="Lumaspec PhotriX EXA (500-3000, 0.88, 220:1)"/>
              <w:listItem w:displayText="Lumaspec PhotriX EXA (650-5000, 0.90, 177:1)" w:value="Lumaspec PhotriX EXA (650-5000, 0.90, 177:1)"/>
              <w:listItem w:displayText="M668L (1200-3500, 0.78-1.06, 300:1)" w:value="M668L (1200-3500, 0.78-1.06, 300:1)"/>
            </w:dropDownList>
          </w:sdtPr>
          <w:sdtEndPr/>
          <w:sdtContent>
            <w:tc>
              <w:tcPr>
                <w:tcW w:w="4320" w:type="dxa"/>
                <w:gridSpan w:val="4"/>
              </w:tcPr>
              <w:p w14:paraId="4963A6B0" w14:textId="77777777" w:rsidR="000246B6" w:rsidRPr="00A27063" w:rsidRDefault="002D5132" w:rsidP="000246B6">
                <w:pPr>
                  <w:tabs>
                    <w:tab w:val="center" w:pos="4680"/>
                    <w:tab w:val="left" w:pos="8550"/>
                  </w:tabs>
                  <w:ind w:right="720"/>
                  <w:rPr>
                    <w:rFonts w:ascii="Times New Roman" w:hAnsi="Times New Roman" w:cs="Times New Roman"/>
                    <w:sz w:val="16"/>
                    <w:szCs w:val="16"/>
                  </w:rPr>
                </w:pPr>
                <w:r>
                  <w:rPr>
                    <w:rFonts w:ascii="Times New Roman" w:hAnsi="Times New Roman" w:cs="Times New Roman"/>
                    <w:sz w:val="16"/>
                    <w:szCs w:val="16"/>
                  </w:rPr>
                  <w:t>Mikron M668L (815-3000, 0.78-1.06, 300:1)</w:t>
                </w:r>
              </w:p>
            </w:tc>
          </w:sdtContent>
        </w:sdt>
        <w:sdt>
          <w:sdtPr>
            <w:rPr>
              <w:rFonts w:ascii="Times New Roman" w:hAnsi="Times New Roman" w:cs="Times New Roman"/>
              <w:sz w:val="16"/>
              <w:szCs w:val="16"/>
            </w:rPr>
            <w:id w:val="2098895630"/>
            <w:placeholder>
              <w:docPart w:val="D3F55E467B4B4D5DB6C0D6BE4A8DADF3"/>
            </w:placeholder>
          </w:sdtPr>
          <w:sdtEndPr/>
          <w:sdtContent>
            <w:tc>
              <w:tcPr>
                <w:tcW w:w="556" w:type="dxa"/>
              </w:tcPr>
              <w:p w14:paraId="0EFE7FD6" w14:textId="77777777" w:rsidR="000246B6" w:rsidRPr="00A27063" w:rsidRDefault="002D5132" w:rsidP="000246B6">
                <w:pPr>
                  <w:tabs>
                    <w:tab w:val="center" w:pos="4680"/>
                    <w:tab w:val="left" w:pos="8550"/>
                  </w:tabs>
                  <w:ind w:right="720"/>
                  <w:rPr>
                    <w:rFonts w:ascii="Times New Roman" w:hAnsi="Times New Roman" w:cs="Times New Roman"/>
                    <w:sz w:val="16"/>
                    <w:szCs w:val="16"/>
                  </w:rPr>
                </w:pPr>
                <w:r>
                  <w:rPr>
                    <w:rFonts w:ascii="Times New Roman" w:hAnsi="Times New Roman" w:cs="Times New Roman"/>
                    <w:sz w:val="16"/>
                    <w:szCs w:val="16"/>
                  </w:rPr>
                  <w:t>1</w:t>
                </w:r>
              </w:p>
            </w:tc>
          </w:sdtContent>
        </w:sdt>
      </w:tr>
      <w:tr w:rsidR="000246B6" w:rsidRPr="00A27063" w14:paraId="00A01828" w14:textId="77777777" w:rsidTr="00FE3675">
        <w:trPr>
          <w:trHeight w:val="161"/>
        </w:trPr>
        <w:tc>
          <w:tcPr>
            <w:tcW w:w="5305" w:type="dxa"/>
            <w:gridSpan w:val="4"/>
          </w:tcPr>
          <w:p w14:paraId="0D3C3AB7" w14:textId="77777777" w:rsidR="000246B6" w:rsidRPr="00A27063" w:rsidRDefault="000246B6" w:rsidP="000246B6">
            <w:pPr>
              <w:tabs>
                <w:tab w:val="center" w:pos="4680"/>
                <w:tab w:val="left" w:pos="8550"/>
              </w:tabs>
              <w:ind w:right="720"/>
              <w:rPr>
                <w:rFonts w:ascii="Times New Roman" w:hAnsi="Times New Roman" w:cs="Times New Roman"/>
                <w:b/>
                <w:sz w:val="16"/>
                <w:szCs w:val="16"/>
              </w:rPr>
            </w:pPr>
            <w:r w:rsidRPr="00A27063">
              <w:rPr>
                <w:rFonts w:ascii="Times New Roman" w:hAnsi="Times New Roman" w:cs="Times New Roman"/>
                <w:b/>
                <w:sz w:val="16"/>
                <w:szCs w:val="16"/>
              </w:rPr>
              <w:t>Infrared Camera</w:t>
            </w:r>
            <w:r>
              <w:rPr>
                <w:rFonts w:ascii="Times New Roman" w:hAnsi="Times New Roman" w:cs="Times New Roman"/>
                <w:b/>
                <w:sz w:val="16"/>
                <w:szCs w:val="16"/>
              </w:rPr>
              <w:t xml:space="preserve"> #1 (temperature range, spectral range, FOV)</w:t>
            </w:r>
          </w:p>
        </w:tc>
        <w:sdt>
          <w:sdtPr>
            <w:rPr>
              <w:rFonts w:ascii="Times New Roman" w:hAnsi="Times New Roman" w:cs="Times New Roman"/>
              <w:sz w:val="16"/>
              <w:szCs w:val="16"/>
            </w:rPr>
            <w:id w:val="1213770754"/>
            <w:placeholder>
              <w:docPart w:val="E6E57927456448FA93AE0703B4BC4DE4"/>
            </w:placeholder>
            <w:dropDownList>
              <w:listItem w:value="Choose an item."/>
              <w:listItem w:displayText="Mikron/LumaSense M9200 (800- 3000, 0.78-1.06, 75,50,25,12,8mm)" w:value="Mikron/LumaSense M9200 (800- 3000, 0.78-1.06, 75,50,25,12,8mm)"/>
              <w:listItem w:displayText="Mikron/LumaSense MCS640 (800- 3000, 0.78-1.06, 75,50,25,12,8mm)" w:value="Mikron/LumaSense MCS640 (800- 3000, 0.78-1.06, 75,50,25,12,8mm)"/>
              <w:listItem w:displayText="Mikron/LumaSense MCS640 (800- 3000, 0.78-1.06, 75,50,25,12,8mm)  with 1.07um filter" w:value="Mikron/LumaSense MCS640 (800- 3000, 0.78-1.06, 75,50,25,12,8mm)  with 1.07um filter"/>
            </w:dropDownList>
          </w:sdtPr>
          <w:sdtEndPr/>
          <w:sdtContent>
            <w:tc>
              <w:tcPr>
                <w:tcW w:w="4320" w:type="dxa"/>
                <w:gridSpan w:val="4"/>
              </w:tcPr>
              <w:p w14:paraId="5AA524FE" w14:textId="77777777" w:rsidR="000246B6" w:rsidRPr="00A27063" w:rsidRDefault="009C7547" w:rsidP="000246B6">
                <w:pPr>
                  <w:tabs>
                    <w:tab w:val="center" w:pos="4680"/>
                    <w:tab w:val="left" w:pos="8550"/>
                  </w:tabs>
                  <w:ind w:right="720"/>
                  <w:rPr>
                    <w:rFonts w:ascii="Times New Roman" w:hAnsi="Times New Roman" w:cs="Times New Roman"/>
                    <w:color w:val="808080" w:themeColor="background1" w:themeShade="80"/>
                    <w:sz w:val="16"/>
                    <w:szCs w:val="16"/>
                  </w:rPr>
                </w:pPr>
                <w:r>
                  <w:rPr>
                    <w:rFonts w:ascii="Times New Roman" w:hAnsi="Times New Roman" w:cs="Times New Roman"/>
                    <w:sz w:val="16"/>
                    <w:szCs w:val="16"/>
                  </w:rPr>
                  <w:t>Mikron/LumaSense MCS640 (800- 3000, 0.78-1.06, 75,50,25,12,8mm)</w:t>
                </w:r>
              </w:p>
            </w:tc>
          </w:sdtContent>
        </w:sdt>
        <w:sdt>
          <w:sdtPr>
            <w:rPr>
              <w:rFonts w:ascii="Times New Roman" w:hAnsi="Times New Roman" w:cs="Times New Roman"/>
              <w:sz w:val="16"/>
              <w:szCs w:val="16"/>
            </w:rPr>
            <w:id w:val="-1521459488"/>
            <w:placeholder>
              <w:docPart w:val="35A54CFE4CEF47A993E791C7131139D8"/>
            </w:placeholder>
          </w:sdtPr>
          <w:sdtEndPr/>
          <w:sdtContent>
            <w:tc>
              <w:tcPr>
                <w:tcW w:w="556" w:type="dxa"/>
              </w:tcPr>
              <w:p w14:paraId="0C890C0D" w14:textId="77777777" w:rsidR="000246B6" w:rsidRPr="00A27063" w:rsidRDefault="002D5132" w:rsidP="000246B6">
                <w:pPr>
                  <w:tabs>
                    <w:tab w:val="center" w:pos="4680"/>
                    <w:tab w:val="left" w:pos="8550"/>
                  </w:tabs>
                  <w:ind w:right="720"/>
                  <w:rPr>
                    <w:rFonts w:ascii="Times New Roman" w:hAnsi="Times New Roman" w:cs="Times New Roman"/>
                    <w:sz w:val="16"/>
                    <w:szCs w:val="16"/>
                  </w:rPr>
                </w:pPr>
                <w:r>
                  <w:rPr>
                    <w:rFonts w:ascii="Times New Roman" w:hAnsi="Times New Roman" w:cs="Times New Roman"/>
                    <w:sz w:val="16"/>
                    <w:szCs w:val="16"/>
                  </w:rPr>
                  <w:t>1</w:t>
                </w:r>
              </w:p>
            </w:tc>
          </w:sdtContent>
        </w:sdt>
      </w:tr>
      <w:tr w:rsidR="000246B6" w:rsidRPr="00A27063" w14:paraId="4EBA1FE2" w14:textId="77777777" w:rsidTr="009E6862">
        <w:trPr>
          <w:trHeight w:val="161"/>
        </w:trPr>
        <w:tc>
          <w:tcPr>
            <w:tcW w:w="10181" w:type="dxa"/>
            <w:gridSpan w:val="9"/>
          </w:tcPr>
          <w:p w14:paraId="18CB6A4F" w14:textId="77777777" w:rsidR="000246B6" w:rsidRPr="00A27063" w:rsidRDefault="000246B6" w:rsidP="000246B6">
            <w:pPr>
              <w:tabs>
                <w:tab w:val="center" w:pos="4680"/>
                <w:tab w:val="left" w:pos="8550"/>
              </w:tabs>
              <w:ind w:right="720"/>
              <w:rPr>
                <w:rFonts w:ascii="Times New Roman" w:hAnsi="Times New Roman" w:cs="Times New Roman"/>
                <w:sz w:val="16"/>
                <w:szCs w:val="16"/>
              </w:rPr>
            </w:pPr>
            <w:r>
              <w:rPr>
                <w:rFonts w:ascii="Times New Roman" w:hAnsi="Times New Roman" w:cs="Times New Roman"/>
                <w:sz w:val="16"/>
                <w:szCs w:val="16"/>
              </w:rPr>
              <w:t>Please consult with Test Engineers before selection as T.E. may have different recommendations for pyrometers selection.</w:t>
            </w:r>
          </w:p>
        </w:tc>
      </w:tr>
      <w:tr w:rsidR="000246B6" w:rsidRPr="00A27063" w14:paraId="43885AA3" w14:textId="77777777" w:rsidTr="00ED4CC5">
        <w:trPr>
          <w:trHeight w:val="215"/>
        </w:trPr>
        <w:tc>
          <w:tcPr>
            <w:tcW w:w="10181" w:type="dxa"/>
            <w:gridSpan w:val="9"/>
          </w:tcPr>
          <w:p w14:paraId="5565F582" w14:textId="77777777" w:rsidR="000246B6" w:rsidRPr="00A27063" w:rsidRDefault="000246B6" w:rsidP="000246B6">
            <w:pPr>
              <w:tabs>
                <w:tab w:val="center" w:pos="4680"/>
                <w:tab w:val="left" w:pos="8550"/>
              </w:tabs>
              <w:ind w:right="720"/>
              <w:rPr>
                <w:rFonts w:ascii="Times New Roman" w:hAnsi="Times New Roman" w:cs="Times New Roman"/>
                <w:b/>
                <w:sz w:val="16"/>
                <w:szCs w:val="16"/>
              </w:rPr>
            </w:pPr>
            <w:r w:rsidRPr="00A27063">
              <w:rPr>
                <w:rFonts w:ascii="Times New Roman" w:hAnsi="Times New Roman" w:cs="Times New Roman"/>
                <w:b/>
                <w:sz w:val="16"/>
                <w:szCs w:val="16"/>
              </w:rPr>
              <w:t>Comments</w:t>
            </w:r>
            <w:r w:rsidRPr="00E430EA">
              <w:rPr>
                <w:rFonts w:ascii="Times New Roman" w:hAnsi="Times New Roman" w:cs="Times New Roman"/>
                <w:b/>
                <w:sz w:val="16"/>
                <w:szCs w:val="16"/>
              </w:rPr>
              <w:t>:</w:t>
            </w:r>
            <w:r w:rsidRPr="00E430EA">
              <w:rPr>
                <w:rStyle w:val="PlaceholderText"/>
                <w:color w:val="auto"/>
              </w:rPr>
              <w:t xml:space="preserve"> </w:t>
            </w:r>
            <w:sdt>
              <w:sdtPr>
                <w:rPr>
                  <w:rFonts w:ascii="Times New Roman" w:hAnsi="Times New Roman" w:cs="Times New Roman"/>
                  <w:b/>
                  <w:sz w:val="16"/>
                  <w:szCs w:val="16"/>
                </w:rPr>
                <w:id w:val="1360630739"/>
                <w:placeholder>
                  <w:docPart w:val="0D5E81C8FE184643AE3B2D3BF4D42A66"/>
                </w:placeholder>
              </w:sdtPr>
              <w:sdtEndPr/>
              <w:sdtContent>
                <w:r w:rsidRPr="00E430EA">
                  <w:rPr>
                    <w:rStyle w:val="PlaceholderText"/>
                    <w:color w:val="auto"/>
                    <w:sz w:val="16"/>
                    <w:szCs w:val="16"/>
                  </w:rPr>
                  <w:t xml:space="preserve"> </w:t>
                </w:r>
                <w:r>
                  <w:rPr>
                    <w:rStyle w:val="PlaceholderText"/>
                    <w:rFonts w:ascii="Times New Roman" w:hAnsi="Times New Roman" w:cs="Times New Roman"/>
                    <w:color w:val="auto"/>
                    <w:sz w:val="16"/>
                    <w:szCs w:val="16"/>
                  </w:rPr>
                  <w:t>Note: All instruments located outside of test box area will requires a transmission correction to account for losses through windows and in some cases mirrored views. The corrections will be performed using a blackbody heat sources and a transfer standard instrument by TSF</w:t>
                </w:r>
                <w:r w:rsidR="006D6CB7">
                  <w:rPr>
                    <w:rStyle w:val="PlaceholderText"/>
                    <w:rFonts w:ascii="Times New Roman" w:hAnsi="Times New Roman" w:cs="Times New Roman"/>
                    <w:color w:val="auto"/>
                    <w:sz w:val="16"/>
                    <w:szCs w:val="16"/>
                  </w:rPr>
                  <w:t xml:space="preserve"> optical engineer</w:t>
                </w:r>
                <w:r>
                  <w:rPr>
                    <w:rStyle w:val="PlaceholderText"/>
                    <w:rFonts w:ascii="Times New Roman" w:hAnsi="Times New Roman" w:cs="Times New Roman"/>
                    <w:color w:val="auto"/>
                    <w:sz w:val="16"/>
                    <w:szCs w:val="16"/>
                  </w:rPr>
                  <w:t>. All emissivity corrections will fall upon the responsibility of the Principal Investigator.</w:t>
                </w:r>
              </w:sdtContent>
            </w:sdt>
            <w:r w:rsidR="006D6CB7">
              <w:rPr>
                <w:rFonts w:ascii="Times New Roman" w:hAnsi="Times New Roman" w:cs="Times New Roman"/>
                <w:b/>
                <w:sz w:val="16"/>
                <w:szCs w:val="16"/>
              </w:rPr>
              <w:t xml:space="preserve"> </w:t>
            </w:r>
            <w:r w:rsidR="006D6CB7">
              <w:rPr>
                <w:rFonts w:ascii="Times New Roman" w:hAnsi="Times New Roman" w:cs="Times New Roman"/>
                <w:sz w:val="16"/>
                <w:szCs w:val="16"/>
              </w:rPr>
              <w:t>Pyrometer</w:t>
            </w:r>
            <w:r w:rsidR="006D6CB7" w:rsidRPr="006D6CB7">
              <w:rPr>
                <w:rFonts w:ascii="Times New Roman" w:hAnsi="Times New Roman" w:cs="Times New Roman"/>
                <w:sz w:val="16"/>
                <w:szCs w:val="16"/>
              </w:rPr>
              <w:t xml:space="preserve"> temperature data will be provided in test data package by test engineer. Each Pyrometer </w:t>
            </w:r>
            <w:r w:rsidR="00FF77C2">
              <w:rPr>
                <w:rFonts w:ascii="Times New Roman" w:hAnsi="Times New Roman" w:cs="Times New Roman"/>
                <w:sz w:val="16"/>
                <w:szCs w:val="16"/>
              </w:rPr>
              <w:t>being utilized</w:t>
            </w:r>
            <w:r w:rsidR="006D6CB7" w:rsidRPr="006D6CB7">
              <w:rPr>
                <w:rFonts w:ascii="Times New Roman" w:hAnsi="Times New Roman" w:cs="Times New Roman"/>
                <w:sz w:val="16"/>
                <w:szCs w:val="16"/>
              </w:rPr>
              <w:t xml:space="preserve"> will have two designated channels named _E1 and_E2. The E1 Channel is the output from the pyrometers without correction f</w:t>
            </w:r>
            <w:r w:rsidR="00FF77C2">
              <w:rPr>
                <w:rFonts w:ascii="Times New Roman" w:hAnsi="Times New Roman" w:cs="Times New Roman"/>
                <w:sz w:val="16"/>
                <w:szCs w:val="16"/>
              </w:rPr>
              <w:t>or window losses. The _E2 channel</w:t>
            </w:r>
            <w:r w:rsidR="006D6CB7" w:rsidRPr="006D6CB7">
              <w:rPr>
                <w:rFonts w:ascii="Times New Roman" w:hAnsi="Times New Roman" w:cs="Times New Roman"/>
                <w:sz w:val="16"/>
                <w:szCs w:val="16"/>
              </w:rPr>
              <w:t xml:space="preserve"> has been corrected for transmission losses through window</w:t>
            </w:r>
            <w:r w:rsidR="006D6CB7">
              <w:rPr>
                <w:rFonts w:ascii="Times New Roman" w:hAnsi="Times New Roman" w:cs="Times New Roman"/>
                <w:b/>
                <w:sz w:val="16"/>
                <w:szCs w:val="16"/>
              </w:rPr>
              <w:t>.</w:t>
            </w:r>
          </w:p>
        </w:tc>
      </w:tr>
    </w:tbl>
    <w:p w14:paraId="6109F3F5" w14:textId="77777777" w:rsidR="00102CE5" w:rsidRDefault="00102CE5" w:rsidP="00102CE5">
      <w:pPr>
        <w:ind w:right="720"/>
        <w:jc w:val="both"/>
        <w:rPr>
          <w:rFonts w:ascii="Times New Roman" w:hAnsi="Times New Roman"/>
          <w:sz w:val="16"/>
          <w:szCs w:val="16"/>
        </w:rPr>
      </w:pP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9"/>
        <w:gridCol w:w="7091"/>
      </w:tblGrid>
      <w:tr w:rsidR="007F4875" w:rsidRPr="003A18C9" w14:paraId="30464E4D" w14:textId="77777777" w:rsidTr="004507E3">
        <w:trPr>
          <w:trHeight w:val="172"/>
        </w:trPr>
        <w:tc>
          <w:tcPr>
            <w:tcW w:w="10080" w:type="dxa"/>
            <w:gridSpan w:val="2"/>
          </w:tcPr>
          <w:p w14:paraId="55E0E88D" w14:textId="77777777" w:rsidR="007F4875" w:rsidRPr="00ED4CC5" w:rsidRDefault="002C65A6" w:rsidP="004507E3">
            <w:pPr>
              <w:spacing w:after="0" w:line="240" w:lineRule="auto"/>
              <w:jc w:val="center"/>
              <w:rPr>
                <w:rFonts w:ascii="Times New Roman" w:hAnsi="Times New Roman"/>
                <w:b/>
                <w:sz w:val="18"/>
                <w:szCs w:val="18"/>
              </w:rPr>
            </w:pPr>
            <w:r>
              <w:rPr>
                <w:rFonts w:ascii="Times New Roman" w:hAnsi="Times New Roman"/>
                <w:b/>
                <w:sz w:val="18"/>
                <w:szCs w:val="18"/>
              </w:rPr>
              <w:t xml:space="preserve">Thermo Imaging </w:t>
            </w:r>
            <w:r w:rsidR="007F4875" w:rsidRPr="00ED4CC5">
              <w:rPr>
                <w:rFonts w:ascii="Times New Roman" w:hAnsi="Times New Roman"/>
                <w:b/>
                <w:sz w:val="18"/>
                <w:szCs w:val="18"/>
              </w:rPr>
              <w:t>Video</w:t>
            </w:r>
          </w:p>
        </w:tc>
      </w:tr>
      <w:tr w:rsidR="007F4875" w:rsidRPr="003A18C9" w14:paraId="20D80954" w14:textId="77777777" w:rsidTr="004507E3">
        <w:trPr>
          <w:trHeight w:val="142"/>
        </w:trPr>
        <w:tc>
          <w:tcPr>
            <w:tcW w:w="2989" w:type="dxa"/>
          </w:tcPr>
          <w:p w14:paraId="1436BB17" w14:textId="77777777" w:rsidR="007F4875" w:rsidRPr="00ED4CC5" w:rsidRDefault="007F4875" w:rsidP="004507E3">
            <w:pPr>
              <w:spacing w:after="0" w:line="240" w:lineRule="auto"/>
              <w:rPr>
                <w:rFonts w:ascii="Times New Roman" w:hAnsi="Times New Roman"/>
                <w:b/>
                <w:sz w:val="16"/>
                <w:szCs w:val="16"/>
              </w:rPr>
            </w:pPr>
            <w:r w:rsidRPr="00ED4CC5">
              <w:rPr>
                <w:rFonts w:ascii="Times New Roman" w:hAnsi="Times New Roman"/>
                <w:b/>
                <w:sz w:val="16"/>
                <w:szCs w:val="16"/>
              </w:rPr>
              <w:t>Video Format</w:t>
            </w:r>
          </w:p>
        </w:tc>
        <w:tc>
          <w:tcPr>
            <w:tcW w:w="7091" w:type="dxa"/>
          </w:tcPr>
          <w:p w14:paraId="12B4100A" w14:textId="77777777" w:rsidR="007F4875" w:rsidRPr="00ED4CC5" w:rsidRDefault="007F4875" w:rsidP="004507E3">
            <w:pPr>
              <w:spacing w:after="0" w:line="240" w:lineRule="auto"/>
              <w:rPr>
                <w:rFonts w:ascii="Times New Roman" w:hAnsi="Times New Roman"/>
                <w:sz w:val="16"/>
                <w:szCs w:val="16"/>
              </w:rPr>
            </w:pPr>
            <w:r w:rsidRPr="00ED4CC5">
              <w:rPr>
                <w:rFonts w:ascii="Times New Roman" w:hAnsi="Times New Roman"/>
                <w:sz w:val="16"/>
                <w:szCs w:val="16"/>
              </w:rPr>
              <w:t>AVI</w:t>
            </w:r>
          </w:p>
        </w:tc>
      </w:tr>
      <w:tr w:rsidR="007F4875" w:rsidRPr="003A18C9" w14:paraId="2EA52BFA" w14:textId="77777777" w:rsidTr="004507E3">
        <w:trPr>
          <w:trHeight w:val="270"/>
        </w:trPr>
        <w:tc>
          <w:tcPr>
            <w:tcW w:w="2989" w:type="dxa"/>
          </w:tcPr>
          <w:p w14:paraId="1AEAB01D" w14:textId="77777777" w:rsidR="007F4875" w:rsidRPr="00ED4CC5" w:rsidRDefault="007F4875" w:rsidP="004507E3">
            <w:pPr>
              <w:spacing w:after="0" w:line="240" w:lineRule="auto"/>
              <w:rPr>
                <w:rFonts w:ascii="Times New Roman" w:hAnsi="Times New Roman"/>
                <w:b/>
                <w:sz w:val="16"/>
                <w:szCs w:val="16"/>
              </w:rPr>
            </w:pPr>
            <w:r w:rsidRPr="00ED4CC5">
              <w:rPr>
                <w:rFonts w:ascii="Times New Roman" w:hAnsi="Times New Roman"/>
                <w:b/>
                <w:sz w:val="16"/>
                <w:szCs w:val="16"/>
              </w:rPr>
              <w:t>ROI displayed</w:t>
            </w:r>
          </w:p>
        </w:tc>
        <w:tc>
          <w:tcPr>
            <w:tcW w:w="7091" w:type="dxa"/>
          </w:tcPr>
          <w:p w14:paraId="3872FEC9" w14:textId="77777777" w:rsidR="007F4875" w:rsidRPr="00ED4CC5" w:rsidRDefault="007F4875" w:rsidP="004507E3">
            <w:pPr>
              <w:spacing w:after="0" w:line="240" w:lineRule="auto"/>
              <w:rPr>
                <w:rFonts w:ascii="Times New Roman" w:hAnsi="Times New Roman"/>
                <w:sz w:val="16"/>
                <w:szCs w:val="16"/>
              </w:rPr>
            </w:pPr>
            <w:r w:rsidRPr="00ED4CC5">
              <w:rPr>
                <w:rFonts w:ascii="Times New Roman" w:hAnsi="Times New Roman"/>
                <w:sz w:val="16"/>
                <w:szCs w:val="16"/>
              </w:rPr>
              <w:object w:dxaOrig="1440" w:dyaOrig="1440" w14:anchorId="404C9BA8">
                <v:shape id="_x0000_i1047" type="#_x0000_t75" style="width:48pt;height:18pt" o:ole="">
                  <v:imagedata r:id="rId13" o:title=""/>
                </v:shape>
                <w:control r:id="rId14" w:name="CheckBox41" w:shapeid="_x0000_i1047"/>
              </w:object>
            </w:r>
            <w:r w:rsidRPr="00ED4CC5">
              <w:rPr>
                <w:rFonts w:ascii="Times New Roman" w:hAnsi="Times New Roman"/>
                <w:sz w:val="16"/>
                <w:szCs w:val="16"/>
              </w:rPr>
              <w:object w:dxaOrig="1440" w:dyaOrig="1440" w14:anchorId="55FC5439">
                <v:shape id="_x0000_i1049" type="#_x0000_t75" style="width:108pt;height:18pt" o:ole="">
                  <v:imagedata r:id="rId15" o:title=""/>
                </v:shape>
                <w:control r:id="rId16" w:name="CheckBox51" w:shapeid="_x0000_i1049"/>
              </w:object>
            </w:r>
          </w:p>
        </w:tc>
      </w:tr>
      <w:tr w:rsidR="007F4875" w:rsidRPr="003A18C9" w14:paraId="14B32353" w14:textId="77777777" w:rsidTr="004507E3">
        <w:trPr>
          <w:trHeight w:val="368"/>
        </w:trPr>
        <w:tc>
          <w:tcPr>
            <w:tcW w:w="2989" w:type="dxa"/>
          </w:tcPr>
          <w:p w14:paraId="1194F030" w14:textId="77777777" w:rsidR="007F4875" w:rsidRPr="00ED4CC5" w:rsidRDefault="007F4875" w:rsidP="004507E3">
            <w:pPr>
              <w:spacing w:after="0" w:line="240" w:lineRule="auto"/>
              <w:rPr>
                <w:rFonts w:ascii="Times New Roman" w:hAnsi="Times New Roman"/>
                <w:b/>
                <w:sz w:val="16"/>
                <w:szCs w:val="16"/>
              </w:rPr>
            </w:pPr>
            <w:r w:rsidRPr="00ED4CC5">
              <w:rPr>
                <w:rFonts w:ascii="Times New Roman" w:hAnsi="Times New Roman"/>
                <w:b/>
                <w:sz w:val="16"/>
                <w:szCs w:val="16"/>
              </w:rPr>
              <w:t>Emissivity (0-1)</w:t>
            </w:r>
          </w:p>
        </w:tc>
        <w:tc>
          <w:tcPr>
            <w:tcW w:w="7091" w:type="dxa"/>
          </w:tcPr>
          <w:sdt>
            <w:sdtPr>
              <w:rPr>
                <w:rFonts w:ascii="Times New Roman" w:hAnsi="Times New Roman" w:cs="Times New Roman"/>
                <w:sz w:val="16"/>
                <w:szCs w:val="16"/>
              </w:rPr>
              <w:id w:val="2031448944"/>
              <w:placeholder>
                <w:docPart w:val="7E2D49E3F4DA40208A50A4C5D19795ED"/>
              </w:placeholder>
            </w:sdtPr>
            <w:sdtEndPr/>
            <w:sdtContent>
              <w:p w14:paraId="19CF172A" w14:textId="77777777" w:rsidR="007F4875" w:rsidRPr="00ED4CC5" w:rsidRDefault="007F4875" w:rsidP="004507E3">
                <w:pPr>
                  <w:spacing w:after="0" w:line="240" w:lineRule="auto"/>
                  <w:rPr>
                    <w:rFonts w:ascii="Times New Roman" w:hAnsi="Times New Roman" w:cs="Times New Roman"/>
                    <w:sz w:val="16"/>
                    <w:szCs w:val="16"/>
                  </w:rPr>
                </w:pPr>
                <w:r>
                  <w:rPr>
                    <w:rFonts w:ascii="Times New Roman" w:hAnsi="Times New Roman" w:cs="Times New Roman"/>
                    <w:sz w:val="16"/>
                    <w:szCs w:val="16"/>
                  </w:rPr>
                  <w:t>1</w:t>
                </w:r>
              </w:p>
            </w:sdtContent>
          </w:sdt>
          <w:p w14:paraId="38B862CD" w14:textId="77777777" w:rsidR="007F4875" w:rsidRPr="00ED4CC5" w:rsidRDefault="007F4875" w:rsidP="004507E3">
            <w:pPr>
              <w:spacing w:after="0" w:line="240" w:lineRule="auto"/>
              <w:rPr>
                <w:rFonts w:ascii="Times New Roman" w:hAnsi="Times New Roman"/>
                <w:sz w:val="16"/>
                <w:szCs w:val="16"/>
              </w:rPr>
            </w:pPr>
          </w:p>
        </w:tc>
      </w:tr>
      <w:tr w:rsidR="007F4875" w:rsidRPr="003A18C9" w14:paraId="727600D4" w14:textId="77777777" w:rsidTr="004507E3">
        <w:trPr>
          <w:trHeight w:val="172"/>
        </w:trPr>
        <w:tc>
          <w:tcPr>
            <w:tcW w:w="2989" w:type="dxa"/>
          </w:tcPr>
          <w:p w14:paraId="375EDA41" w14:textId="77777777" w:rsidR="007F4875" w:rsidRPr="00ED4CC5" w:rsidRDefault="007F4875" w:rsidP="004507E3">
            <w:pPr>
              <w:spacing w:after="0" w:line="240" w:lineRule="auto"/>
              <w:rPr>
                <w:rFonts w:ascii="Times New Roman" w:hAnsi="Times New Roman"/>
                <w:b/>
                <w:sz w:val="16"/>
                <w:szCs w:val="16"/>
              </w:rPr>
            </w:pPr>
            <w:r w:rsidRPr="00ED4CC5">
              <w:rPr>
                <w:rFonts w:ascii="Times New Roman" w:hAnsi="Times New Roman"/>
                <w:b/>
                <w:sz w:val="16"/>
                <w:szCs w:val="16"/>
              </w:rPr>
              <w:t>Comments</w:t>
            </w:r>
          </w:p>
        </w:tc>
        <w:tc>
          <w:tcPr>
            <w:tcW w:w="7091" w:type="dxa"/>
          </w:tcPr>
          <w:p w14:paraId="4CE7C4CE" w14:textId="77777777" w:rsidR="007F4875" w:rsidRPr="008924D0" w:rsidRDefault="007F4875" w:rsidP="004507E3">
            <w:pPr>
              <w:spacing w:after="0" w:line="240" w:lineRule="auto"/>
              <w:rPr>
                <w:rFonts w:ascii="Times New Roman" w:hAnsi="Times New Roman"/>
                <w:i/>
                <w:sz w:val="16"/>
                <w:szCs w:val="16"/>
              </w:rPr>
            </w:pPr>
            <w:r>
              <w:rPr>
                <w:rFonts w:ascii="Times New Roman" w:hAnsi="Times New Roman"/>
                <w:i/>
                <w:sz w:val="16"/>
                <w:szCs w:val="16"/>
              </w:rPr>
              <w:t>Lastly, v</w:t>
            </w:r>
            <w:r w:rsidRPr="008924D0">
              <w:rPr>
                <w:rFonts w:ascii="Times New Roman" w:hAnsi="Times New Roman"/>
                <w:i/>
                <w:sz w:val="16"/>
                <w:szCs w:val="16"/>
              </w:rPr>
              <w:t xml:space="preserve">ideos are the third and last type of data in the Thermal data package. Typically, each video </w:t>
            </w:r>
            <w:r>
              <w:rPr>
                <w:rFonts w:ascii="Times New Roman" w:hAnsi="Times New Roman"/>
                <w:i/>
                <w:sz w:val="16"/>
                <w:szCs w:val="16"/>
              </w:rPr>
              <w:t>will</w:t>
            </w:r>
            <w:r w:rsidRPr="008924D0">
              <w:rPr>
                <w:rFonts w:ascii="Times New Roman" w:hAnsi="Times New Roman"/>
                <w:i/>
                <w:sz w:val="16"/>
                <w:szCs w:val="16"/>
              </w:rPr>
              <w:t xml:space="preserve"> begin moments before model insertion until the model has been removed</w:t>
            </w:r>
            <w:r>
              <w:rPr>
                <w:rFonts w:ascii="Times New Roman" w:hAnsi="Times New Roman"/>
                <w:i/>
                <w:sz w:val="16"/>
                <w:szCs w:val="16"/>
              </w:rPr>
              <w:t>.</w:t>
            </w:r>
          </w:p>
        </w:tc>
      </w:tr>
    </w:tbl>
    <w:p w14:paraId="340AB7BB" w14:textId="77777777" w:rsidR="007F4875" w:rsidRPr="00A27063" w:rsidRDefault="007F4875" w:rsidP="00102CE5">
      <w:pPr>
        <w:ind w:right="720"/>
        <w:jc w:val="both"/>
        <w:rPr>
          <w:rFonts w:ascii="Times New Roman" w:hAnsi="Times New Roman"/>
          <w:sz w:val="16"/>
          <w:szCs w:val="16"/>
        </w:rPr>
      </w:pPr>
    </w:p>
    <w:tbl>
      <w:tblPr>
        <w:tblStyle w:val="TableGrid"/>
        <w:tblW w:w="10101" w:type="dxa"/>
        <w:tblLook w:val="04A0" w:firstRow="1" w:lastRow="0" w:firstColumn="1" w:lastColumn="0" w:noHBand="0" w:noVBand="1"/>
      </w:tblPr>
      <w:tblGrid>
        <w:gridCol w:w="4420"/>
        <w:gridCol w:w="5681"/>
      </w:tblGrid>
      <w:tr w:rsidR="00102CE5" w:rsidRPr="00A27063" w14:paraId="592C2965" w14:textId="77777777" w:rsidTr="007F4875">
        <w:trPr>
          <w:trHeight w:val="128"/>
        </w:trPr>
        <w:tc>
          <w:tcPr>
            <w:tcW w:w="10101" w:type="dxa"/>
            <w:gridSpan w:val="2"/>
          </w:tcPr>
          <w:p w14:paraId="1A375E5F" w14:textId="77777777" w:rsidR="00102CE5" w:rsidRPr="00ED4CC5" w:rsidRDefault="00ED4CC5" w:rsidP="00ED4CC5">
            <w:pPr>
              <w:jc w:val="center"/>
              <w:rPr>
                <w:rFonts w:ascii="Times New Roman" w:hAnsi="Times New Roman"/>
                <w:b/>
                <w:sz w:val="20"/>
                <w:szCs w:val="20"/>
              </w:rPr>
            </w:pPr>
            <w:r w:rsidRPr="00ED4CC5">
              <w:rPr>
                <w:rFonts w:ascii="Times New Roman" w:hAnsi="Times New Roman"/>
                <w:b/>
                <w:sz w:val="20"/>
                <w:szCs w:val="20"/>
              </w:rPr>
              <w:t>PYROMETER TARGET DESIGNATIONS</w:t>
            </w:r>
          </w:p>
        </w:tc>
      </w:tr>
      <w:tr w:rsidR="007F4875" w:rsidRPr="00A27063" w14:paraId="56F3760F" w14:textId="77777777" w:rsidTr="002C65A6">
        <w:trPr>
          <w:trHeight w:val="125"/>
        </w:trPr>
        <w:tc>
          <w:tcPr>
            <w:tcW w:w="4420" w:type="dxa"/>
          </w:tcPr>
          <w:p w14:paraId="0E3CDB17" w14:textId="77777777" w:rsidR="007F4875" w:rsidRPr="00ED4CC5" w:rsidRDefault="007F4875" w:rsidP="00102CE5">
            <w:pPr>
              <w:jc w:val="both"/>
              <w:rPr>
                <w:rFonts w:ascii="Times New Roman" w:hAnsi="Times New Roman"/>
                <w:b/>
                <w:sz w:val="16"/>
                <w:szCs w:val="16"/>
              </w:rPr>
            </w:pPr>
            <w:r w:rsidRPr="00ED4CC5">
              <w:rPr>
                <w:rFonts w:ascii="Times New Roman" w:hAnsi="Times New Roman"/>
                <w:b/>
                <w:sz w:val="16"/>
                <w:szCs w:val="16"/>
              </w:rPr>
              <w:t>Pyrometer #1</w:t>
            </w:r>
          </w:p>
        </w:tc>
        <w:sdt>
          <w:sdtPr>
            <w:rPr>
              <w:rFonts w:ascii="Times New Roman" w:hAnsi="Times New Roman"/>
              <w:sz w:val="16"/>
              <w:szCs w:val="16"/>
            </w:rPr>
            <w:id w:val="-1611281441"/>
            <w:picture/>
          </w:sdtPr>
          <w:sdtEndPr/>
          <w:sdtContent>
            <w:tc>
              <w:tcPr>
                <w:tcW w:w="5681" w:type="dxa"/>
                <w:vMerge w:val="restart"/>
              </w:tcPr>
              <w:p w14:paraId="4FADBB33" w14:textId="77777777" w:rsidR="007F4875" w:rsidRPr="00A27063" w:rsidRDefault="007F4875" w:rsidP="00102CE5">
                <w:pPr>
                  <w:jc w:val="both"/>
                  <w:rPr>
                    <w:rFonts w:ascii="Times New Roman" w:hAnsi="Times New Roman"/>
                    <w:sz w:val="16"/>
                    <w:szCs w:val="16"/>
                  </w:rPr>
                </w:pPr>
                <w:r>
                  <w:rPr>
                    <w:rFonts w:ascii="Times New Roman" w:hAnsi="Times New Roman"/>
                    <w:noProof/>
                    <w:sz w:val="20"/>
                    <w:szCs w:val="20"/>
                  </w:rPr>
                  <w:drawing>
                    <wp:inline distT="0" distB="0" distL="0" distR="0" wp14:anchorId="4C37E087" wp14:editId="16AD825F">
                      <wp:extent cx="3470798" cy="260032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3489591" cy="2614405"/>
                              </a:xfrm>
                              <a:prstGeom prst="rect">
                                <a:avLst/>
                              </a:prstGeom>
                              <a:noFill/>
                              <a:ln>
                                <a:noFill/>
                              </a:ln>
                            </pic:spPr>
                          </pic:pic>
                        </a:graphicData>
                      </a:graphic>
                    </wp:inline>
                  </w:drawing>
                </w:r>
              </w:p>
            </w:tc>
          </w:sdtContent>
        </w:sdt>
      </w:tr>
      <w:tr w:rsidR="002D5132" w14:paraId="416E25F5" w14:textId="77777777" w:rsidTr="002C65A6">
        <w:trPr>
          <w:trHeight w:val="1097"/>
        </w:trPr>
        <w:tc>
          <w:tcPr>
            <w:tcW w:w="4420" w:type="dxa"/>
          </w:tcPr>
          <w:p w14:paraId="5504F1D1" w14:textId="77777777" w:rsidR="00102CE5" w:rsidRPr="00ED4CC5" w:rsidRDefault="00102CE5" w:rsidP="0071681C">
            <w:pPr>
              <w:jc w:val="both"/>
              <w:rPr>
                <w:rFonts w:ascii="Times New Roman" w:hAnsi="Times New Roman" w:cs="Times New Roman"/>
                <w:b/>
                <w:sz w:val="16"/>
                <w:szCs w:val="16"/>
              </w:rPr>
            </w:pPr>
            <w:r w:rsidRPr="00ED4CC5">
              <w:rPr>
                <w:rFonts w:ascii="Times New Roman" w:hAnsi="Times New Roman" w:cs="Times New Roman"/>
                <w:b/>
                <w:sz w:val="16"/>
                <w:szCs w:val="16"/>
              </w:rPr>
              <w:t>Comments</w:t>
            </w:r>
            <w:r w:rsidR="00ED4CC5" w:rsidRPr="00ED4CC5">
              <w:rPr>
                <w:rFonts w:ascii="Times New Roman" w:hAnsi="Times New Roman" w:cs="Times New Roman"/>
                <w:b/>
                <w:sz w:val="16"/>
                <w:szCs w:val="16"/>
              </w:rPr>
              <w:t xml:space="preserve">: </w:t>
            </w:r>
            <w:sdt>
              <w:sdtPr>
                <w:rPr>
                  <w:rFonts w:ascii="Times New Roman" w:hAnsi="Times New Roman" w:cs="Times New Roman"/>
                  <w:b/>
                  <w:sz w:val="16"/>
                  <w:szCs w:val="16"/>
                </w:rPr>
                <w:id w:val="-1459486373"/>
                <w:placeholder>
                  <w:docPart w:val="2CF88B1F7734456DA1F76ECC20F51786"/>
                </w:placeholder>
              </w:sdtPr>
              <w:sdtEndPr/>
              <w:sdtContent>
                <w:r w:rsidR="008924D0" w:rsidRPr="00127538">
                  <w:rPr>
                    <w:rFonts w:ascii="Times New Roman" w:hAnsi="Times New Roman" w:cs="Times New Roman"/>
                    <w:sz w:val="16"/>
                    <w:szCs w:val="16"/>
                  </w:rPr>
                  <w:t xml:space="preserve"> </w:t>
                </w:r>
                <w:sdt>
                  <w:sdtPr>
                    <w:rPr>
                      <w:rFonts w:ascii="Times New Roman" w:hAnsi="Times New Roman" w:cs="Times New Roman"/>
                      <w:b/>
                      <w:sz w:val="16"/>
                      <w:szCs w:val="16"/>
                    </w:rPr>
                    <w:id w:val="1502923618"/>
                    <w:placeholder>
                      <w:docPart w:val="8ED8931E279E46D490F1FCD5DB448B4D"/>
                    </w:placeholder>
                  </w:sdtPr>
                  <w:sdtEndPr/>
                  <w:sdtContent>
                    <w:r w:rsidR="002D5132" w:rsidRPr="00127538">
                      <w:rPr>
                        <w:rFonts w:ascii="Times New Roman" w:hAnsi="Times New Roman" w:cs="Times New Roman"/>
                        <w:i/>
                        <w:sz w:val="16"/>
                        <w:szCs w:val="16"/>
                      </w:rPr>
                      <w:t>Please specify the dimensions of the target location as well as the target size requirement.</w:t>
                    </w:r>
                    <w:r w:rsidR="002D5132">
                      <w:rPr>
                        <w:rFonts w:ascii="Times New Roman" w:hAnsi="Times New Roman" w:cs="Times New Roman"/>
                        <w:sz w:val="16"/>
                        <w:szCs w:val="16"/>
                      </w:rPr>
                      <w:t xml:space="preserve"> </w:t>
                    </w:r>
                    <w:r w:rsidR="002D5132">
                      <w:rPr>
                        <w:rFonts w:ascii="Times New Roman" w:hAnsi="Times New Roman" w:cs="Times New Roman"/>
                        <w:i/>
                        <w:sz w:val="16"/>
                        <w:szCs w:val="16"/>
                      </w:rPr>
                      <w:t xml:space="preserve">Images maybe be attached in the right column indicating each of the target locations, ideally dimensions included in the images would be preferred. </w:t>
                    </w:r>
                    <w:r w:rsidR="002D5132" w:rsidRPr="00127538">
                      <w:rPr>
                        <w:rFonts w:ascii="Times New Roman" w:hAnsi="Times New Roman" w:cs="Times New Roman"/>
                        <w:sz w:val="16"/>
                        <w:szCs w:val="16"/>
                      </w:rPr>
                      <w:t xml:space="preserve">        </w:t>
                    </w:r>
                    <w:r w:rsidR="002D5132" w:rsidRPr="00127538">
                      <w:rPr>
                        <w:rFonts w:ascii="Times New Roman" w:hAnsi="Times New Roman" w:cs="Times New Roman"/>
                        <w:b/>
                        <w:sz w:val="16"/>
                        <w:szCs w:val="16"/>
                      </w:rPr>
                      <w:t xml:space="preserve">                        </w:t>
                    </w:r>
                  </w:sdtContent>
                </w:sdt>
                <w:r w:rsidR="008924D0" w:rsidRPr="00127538">
                  <w:rPr>
                    <w:rFonts w:ascii="Times New Roman" w:hAnsi="Times New Roman" w:cs="Times New Roman"/>
                    <w:sz w:val="16"/>
                    <w:szCs w:val="16"/>
                  </w:rPr>
                  <w:t xml:space="preserve">     </w:t>
                </w:r>
                <w:r w:rsidR="008924D0" w:rsidRPr="00127538">
                  <w:rPr>
                    <w:rFonts w:ascii="Times New Roman" w:hAnsi="Times New Roman" w:cs="Times New Roman"/>
                    <w:b/>
                    <w:sz w:val="16"/>
                    <w:szCs w:val="16"/>
                  </w:rPr>
                  <w:t xml:space="preserve">                        </w:t>
                </w:r>
              </w:sdtContent>
            </w:sdt>
          </w:p>
        </w:tc>
        <w:tc>
          <w:tcPr>
            <w:tcW w:w="5681" w:type="dxa"/>
            <w:vMerge/>
          </w:tcPr>
          <w:p w14:paraId="39BDCCFF" w14:textId="77777777" w:rsidR="00102CE5" w:rsidRDefault="00102CE5" w:rsidP="00102CE5">
            <w:pPr>
              <w:jc w:val="both"/>
              <w:rPr>
                <w:rFonts w:ascii="Times New Roman" w:hAnsi="Times New Roman"/>
                <w:sz w:val="20"/>
                <w:szCs w:val="20"/>
              </w:rPr>
            </w:pPr>
          </w:p>
        </w:tc>
      </w:tr>
      <w:tr w:rsidR="007F4875" w14:paraId="71B22857" w14:textId="77777777" w:rsidTr="002C65A6">
        <w:trPr>
          <w:trHeight w:val="170"/>
        </w:trPr>
        <w:tc>
          <w:tcPr>
            <w:tcW w:w="4420" w:type="dxa"/>
          </w:tcPr>
          <w:p w14:paraId="39B3013F" w14:textId="77777777" w:rsidR="007F4875" w:rsidRPr="00ED4CC5" w:rsidRDefault="007F4875" w:rsidP="00102CE5">
            <w:pPr>
              <w:jc w:val="both"/>
              <w:rPr>
                <w:rFonts w:ascii="Times New Roman" w:hAnsi="Times New Roman" w:cs="Times New Roman"/>
                <w:b/>
                <w:sz w:val="16"/>
                <w:szCs w:val="16"/>
              </w:rPr>
            </w:pPr>
            <w:r w:rsidRPr="00ED4CC5">
              <w:rPr>
                <w:rFonts w:ascii="Times New Roman" w:hAnsi="Times New Roman" w:cs="Times New Roman"/>
                <w:b/>
                <w:sz w:val="16"/>
                <w:szCs w:val="16"/>
              </w:rPr>
              <w:t>Pyrometer #2</w:t>
            </w:r>
          </w:p>
        </w:tc>
        <w:tc>
          <w:tcPr>
            <w:tcW w:w="5681" w:type="dxa"/>
            <w:vMerge/>
          </w:tcPr>
          <w:p w14:paraId="23438E2D" w14:textId="77777777" w:rsidR="007F4875" w:rsidRDefault="007F4875" w:rsidP="00102CE5">
            <w:pPr>
              <w:jc w:val="both"/>
              <w:rPr>
                <w:rFonts w:ascii="Times New Roman" w:hAnsi="Times New Roman"/>
                <w:sz w:val="20"/>
                <w:szCs w:val="20"/>
              </w:rPr>
            </w:pPr>
          </w:p>
        </w:tc>
      </w:tr>
      <w:tr w:rsidR="002D5132" w14:paraId="130D32BA" w14:textId="77777777" w:rsidTr="002C65A6">
        <w:trPr>
          <w:trHeight w:val="1142"/>
        </w:trPr>
        <w:tc>
          <w:tcPr>
            <w:tcW w:w="4420" w:type="dxa"/>
          </w:tcPr>
          <w:p w14:paraId="5AC28332" w14:textId="77777777" w:rsidR="00102CE5" w:rsidRPr="00ED4CC5" w:rsidRDefault="00102CE5" w:rsidP="00102CE5">
            <w:pPr>
              <w:jc w:val="both"/>
              <w:rPr>
                <w:rFonts w:ascii="Times New Roman" w:hAnsi="Times New Roman" w:cs="Times New Roman"/>
                <w:b/>
                <w:sz w:val="16"/>
                <w:szCs w:val="16"/>
              </w:rPr>
            </w:pPr>
            <w:r w:rsidRPr="00ED4CC5">
              <w:rPr>
                <w:rFonts w:ascii="Times New Roman" w:hAnsi="Times New Roman" w:cs="Times New Roman"/>
                <w:b/>
                <w:sz w:val="16"/>
                <w:szCs w:val="16"/>
              </w:rPr>
              <w:t>Comments</w:t>
            </w:r>
            <w:r w:rsidR="00ED4CC5" w:rsidRPr="00ED4CC5">
              <w:rPr>
                <w:rFonts w:ascii="Times New Roman" w:hAnsi="Times New Roman" w:cs="Times New Roman"/>
                <w:b/>
                <w:sz w:val="16"/>
                <w:szCs w:val="16"/>
              </w:rPr>
              <w:t xml:space="preserve">: </w:t>
            </w:r>
            <w:sdt>
              <w:sdtPr>
                <w:rPr>
                  <w:rFonts w:ascii="Times New Roman" w:hAnsi="Times New Roman" w:cs="Times New Roman"/>
                  <w:b/>
                  <w:sz w:val="16"/>
                  <w:szCs w:val="16"/>
                </w:rPr>
                <w:id w:val="1027684998"/>
                <w:placeholder>
                  <w:docPart w:val="B7B21BEFAF9A47FF91D340527239930F"/>
                </w:placeholder>
                <w:showingPlcHdr/>
              </w:sdtPr>
              <w:sdtEndPr/>
              <w:sdtContent>
                <w:r w:rsidR="00ED4CC5" w:rsidRPr="00ED4CC5">
                  <w:rPr>
                    <w:rStyle w:val="PlaceholderText"/>
                    <w:rFonts w:ascii="Times New Roman" w:hAnsi="Times New Roman" w:cs="Times New Roman"/>
                    <w:sz w:val="16"/>
                    <w:szCs w:val="16"/>
                  </w:rPr>
                  <w:t>Click or tap here to enter text.</w:t>
                </w:r>
              </w:sdtContent>
            </w:sdt>
          </w:p>
        </w:tc>
        <w:tc>
          <w:tcPr>
            <w:tcW w:w="5681" w:type="dxa"/>
            <w:vMerge/>
          </w:tcPr>
          <w:p w14:paraId="732FFD16" w14:textId="77777777" w:rsidR="00102CE5" w:rsidRDefault="00102CE5" w:rsidP="00102CE5">
            <w:pPr>
              <w:jc w:val="both"/>
              <w:rPr>
                <w:rFonts w:ascii="Times New Roman" w:hAnsi="Times New Roman"/>
                <w:sz w:val="20"/>
                <w:szCs w:val="20"/>
              </w:rPr>
            </w:pPr>
          </w:p>
        </w:tc>
      </w:tr>
      <w:tr w:rsidR="007F4875" w14:paraId="26EAD2D2" w14:textId="77777777" w:rsidTr="002C65A6">
        <w:trPr>
          <w:trHeight w:val="197"/>
        </w:trPr>
        <w:tc>
          <w:tcPr>
            <w:tcW w:w="4420" w:type="dxa"/>
          </w:tcPr>
          <w:p w14:paraId="7C5FB540" w14:textId="77777777" w:rsidR="007F4875" w:rsidRPr="00ED4CC5" w:rsidRDefault="007F4875" w:rsidP="00102CE5">
            <w:pPr>
              <w:jc w:val="both"/>
              <w:rPr>
                <w:rFonts w:ascii="Times New Roman" w:hAnsi="Times New Roman" w:cs="Times New Roman"/>
                <w:b/>
                <w:sz w:val="16"/>
                <w:szCs w:val="16"/>
              </w:rPr>
            </w:pPr>
            <w:r w:rsidRPr="00ED4CC5">
              <w:rPr>
                <w:rFonts w:ascii="Times New Roman" w:hAnsi="Times New Roman" w:cs="Times New Roman"/>
                <w:b/>
                <w:sz w:val="16"/>
                <w:szCs w:val="16"/>
              </w:rPr>
              <w:t>Pyrometer #3</w:t>
            </w:r>
          </w:p>
        </w:tc>
        <w:tc>
          <w:tcPr>
            <w:tcW w:w="5681" w:type="dxa"/>
            <w:vMerge/>
          </w:tcPr>
          <w:p w14:paraId="7EB9547A" w14:textId="77777777" w:rsidR="007F4875" w:rsidRDefault="007F4875" w:rsidP="00102CE5">
            <w:pPr>
              <w:jc w:val="both"/>
              <w:rPr>
                <w:rFonts w:ascii="Times New Roman" w:hAnsi="Times New Roman"/>
                <w:sz w:val="20"/>
                <w:szCs w:val="20"/>
              </w:rPr>
            </w:pPr>
          </w:p>
        </w:tc>
      </w:tr>
      <w:tr w:rsidR="002D5132" w14:paraId="664EA523" w14:textId="77777777" w:rsidTr="007F4875">
        <w:trPr>
          <w:trHeight w:val="319"/>
        </w:trPr>
        <w:tc>
          <w:tcPr>
            <w:tcW w:w="4420" w:type="dxa"/>
          </w:tcPr>
          <w:p w14:paraId="19A67791" w14:textId="77777777" w:rsidR="00102CE5" w:rsidRPr="00ED4CC5" w:rsidRDefault="00102CE5" w:rsidP="00102CE5">
            <w:pPr>
              <w:jc w:val="both"/>
              <w:rPr>
                <w:rFonts w:ascii="Times New Roman" w:hAnsi="Times New Roman" w:cs="Times New Roman"/>
                <w:b/>
                <w:sz w:val="16"/>
                <w:szCs w:val="16"/>
              </w:rPr>
            </w:pPr>
            <w:r w:rsidRPr="00ED4CC5">
              <w:rPr>
                <w:rFonts w:ascii="Times New Roman" w:hAnsi="Times New Roman" w:cs="Times New Roman"/>
                <w:b/>
                <w:sz w:val="16"/>
                <w:szCs w:val="16"/>
              </w:rPr>
              <w:t>Comments</w:t>
            </w:r>
            <w:r w:rsidR="00ED4CC5" w:rsidRPr="00ED4CC5">
              <w:rPr>
                <w:rFonts w:ascii="Times New Roman" w:hAnsi="Times New Roman" w:cs="Times New Roman"/>
                <w:b/>
                <w:sz w:val="16"/>
                <w:szCs w:val="16"/>
              </w:rPr>
              <w:t xml:space="preserve">: </w:t>
            </w:r>
            <w:sdt>
              <w:sdtPr>
                <w:rPr>
                  <w:rFonts w:ascii="Times New Roman" w:hAnsi="Times New Roman" w:cs="Times New Roman"/>
                  <w:b/>
                  <w:sz w:val="16"/>
                  <w:szCs w:val="16"/>
                </w:rPr>
                <w:id w:val="-2109569461"/>
                <w:placeholder>
                  <w:docPart w:val="BBF2598529C648C8B421817BB8E14500"/>
                </w:placeholder>
                <w:showingPlcHdr/>
              </w:sdtPr>
              <w:sdtEndPr/>
              <w:sdtContent>
                <w:r w:rsidR="00ED4CC5" w:rsidRPr="00ED4CC5">
                  <w:rPr>
                    <w:rStyle w:val="PlaceholderText"/>
                    <w:rFonts w:ascii="Times New Roman" w:hAnsi="Times New Roman" w:cs="Times New Roman"/>
                    <w:sz w:val="16"/>
                    <w:szCs w:val="16"/>
                  </w:rPr>
                  <w:t>Click or tap here to enter text.</w:t>
                </w:r>
              </w:sdtContent>
            </w:sdt>
          </w:p>
        </w:tc>
        <w:tc>
          <w:tcPr>
            <w:tcW w:w="5681" w:type="dxa"/>
            <w:vMerge/>
          </w:tcPr>
          <w:p w14:paraId="2245AEC6" w14:textId="77777777" w:rsidR="00102CE5" w:rsidRDefault="00102CE5" w:rsidP="00102CE5">
            <w:pPr>
              <w:jc w:val="both"/>
              <w:rPr>
                <w:rFonts w:ascii="Times New Roman" w:hAnsi="Times New Roman"/>
                <w:sz w:val="20"/>
                <w:szCs w:val="20"/>
              </w:rPr>
            </w:pPr>
          </w:p>
        </w:tc>
      </w:tr>
    </w:tbl>
    <w:p w14:paraId="72222D4B" w14:textId="77777777" w:rsidR="007F4875" w:rsidRDefault="007F4875" w:rsidP="007F4875">
      <w:pPr>
        <w:tabs>
          <w:tab w:val="left" w:pos="4590"/>
        </w:tabs>
        <w:jc w:val="both"/>
        <w:rPr>
          <w:rFonts w:ascii="Times New Roman" w:hAnsi="Times New Roman"/>
          <w:sz w:val="20"/>
          <w:szCs w:val="20"/>
        </w:rPr>
      </w:pPr>
    </w:p>
    <w:p w14:paraId="24308092" w14:textId="77777777" w:rsidR="007F4875" w:rsidRPr="001962B5" w:rsidRDefault="007F4875" w:rsidP="007F4875">
      <w:pPr>
        <w:tabs>
          <w:tab w:val="left" w:pos="4590"/>
        </w:tabs>
        <w:jc w:val="both"/>
        <w:rPr>
          <w:rFonts w:ascii="Times New Roman" w:hAnsi="Times New Roman"/>
          <w:sz w:val="20"/>
          <w:szCs w:val="2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
        <w:gridCol w:w="2075"/>
        <w:gridCol w:w="83"/>
        <w:gridCol w:w="1837"/>
        <w:gridCol w:w="5655"/>
      </w:tblGrid>
      <w:tr w:rsidR="00ED4CC5" w:rsidRPr="003A18C9" w14:paraId="558CABF6" w14:textId="77777777" w:rsidTr="00102CE5">
        <w:trPr>
          <w:trHeight w:val="50"/>
        </w:trPr>
        <w:tc>
          <w:tcPr>
            <w:tcW w:w="10060" w:type="dxa"/>
            <w:gridSpan w:val="5"/>
          </w:tcPr>
          <w:p w14:paraId="73C13149" w14:textId="77777777" w:rsidR="00ED4CC5" w:rsidRPr="003A18C9" w:rsidRDefault="00ED4CC5" w:rsidP="00102CE5">
            <w:pPr>
              <w:spacing w:after="0" w:line="240" w:lineRule="auto"/>
              <w:jc w:val="center"/>
              <w:rPr>
                <w:rFonts w:ascii="Times New Roman" w:hAnsi="Times New Roman"/>
                <w:b/>
                <w:sz w:val="20"/>
                <w:szCs w:val="20"/>
              </w:rPr>
            </w:pPr>
            <w:r>
              <w:rPr>
                <w:rFonts w:ascii="Times New Roman" w:hAnsi="Times New Roman"/>
                <w:b/>
                <w:sz w:val="20"/>
                <w:szCs w:val="20"/>
              </w:rPr>
              <w:lastRenderedPageBreak/>
              <w:t>INFRARED CAMERA DATA PROCESSING</w:t>
            </w:r>
          </w:p>
        </w:tc>
      </w:tr>
      <w:tr w:rsidR="00102CE5" w:rsidRPr="003A18C9" w14:paraId="7C43CFC7" w14:textId="77777777" w:rsidTr="00102CE5">
        <w:trPr>
          <w:trHeight w:val="50"/>
        </w:trPr>
        <w:tc>
          <w:tcPr>
            <w:tcW w:w="10060" w:type="dxa"/>
            <w:gridSpan w:val="5"/>
          </w:tcPr>
          <w:p w14:paraId="10ADF2AF" w14:textId="77777777" w:rsidR="00102CE5" w:rsidRPr="00ED4CC5" w:rsidRDefault="00102CE5" w:rsidP="00102CE5">
            <w:pPr>
              <w:spacing w:after="0" w:line="240" w:lineRule="auto"/>
              <w:jc w:val="center"/>
              <w:rPr>
                <w:rFonts w:ascii="Times New Roman" w:hAnsi="Times New Roman"/>
                <w:b/>
                <w:sz w:val="18"/>
                <w:szCs w:val="18"/>
              </w:rPr>
            </w:pPr>
            <w:r w:rsidRPr="00ED4CC5">
              <w:rPr>
                <w:rFonts w:ascii="Times New Roman" w:hAnsi="Times New Roman"/>
                <w:b/>
                <w:sz w:val="18"/>
                <w:szCs w:val="18"/>
              </w:rPr>
              <w:t>Line Profiles</w:t>
            </w:r>
          </w:p>
        </w:tc>
      </w:tr>
      <w:tr w:rsidR="00102CE5" w:rsidRPr="003A18C9" w14:paraId="467A8E51" w14:textId="77777777" w:rsidTr="007F4875">
        <w:trPr>
          <w:trHeight w:val="161"/>
        </w:trPr>
        <w:tc>
          <w:tcPr>
            <w:tcW w:w="2485" w:type="dxa"/>
            <w:gridSpan w:val="2"/>
          </w:tcPr>
          <w:p w14:paraId="50870BF0" w14:textId="77777777" w:rsidR="00102CE5" w:rsidRPr="00ED4CC5" w:rsidRDefault="00102CE5" w:rsidP="00102CE5">
            <w:pPr>
              <w:spacing w:after="0" w:line="240" w:lineRule="auto"/>
              <w:jc w:val="both"/>
              <w:rPr>
                <w:rFonts w:ascii="Times New Roman" w:hAnsi="Times New Roman" w:cs="Times New Roman"/>
                <w:b/>
                <w:sz w:val="16"/>
                <w:szCs w:val="16"/>
              </w:rPr>
            </w:pPr>
            <w:r w:rsidRPr="00ED4CC5">
              <w:rPr>
                <w:rFonts w:ascii="Times New Roman" w:hAnsi="Times New Roman" w:cs="Times New Roman"/>
                <w:b/>
                <w:sz w:val="16"/>
                <w:szCs w:val="16"/>
              </w:rPr>
              <w:t xml:space="preserve"># of Line Profile Reports  </w:t>
            </w:r>
          </w:p>
        </w:tc>
        <w:tc>
          <w:tcPr>
            <w:tcW w:w="1920" w:type="dxa"/>
            <w:gridSpan w:val="2"/>
          </w:tcPr>
          <w:sdt>
            <w:sdtPr>
              <w:rPr>
                <w:rFonts w:ascii="Times New Roman" w:hAnsi="Times New Roman" w:cs="Times New Roman"/>
                <w:sz w:val="16"/>
                <w:szCs w:val="16"/>
              </w:rPr>
              <w:alias w:val="value"/>
              <w:tag w:val="value"/>
              <w:id w:val="-2130854971"/>
              <w:placeholder>
                <w:docPart w:val="78894368434748EF8F769E210CF8A8D4"/>
              </w:placeholder>
              <w:dropDownList>
                <w:listItem w:value="Choose an item."/>
                <w:listItem w:displayText="1" w:value="1"/>
                <w:listItem w:displayText="2" w:value="2"/>
                <w:listItem w:displayText="3" w:value="3"/>
                <w:listItem w:displayText="4" w:value="4"/>
                <w:listItem w:displayText="5" w:value="5"/>
              </w:dropDownList>
            </w:sdtPr>
            <w:sdtEndPr/>
            <w:sdtContent>
              <w:p w14:paraId="67E1DFC2" w14:textId="77777777" w:rsidR="00102CE5" w:rsidRPr="00ED4CC5" w:rsidRDefault="00F04C3A" w:rsidP="00102CE5">
                <w:pPr>
                  <w:spacing w:after="0" w:line="240" w:lineRule="auto"/>
                  <w:rPr>
                    <w:rFonts w:ascii="Times New Roman" w:hAnsi="Times New Roman" w:cs="Times New Roman"/>
                    <w:sz w:val="16"/>
                    <w:szCs w:val="16"/>
                  </w:rPr>
                </w:pPr>
                <w:r>
                  <w:rPr>
                    <w:rFonts w:ascii="Times New Roman" w:hAnsi="Times New Roman" w:cs="Times New Roman"/>
                    <w:sz w:val="16"/>
                    <w:szCs w:val="16"/>
                  </w:rPr>
                  <w:t>4</w:t>
                </w:r>
              </w:p>
            </w:sdtContent>
          </w:sdt>
          <w:p w14:paraId="5F52130E" w14:textId="77777777" w:rsidR="00102CE5" w:rsidRPr="00ED4CC5" w:rsidRDefault="00102CE5" w:rsidP="00102CE5">
            <w:pPr>
              <w:spacing w:after="0" w:line="240" w:lineRule="auto"/>
              <w:rPr>
                <w:rFonts w:ascii="Times New Roman" w:hAnsi="Times New Roman" w:cs="Times New Roman"/>
                <w:sz w:val="16"/>
                <w:szCs w:val="16"/>
              </w:rPr>
            </w:pPr>
          </w:p>
        </w:tc>
        <w:tc>
          <w:tcPr>
            <w:tcW w:w="5655" w:type="dxa"/>
            <w:vMerge w:val="restart"/>
          </w:tcPr>
          <w:p w14:paraId="6AB1EA68" w14:textId="77777777" w:rsidR="00102CE5" w:rsidRPr="003A18C9" w:rsidRDefault="00350F6A" w:rsidP="00102CE5">
            <w:pPr>
              <w:spacing w:after="0" w:line="240" w:lineRule="auto"/>
              <w:rPr>
                <w:rFonts w:ascii="Times New Roman" w:hAnsi="Times New Roman"/>
                <w:sz w:val="20"/>
                <w:szCs w:val="20"/>
              </w:rPr>
            </w:pPr>
            <w:sdt>
              <w:sdtPr>
                <w:rPr>
                  <w:rFonts w:ascii="Times New Roman" w:hAnsi="Times New Roman"/>
                  <w:sz w:val="20"/>
                  <w:szCs w:val="20"/>
                </w:rPr>
                <w:id w:val="241848707"/>
                <w:picture/>
              </w:sdtPr>
              <w:sdtEndPr/>
              <w:sdtContent>
                <w:r w:rsidR="0071681C">
                  <w:rPr>
                    <w:rFonts w:ascii="Times New Roman" w:hAnsi="Times New Roman"/>
                    <w:noProof/>
                    <w:sz w:val="20"/>
                    <w:szCs w:val="20"/>
                  </w:rPr>
                  <w:drawing>
                    <wp:inline distT="0" distB="0" distL="0" distR="0" wp14:anchorId="196F3C7F" wp14:editId="5B70A0A3">
                      <wp:extent cx="3546372" cy="26289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3615982" cy="2680502"/>
                              </a:xfrm>
                              <a:prstGeom prst="rect">
                                <a:avLst/>
                              </a:prstGeom>
                              <a:noFill/>
                              <a:ln>
                                <a:noFill/>
                              </a:ln>
                            </pic:spPr>
                          </pic:pic>
                        </a:graphicData>
                      </a:graphic>
                    </wp:inline>
                  </w:drawing>
                </w:r>
              </w:sdtContent>
            </w:sdt>
            <w:r w:rsidR="00102CE5" w:rsidRPr="0030272E">
              <w:rPr>
                <w:rFonts w:ascii="Times New Roman" w:hAnsi="Times New Roman"/>
                <w:noProof/>
                <w:color w:val="0000FF"/>
                <w:sz w:val="20"/>
                <w:szCs w:val="20"/>
              </w:rPr>
              <mc:AlternateContent>
                <mc:Choice Requires="wps">
                  <w:drawing>
                    <wp:anchor distT="45720" distB="45720" distL="114300" distR="114300" simplePos="0" relativeHeight="251663360" behindDoc="0" locked="0" layoutInCell="1" allowOverlap="1" wp14:anchorId="0ACF7884" wp14:editId="544F17A0">
                      <wp:simplePos x="0" y="0"/>
                      <wp:positionH relativeFrom="column">
                        <wp:posOffset>342265</wp:posOffset>
                      </wp:positionH>
                      <wp:positionV relativeFrom="paragraph">
                        <wp:posOffset>1437904</wp:posOffset>
                      </wp:positionV>
                      <wp:extent cx="258445" cy="318770"/>
                      <wp:effectExtent l="0" t="0" r="0" b="508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 cy="318770"/>
                              </a:xfrm>
                              <a:prstGeom prst="rect">
                                <a:avLst/>
                              </a:prstGeom>
                              <a:noFill/>
                              <a:ln w="9525">
                                <a:noFill/>
                                <a:miter lim="800000"/>
                                <a:headEnd/>
                                <a:tailEnd/>
                              </a:ln>
                            </wps:spPr>
                            <wps:txbx>
                              <w:txbxContent>
                                <w:p w14:paraId="0CFAAB38" w14:textId="77777777" w:rsidR="0061786E" w:rsidRPr="0030272E" w:rsidRDefault="0061786E" w:rsidP="00102CE5">
                                  <w:pPr>
                                    <w:rPr>
                                      <w:b/>
                                      <w:color w:val="FFFFFF" w:themeColor="background1"/>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7A1B2B" id="_x0000_t202" coordsize="21600,21600" o:spt="202" path="m,l,21600r21600,l21600,xe">
                      <v:stroke joinstyle="miter"/>
                      <v:path gradientshapeok="t" o:connecttype="rect"/>
                    </v:shapetype>
                    <v:shape id="Text Box 2" o:spid="_x0000_s1026" type="#_x0000_t202" style="position:absolute;margin-left:26.95pt;margin-top:113.2pt;width:20.35pt;height:25.1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" filled="f" stroked="f">
                      <v:textbox>
                        <w:txbxContent>
                          <w:p w:rsidR="0061786E" w:rsidRPr="0030272E" w:rsidRDefault="0061786E" w:rsidP="00102CE5">
                            <w:pPr>
                              <w:rPr>
                                <w:b/>
                                <w:color w:val="FFFFFF" w:themeColor="background1"/>
                                <w:sz w:val="24"/>
                              </w:rPr>
                            </w:pPr>
                          </w:p>
                        </w:txbxContent>
                      </v:textbox>
                    </v:shape>
                  </w:pict>
                </mc:Fallback>
              </mc:AlternateContent>
            </w:r>
            <w:r w:rsidR="00102CE5" w:rsidRPr="0030272E">
              <w:rPr>
                <w:rFonts w:ascii="Times New Roman" w:hAnsi="Times New Roman"/>
                <w:noProof/>
                <w:color w:val="0000FF"/>
                <w:sz w:val="20"/>
                <w:szCs w:val="20"/>
              </w:rPr>
              <mc:AlternateContent>
                <mc:Choice Requires="wps">
                  <w:drawing>
                    <wp:anchor distT="45720" distB="45720" distL="114300" distR="114300" simplePos="0" relativeHeight="251662336" behindDoc="0" locked="0" layoutInCell="1" allowOverlap="1" wp14:anchorId="794A2D63" wp14:editId="2DBC2E1F">
                      <wp:simplePos x="0" y="0"/>
                      <wp:positionH relativeFrom="column">
                        <wp:posOffset>2171329</wp:posOffset>
                      </wp:positionH>
                      <wp:positionV relativeFrom="paragraph">
                        <wp:posOffset>258445</wp:posOffset>
                      </wp:positionV>
                      <wp:extent cx="258445" cy="318770"/>
                      <wp:effectExtent l="0" t="0" r="0" b="508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 cy="318770"/>
                              </a:xfrm>
                              <a:prstGeom prst="rect">
                                <a:avLst/>
                              </a:prstGeom>
                              <a:noFill/>
                              <a:ln w="9525">
                                <a:noFill/>
                                <a:miter lim="800000"/>
                                <a:headEnd/>
                                <a:tailEnd/>
                              </a:ln>
                            </wps:spPr>
                            <wps:txbx>
                              <w:txbxContent>
                                <w:p w14:paraId="6BD2CAFD" w14:textId="77777777" w:rsidR="0061786E" w:rsidRPr="0030272E" w:rsidRDefault="0061786E" w:rsidP="00102CE5">
                                  <w:pPr>
                                    <w:rPr>
                                      <w:b/>
                                      <w:color w:val="FFFFFF" w:themeColor="background1"/>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04C504" id="_x0000_s1027" type="#_x0000_t202" style="position:absolute;margin-left:170.95pt;margin-top:20.35pt;width:20.35pt;height:25.1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" filled="f" stroked="f">
                      <v:textbox>
                        <w:txbxContent>
                          <w:p w:rsidR="0061786E" w:rsidRPr="0030272E" w:rsidRDefault="0061786E" w:rsidP="00102CE5">
                            <w:pPr>
                              <w:rPr>
                                <w:b/>
                                <w:color w:val="FFFFFF" w:themeColor="background1"/>
                                <w:sz w:val="24"/>
                              </w:rPr>
                            </w:pPr>
                          </w:p>
                        </w:txbxContent>
                      </v:textbox>
                    </v:shape>
                  </w:pict>
                </mc:Fallback>
              </mc:AlternateContent>
            </w:r>
            <w:r w:rsidR="00102CE5" w:rsidRPr="0030272E">
              <w:rPr>
                <w:rFonts w:ascii="Times New Roman" w:hAnsi="Times New Roman"/>
                <w:noProof/>
                <w:color w:val="0000FF"/>
                <w:sz w:val="20"/>
                <w:szCs w:val="20"/>
              </w:rPr>
              <mc:AlternateContent>
                <mc:Choice Requires="wps">
                  <w:drawing>
                    <wp:anchor distT="45720" distB="45720" distL="114300" distR="114300" simplePos="0" relativeHeight="251661312" behindDoc="0" locked="0" layoutInCell="1" allowOverlap="1" wp14:anchorId="2742182E" wp14:editId="2DA66A0A">
                      <wp:simplePos x="0" y="0"/>
                      <wp:positionH relativeFrom="column">
                        <wp:posOffset>1594221</wp:posOffset>
                      </wp:positionH>
                      <wp:positionV relativeFrom="paragraph">
                        <wp:posOffset>55245</wp:posOffset>
                      </wp:positionV>
                      <wp:extent cx="258445" cy="318770"/>
                      <wp:effectExtent l="0" t="0" r="0" b="508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 cy="318770"/>
                              </a:xfrm>
                              <a:prstGeom prst="rect">
                                <a:avLst/>
                              </a:prstGeom>
                              <a:noFill/>
                              <a:ln w="9525">
                                <a:noFill/>
                                <a:miter lim="800000"/>
                                <a:headEnd/>
                                <a:tailEnd/>
                              </a:ln>
                            </wps:spPr>
                            <wps:txbx>
                              <w:txbxContent>
                                <w:p w14:paraId="08818B33" w14:textId="77777777" w:rsidR="0061786E" w:rsidRPr="0030272E" w:rsidRDefault="0061786E" w:rsidP="00102CE5">
                                  <w:pPr>
                                    <w:rPr>
                                      <w:b/>
                                      <w:color w:val="FFFFFF" w:themeColor="background1"/>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3F3748" id="_x0000_s1028" type="#_x0000_t202" style="position:absolute;margin-left:125.55pt;margin-top:4.35pt;width:20.35pt;height:25.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" filled="f" stroked="f">
                      <v:textbox>
                        <w:txbxContent>
                          <w:p w:rsidR="0061786E" w:rsidRPr="0030272E" w:rsidRDefault="0061786E" w:rsidP="00102CE5">
                            <w:pPr>
                              <w:rPr>
                                <w:b/>
                                <w:color w:val="FFFFFF" w:themeColor="background1"/>
                                <w:sz w:val="24"/>
                              </w:rPr>
                            </w:pPr>
                          </w:p>
                        </w:txbxContent>
                      </v:textbox>
                    </v:shape>
                  </w:pict>
                </mc:Fallback>
              </mc:AlternateContent>
            </w:r>
            <w:r w:rsidR="00102CE5" w:rsidRPr="0030272E">
              <w:rPr>
                <w:rFonts w:ascii="Times New Roman" w:hAnsi="Times New Roman"/>
                <w:noProof/>
                <w:color w:val="0000FF"/>
                <w:sz w:val="20"/>
                <w:szCs w:val="20"/>
              </w:rPr>
              <mc:AlternateContent>
                <mc:Choice Requires="wps">
                  <w:drawing>
                    <wp:anchor distT="45720" distB="45720" distL="114300" distR="114300" simplePos="0" relativeHeight="251660288" behindDoc="0" locked="0" layoutInCell="1" allowOverlap="1" wp14:anchorId="643EC67D" wp14:editId="5751A6D7">
                      <wp:simplePos x="0" y="0"/>
                      <wp:positionH relativeFrom="column">
                        <wp:posOffset>1042299</wp:posOffset>
                      </wp:positionH>
                      <wp:positionV relativeFrom="paragraph">
                        <wp:posOffset>76200</wp:posOffset>
                      </wp:positionV>
                      <wp:extent cx="258445" cy="318770"/>
                      <wp:effectExtent l="0" t="0" r="0" b="508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 cy="318770"/>
                              </a:xfrm>
                              <a:prstGeom prst="rect">
                                <a:avLst/>
                              </a:prstGeom>
                              <a:noFill/>
                              <a:ln w="9525">
                                <a:noFill/>
                                <a:miter lim="800000"/>
                                <a:headEnd/>
                                <a:tailEnd/>
                              </a:ln>
                            </wps:spPr>
                            <wps:txbx>
                              <w:txbxContent>
                                <w:p w14:paraId="7E48E259" w14:textId="77777777" w:rsidR="0061786E" w:rsidRPr="0030272E" w:rsidRDefault="0061786E" w:rsidP="00102CE5">
                                  <w:pPr>
                                    <w:rPr>
                                      <w:b/>
                                      <w:color w:val="FFFFFF" w:themeColor="background1"/>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501B50" id="_x0000_s1029" type="#_x0000_t202" style="position:absolute;margin-left:82.05pt;margin-top:6pt;width:20.35pt;height:25.1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" filled="f" stroked="f">
                      <v:textbox>
                        <w:txbxContent>
                          <w:p w:rsidR="0061786E" w:rsidRPr="0030272E" w:rsidRDefault="0061786E" w:rsidP="00102CE5">
                            <w:pPr>
                              <w:rPr>
                                <w:b/>
                                <w:color w:val="FFFFFF" w:themeColor="background1"/>
                                <w:sz w:val="24"/>
                              </w:rPr>
                            </w:pPr>
                          </w:p>
                        </w:txbxContent>
                      </v:textbox>
                    </v:shape>
                  </w:pict>
                </mc:Fallback>
              </mc:AlternateContent>
            </w:r>
            <w:r w:rsidR="00102CE5" w:rsidRPr="0030272E">
              <w:rPr>
                <w:rFonts w:ascii="Times New Roman" w:hAnsi="Times New Roman"/>
                <w:noProof/>
                <w:color w:val="0000FF"/>
                <w:sz w:val="20"/>
                <w:szCs w:val="20"/>
              </w:rPr>
              <mc:AlternateContent>
                <mc:Choice Requires="wps">
                  <w:drawing>
                    <wp:anchor distT="45720" distB="45720" distL="114300" distR="114300" simplePos="0" relativeHeight="251659264" behindDoc="0" locked="0" layoutInCell="1" allowOverlap="1" wp14:anchorId="727A627D" wp14:editId="5C215430">
                      <wp:simplePos x="0" y="0"/>
                      <wp:positionH relativeFrom="column">
                        <wp:posOffset>548005</wp:posOffset>
                      </wp:positionH>
                      <wp:positionV relativeFrom="paragraph">
                        <wp:posOffset>516626</wp:posOffset>
                      </wp:positionV>
                      <wp:extent cx="258445" cy="318770"/>
                      <wp:effectExtent l="0" t="0" r="0" b="508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 cy="318770"/>
                              </a:xfrm>
                              <a:prstGeom prst="rect">
                                <a:avLst/>
                              </a:prstGeom>
                              <a:noFill/>
                              <a:ln w="9525">
                                <a:noFill/>
                                <a:miter lim="800000"/>
                                <a:headEnd/>
                                <a:tailEnd/>
                              </a:ln>
                            </wps:spPr>
                            <wps:txbx>
                              <w:txbxContent>
                                <w:p w14:paraId="714D80B8" w14:textId="77777777" w:rsidR="0061786E" w:rsidRPr="0030272E" w:rsidRDefault="0061786E" w:rsidP="00102CE5">
                                  <w:pPr>
                                    <w:rPr>
                                      <w:b/>
                                      <w:color w:val="FFFFFF" w:themeColor="background1"/>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EF8804" id="_x0000_s1030" type="#_x0000_t202" style="position:absolute;margin-left:43.15pt;margin-top:40.7pt;width:20.35pt;height:25.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" filled="f" stroked="f">
                      <v:textbox>
                        <w:txbxContent>
                          <w:p w:rsidR="0061786E" w:rsidRPr="0030272E" w:rsidRDefault="0061786E" w:rsidP="00102CE5">
                            <w:pPr>
                              <w:rPr>
                                <w:b/>
                                <w:color w:val="FFFFFF" w:themeColor="background1"/>
                                <w:sz w:val="24"/>
                              </w:rPr>
                            </w:pPr>
                          </w:p>
                        </w:txbxContent>
                      </v:textbox>
                    </v:shape>
                  </w:pict>
                </mc:Fallback>
              </mc:AlternateContent>
            </w:r>
          </w:p>
        </w:tc>
      </w:tr>
      <w:tr w:rsidR="00102CE5" w:rsidRPr="003A18C9" w14:paraId="440440E8" w14:textId="77777777" w:rsidTr="007F4875">
        <w:trPr>
          <w:trHeight w:val="146"/>
        </w:trPr>
        <w:tc>
          <w:tcPr>
            <w:tcW w:w="4405" w:type="dxa"/>
            <w:gridSpan w:val="4"/>
          </w:tcPr>
          <w:p w14:paraId="66B2A0E6" w14:textId="77777777" w:rsidR="00102CE5" w:rsidRPr="00ED4CC5" w:rsidRDefault="00102CE5" w:rsidP="00102CE5">
            <w:pPr>
              <w:spacing w:after="0" w:line="240" w:lineRule="auto"/>
              <w:jc w:val="both"/>
              <w:rPr>
                <w:rFonts w:ascii="Times New Roman" w:hAnsi="Times New Roman" w:cs="Times New Roman"/>
                <w:b/>
                <w:sz w:val="16"/>
                <w:szCs w:val="16"/>
              </w:rPr>
            </w:pPr>
            <w:r w:rsidRPr="00ED4CC5">
              <w:rPr>
                <w:rFonts w:ascii="Times New Roman" w:hAnsi="Times New Roman" w:cs="Times New Roman"/>
                <w:b/>
                <w:sz w:val="16"/>
                <w:szCs w:val="16"/>
              </w:rPr>
              <w:t>Emissivity (0-1)</w:t>
            </w:r>
          </w:p>
          <w:sdt>
            <w:sdtPr>
              <w:rPr>
                <w:rFonts w:ascii="Times New Roman" w:hAnsi="Times New Roman" w:cs="Times New Roman"/>
                <w:sz w:val="16"/>
                <w:szCs w:val="16"/>
              </w:rPr>
              <w:id w:val="193279772"/>
              <w:placeholder>
                <w:docPart w:val="C135F47383F74623968DE92E485B19F9"/>
              </w:placeholder>
            </w:sdtPr>
            <w:sdtEndPr/>
            <w:sdtContent>
              <w:p w14:paraId="6DD391D6" w14:textId="77777777" w:rsidR="00102CE5" w:rsidRPr="00ED4CC5" w:rsidRDefault="00F04C3A" w:rsidP="00F04C3A">
                <w:pPr>
                  <w:spacing w:after="0" w:line="240" w:lineRule="auto"/>
                  <w:rPr>
                    <w:rFonts w:ascii="Times New Roman" w:hAnsi="Times New Roman" w:cs="Times New Roman"/>
                    <w:sz w:val="16"/>
                    <w:szCs w:val="16"/>
                  </w:rPr>
                </w:pPr>
                <w:r>
                  <w:rPr>
                    <w:rFonts w:ascii="Times New Roman" w:hAnsi="Times New Roman" w:cs="Times New Roman"/>
                    <w:sz w:val="16"/>
                    <w:szCs w:val="16"/>
                  </w:rPr>
                  <w:t>1</w:t>
                </w:r>
              </w:p>
            </w:sdtContent>
          </w:sdt>
        </w:tc>
        <w:tc>
          <w:tcPr>
            <w:tcW w:w="5655" w:type="dxa"/>
            <w:vMerge/>
          </w:tcPr>
          <w:p w14:paraId="688EA95D" w14:textId="77777777" w:rsidR="00102CE5" w:rsidRPr="003A18C9" w:rsidRDefault="00102CE5" w:rsidP="00102CE5">
            <w:pPr>
              <w:spacing w:after="0" w:line="240" w:lineRule="auto"/>
              <w:jc w:val="center"/>
              <w:rPr>
                <w:noProof/>
                <w:sz w:val="20"/>
                <w:szCs w:val="20"/>
              </w:rPr>
            </w:pPr>
          </w:p>
        </w:tc>
      </w:tr>
      <w:tr w:rsidR="00102CE5" w:rsidRPr="003A18C9" w14:paraId="014B9647" w14:textId="77777777" w:rsidTr="007F4875">
        <w:trPr>
          <w:trHeight w:val="146"/>
        </w:trPr>
        <w:tc>
          <w:tcPr>
            <w:tcW w:w="4405" w:type="dxa"/>
            <w:gridSpan w:val="4"/>
          </w:tcPr>
          <w:p w14:paraId="723AE23D" w14:textId="77777777" w:rsidR="00102CE5" w:rsidRPr="00ED4CC5" w:rsidRDefault="00102CE5" w:rsidP="00102CE5">
            <w:pPr>
              <w:spacing w:after="0" w:line="240" w:lineRule="auto"/>
              <w:jc w:val="center"/>
              <w:rPr>
                <w:rFonts w:ascii="Times New Roman" w:hAnsi="Times New Roman" w:cs="Times New Roman"/>
                <w:b/>
                <w:sz w:val="16"/>
                <w:szCs w:val="16"/>
              </w:rPr>
            </w:pPr>
            <w:r w:rsidRPr="00ED4CC5">
              <w:rPr>
                <w:rFonts w:ascii="Times New Roman" w:hAnsi="Times New Roman" w:cs="Times New Roman"/>
                <w:b/>
                <w:sz w:val="16"/>
                <w:szCs w:val="16"/>
              </w:rPr>
              <w:t xml:space="preserve">ROI (Region of Interest) </w:t>
            </w:r>
          </w:p>
        </w:tc>
        <w:tc>
          <w:tcPr>
            <w:tcW w:w="5655" w:type="dxa"/>
            <w:vMerge/>
          </w:tcPr>
          <w:p w14:paraId="580635D2" w14:textId="77777777" w:rsidR="00102CE5" w:rsidRPr="003A18C9" w:rsidRDefault="00102CE5" w:rsidP="00102CE5">
            <w:pPr>
              <w:spacing w:after="0" w:line="240" w:lineRule="auto"/>
              <w:jc w:val="both"/>
              <w:rPr>
                <w:rFonts w:ascii="Times New Roman" w:hAnsi="Times New Roman"/>
                <w:sz w:val="20"/>
                <w:szCs w:val="20"/>
              </w:rPr>
            </w:pPr>
          </w:p>
        </w:tc>
      </w:tr>
      <w:tr w:rsidR="00102CE5" w:rsidRPr="003A18C9" w14:paraId="3AA9A9E6" w14:textId="77777777" w:rsidTr="007F4875">
        <w:trPr>
          <w:trHeight w:val="305"/>
        </w:trPr>
        <w:tc>
          <w:tcPr>
            <w:tcW w:w="410" w:type="dxa"/>
          </w:tcPr>
          <w:p w14:paraId="4BD0E53A" w14:textId="77777777" w:rsidR="00102CE5" w:rsidRPr="00ED4CC5" w:rsidRDefault="00102CE5" w:rsidP="00102CE5">
            <w:pPr>
              <w:spacing w:after="0" w:line="240" w:lineRule="auto"/>
              <w:jc w:val="center"/>
              <w:rPr>
                <w:rFonts w:ascii="Times New Roman" w:hAnsi="Times New Roman" w:cs="Times New Roman"/>
                <w:sz w:val="16"/>
                <w:szCs w:val="16"/>
              </w:rPr>
            </w:pPr>
            <w:r w:rsidRPr="00ED4CC5">
              <w:rPr>
                <w:rFonts w:ascii="Times New Roman" w:hAnsi="Times New Roman" w:cs="Times New Roman"/>
                <w:sz w:val="16"/>
                <w:szCs w:val="16"/>
              </w:rPr>
              <w:t>1</w:t>
            </w:r>
          </w:p>
        </w:tc>
        <w:sdt>
          <w:sdtPr>
            <w:rPr>
              <w:rFonts w:ascii="Times New Roman" w:hAnsi="Times New Roman" w:cs="Times New Roman"/>
              <w:sz w:val="16"/>
              <w:szCs w:val="16"/>
            </w:rPr>
            <w:alias w:val="shapes"/>
            <w:tag w:val="shapes"/>
            <w:id w:val="-277410334"/>
            <w:placeholder>
              <w:docPart w:val="5609695B665345969E9BF4D5E4BCDE21"/>
            </w:placeholder>
            <w:dropDownList>
              <w:listItem w:value="Choose an item."/>
              <w:listItem w:displayText="point" w:value="point"/>
              <w:listItem w:displayText="line" w:value="line"/>
              <w:listItem w:displayText="broken line" w:value="broken line"/>
              <w:listItem w:displayText="rectangle" w:value="rectangle"/>
              <w:listItem w:displayText="circle" w:value="circle"/>
              <w:listItem w:displayText="polygon" w:value="polygon"/>
            </w:dropDownList>
          </w:sdtPr>
          <w:sdtEndPr/>
          <w:sdtContent>
            <w:tc>
              <w:tcPr>
                <w:tcW w:w="2158" w:type="dxa"/>
                <w:gridSpan w:val="2"/>
              </w:tcPr>
              <w:p w14:paraId="27F6CE32" w14:textId="77777777" w:rsidR="00102CE5" w:rsidRPr="00ED4CC5" w:rsidRDefault="00F04C3A" w:rsidP="00102CE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broken line</w:t>
                </w:r>
              </w:p>
            </w:tc>
          </w:sdtContent>
        </w:sdt>
        <w:sdt>
          <w:sdtPr>
            <w:rPr>
              <w:rFonts w:ascii="Times New Roman" w:hAnsi="Times New Roman" w:cs="Times New Roman"/>
              <w:sz w:val="16"/>
              <w:szCs w:val="16"/>
            </w:rPr>
            <w:alias w:val="color"/>
            <w:tag w:val="color"/>
            <w:id w:val="-1806537093"/>
            <w:placeholder>
              <w:docPart w:val="CAAA9564383E439B92CE3CCD8673B25D"/>
            </w:placeholder>
            <w:dropDownList>
              <w:listItem w:value="Choose an item."/>
              <w:listItem w:displayText="blue" w:value="blue"/>
              <w:listItem w:displayText="red" w:value="red"/>
              <w:listItem w:displayText="green" w:value="green"/>
              <w:listItem w:displayText="purple" w:value="purple"/>
              <w:listItem w:displayText="electric blue" w:value="electric blue"/>
              <w:listItem w:displayText="navy blue" w:value="navy blue"/>
              <w:listItem w:displayText="maroon" w:value="maroon"/>
              <w:listItem w:displayText="olive" w:value="olive"/>
              <w:listItem w:displayText="violet" w:value="violet"/>
            </w:dropDownList>
          </w:sdtPr>
          <w:sdtEndPr/>
          <w:sdtContent>
            <w:tc>
              <w:tcPr>
                <w:tcW w:w="1837" w:type="dxa"/>
              </w:tcPr>
              <w:p w14:paraId="4251173A" w14:textId="77777777" w:rsidR="00102CE5" w:rsidRPr="00ED4CC5" w:rsidRDefault="00F04C3A" w:rsidP="00ED4CC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green</w:t>
                </w:r>
              </w:p>
            </w:tc>
          </w:sdtContent>
        </w:sdt>
        <w:tc>
          <w:tcPr>
            <w:tcW w:w="5655" w:type="dxa"/>
            <w:vMerge/>
          </w:tcPr>
          <w:p w14:paraId="3BF4D55A" w14:textId="77777777" w:rsidR="00102CE5" w:rsidRPr="003A18C9" w:rsidRDefault="00102CE5" w:rsidP="00102CE5">
            <w:pPr>
              <w:spacing w:after="0" w:line="240" w:lineRule="auto"/>
              <w:jc w:val="both"/>
              <w:rPr>
                <w:rFonts w:ascii="Times New Roman" w:hAnsi="Times New Roman"/>
                <w:sz w:val="20"/>
                <w:szCs w:val="20"/>
              </w:rPr>
            </w:pPr>
          </w:p>
        </w:tc>
      </w:tr>
      <w:tr w:rsidR="00102CE5" w:rsidRPr="003A18C9" w14:paraId="5EADE9F0" w14:textId="77777777" w:rsidTr="007F4875">
        <w:trPr>
          <w:trHeight w:val="341"/>
        </w:trPr>
        <w:tc>
          <w:tcPr>
            <w:tcW w:w="410" w:type="dxa"/>
          </w:tcPr>
          <w:p w14:paraId="19E7ABFB" w14:textId="77777777" w:rsidR="00102CE5" w:rsidRPr="00ED4CC5" w:rsidRDefault="00102CE5" w:rsidP="00102CE5">
            <w:pPr>
              <w:spacing w:after="0" w:line="240" w:lineRule="auto"/>
              <w:jc w:val="center"/>
              <w:rPr>
                <w:rFonts w:ascii="Times New Roman" w:hAnsi="Times New Roman"/>
                <w:sz w:val="16"/>
                <w:szCs w:val="16"/>
              </w:rPr>
            </w:pPr>
            <w:r w:rsidRPr="00ED4CC5">
              <w:rPr>
                <w:rFonts w:ascii="Times New Roman" w:hAnsi="Times New Roman"/>
                <w:sz w:val="16"/>
                <w:szCs w:val="16"/>
              </w:rPr>
              <w:t>2</w:t>
            </w:r>
          </w:p>
        </w:tc>
        <w:sdt>
          <w:sdtPr>
            <w:rPr>
              <w:rFonts w:ascii="Times New Roman" w:hAnsi="Times New Roman" w:cs="Times New Roman"/>
              <w:sz w:val="16"/>
              <w:szCs w:val="16"/>
            </w:rPr>
            <w:alias w:val="shapes"/>
            <w:tag w:val="shapes"/>
            <w:id w:val="-1731074777"/>
            <w:placeholder>
              <w:docPart w:val="C8ABB1FABD214938AEB46EF5F4963DED"/>
            </w:placeholder>
            <w:dropDownList>
              <w:listItem w:value="Choose an item."/>
              <w:listItem w:displayText="point" w:value="point"/>
              <w:listItem w:displayText="line" w:value="line"/>
              <w:listItem w:displayText="broken line" w:value="broken line"/>
              <w:listItem w:displayText="rectangle" w:value="rectangle"/>
              <w:listItem w:displayText="circle" w:value="circle"/>
              <w:listItem w:displayText="polygon" w:value="polygon"/>
            </w:dropDownList>
          </w:sdtPr>
          <w:sdtEndPr/>
          <w:sdtContent>
            <w:tc>
              <w:tcPr>
                <w:tcW w:w="2158" w:type="dxa"/>
                <w:gridSpan w:val="2"/>
              </w:tcPr>
              <w:p w14:paraId="67BD8456" w14:textId="77777777" w:rsidR="00102CE5" w:rsidRPr="000F10DB" w:rsidRDefault="00F04C3A" w:rsidP="00102CE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line</w:t>
                </w:r>
              </w:p>
            </w:tc>
          </w:sdtContent>
        </w:sdt>
        <w:sdt>
          <w:sdtPr>
            <w:rPr>
              <w:rFonts w:ascii="Times New Roman" w:hAnsi="Times New Roman" w:cs="Times New Roman"/>
              <w:sz w:val="16"/>
              <w:szCs w:val="16"/>
            </w:rPr>
            <w:alias w:val="color"/>
            <w:tag w:val="color"/>
            <w:id w:val="560993336"/>
            <w:placeholder>
              <w:docPart w:val="F724E607F6FF4197B98B8B0E1CDC61DC"/>
            </w:placeholder>
            <w:dropDownList>
              <w:listItem w:value="Choose an item."/>
              <w:listItem w:displayText="blue" w:value="blue"/>
              <w:listItem w:displayText="red" w:value="red"/>
              <w:listItem w:displayText="green" w:value="green"/>
              <w:listItem w:displayText="purple" w:value="purple"/>
              <w:listItem w:displayText="electric blue" w:value="electric blue"/>
              <w:listItem w:displayText="navy blue" w:value="navy blue"/>
              <w:listItem w:displayText="maroon" w:value="maroon"/>
              <w:listItem w:displayText="olive" w:value="olive"/>
              <w:listItem w:displayText="violet" w:value="violet"/>
            </w:dropDownList>
          </w:sdtPr>
          <w:sdtEndPr/>
          <w:sdtContent>
            <w:tc>
              <w:tcPr>
                <w:tcW w:w="1837" w:type="dxa"/>
              </w:tcPr>
              <w:p w14:paraId="6C8AD45F" w14:textId="77777777" w:rsidR="00102CE5" w:rsidRPr="000F10DB" w:rsidRDefault="00F04C3A" w:rsidP="00ED4CC5">
                <w:pPr>
                  <w:spacing w:after="0" w:line="240" w:lineRule="auto"/>
                  <w:jc w:val="center"/>
                  <w:rPr>
                    <w:rFonts w:ascii="Times New Roman" w:hAnsi="Times New Roman"/>
                    <w:sz w:val="16"/>
                    <w:szCs w:val="16"/>
                  </w:rPr>
                </w:pPr>
                <w:r>
                  <w:rPr>
                    <w:rFonts w:ascii="Times New Roman" w:hAnsi="Times New Roman" w:cs="Times New Roman"/>
                    <w:sz w:val="16"/>
                    <w:szCs w:val="16"/>
                  </w:rPr>
                  <w:t>purple</w:t>
                </w:r>
              </w:p>
            </w:tc>
          </w:sdtContent>
        </w:sdt>
        <w:tc>
          <w:tcPr>
            <w:tcW w:w="5655" w:type="dxa"/>
            <w:vMerge/>
          </w:tcPr>
          <w:p w14:paraId="25022764" w14:textId="77777777" w:rsidR="00102CE5" w:rsidRPr="003A18C9" w:rsidRDefault="00102CE5" w:rsidP="00102CE5">
            <w:pPr>
              <w:spacing w:after="0" w:line="240" w:lineRule="auto"/>
              <w:jc w:val="both"/>
              <w:rPr>
                <w:rFonts w:ascii="Times New Roman" w:hAnsi="Times New Roman"/>
                <w:sz w:val="20"/>
                <w:szCs w:val="20"/>
              </w:rPr>
            </w:pPr>
          </w:p>
        </w:tc>
      </w:tr>
      <w:tr w:rsidR="00102CE5" w:rsidRPr="003A18C9" w14:paraId="57B398D1" w14:textId="77777777" w:rsidTr="007F4875">
        <w:trPr>
          <w:trHeight w:val="323"/>
        </w:trPr>
        <w:tc>
          <w:tcPr>
            <w:tcW w:w="410" w:type="dxa"/>
          </w:tcPr>
          <w:p w14:paraId="50F48862" w14:textId="77777777" w:rsidR="00102CE5" w:rsidRPr="00ED4CC5" w:rsidRDefault="00102CE5" w:rsidP="00102CE5">
            <w:pPr>
              <w:spacing w:after="0" w:line="240" w:lineRule="auto"/>
              <w:jc w:val="center"/>
              <w:rPr>
                <w:rFonts w:ascii="Times New Roman" w:hAnsi="Times New Roman"/>
                <w:sz w:val="16"/>
                <w:szCs w:val="16"/>
              </w:rPr>
            </w:pPr>
            <w:r w:rsidRPr="00ED4CC5">
              <w:rPr>
                <w:rFonts w:ascii="Times New Roman" w:hAnsi="Times New Roman"/>
                <w:sz w:val="16"/>
                <w:szCs w:val="16"/>
              </w:rPr>
              <w:t>3</w:t>
            </w:r>
          </w:p>
        </w:tc>
        <w:sdt>
          <w:sdtPr>
            <w:rPr>
              <w:rFonts w:ascii="Times New Roman" w:hAnsi="Times New Roman" w:cs="Times New Roman"/>
              <w:sz w:val="16"/>
              <w:szCs w:val="16"/>
            </w:rPr>
            <w:alias w:val="shapes"/>
            <w:tag w:val="shapes"/>
            <w:id w:val="2140983663"/>
            <w:placeholder>
              <w:docPart w:val="8C8A56E05CBA4A89BC684367F862751A"/>
            </w:placeholder>
            <w:dropDownList>
              <w:listItem w:value="Choose an item."/>
              <w:listItem w:displayText="point" w:value="point"/>
              <w:listItem w:displayText="line" w:value="line"/>
              <w:listItem w:displayText="broken line" w:value="broken line"/>
              <w:listItem w:displayText="rectangle" w:value="rectangle"/>
              <w:listItem w:displayText="circle" w:value="circle"/>
              <w:listItem w:displayText="polygon" w:value="polygon"/>
            </w:dropDownList>
          </w:sdtPr>
          <w:sdtEndPr/>
          <w:sdtContent>
            <w:tc>
              <w:tcPr>
                <w:tcW w:w="2158" w:type="dxa"/>
                <w:gridSpan w:val="2"/>
              </w:tcPr>
              <w:p w14:paraId="5020FC88" w14:textId="77777777" w:rsidR="00102CE5" w:rsidRPr="007C0CF4" w:rsidRDefault="00F04C3A" w:rsidP="00102CE5">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circle</w:t>
                </w:r>
              </w:p>
            </w:tc>
          </w:sdtContent>
        </w:sdt>
        <w:sdt>
          <w:sdtPr>
            <w:rPr>
              <w:rFonts w:ascii="Times New Roman" w:hAnsi="Times New Roman" w:cs="Times New Roman"/>
              <w:sz w:val="16"/>
              <w:szCs w:val="16"/>
            </w:rPr>
            <w:alias w:val="color"/>
            <w:tag w:val="color"/>
            <w:id w:val="1665671730"/>
            <w:placeholder>
              <w:docPart w:val="B29D6B9C73EA4B01B0AC29F8CF1881EB"/>
            </w:placeholder>
            <w:dropDownList>
              <w:listItem w:value="Choose an item."/>
              <w:listItem w:displayText="blue" w:value="blue"/>
              <w:listItem w:displayText="red" w:value="red"/>
              <w:listItem w:displayText="green" w:value="green"/>
              <w:listItem w:displayText="purple" w:value="purple"/>
              <w:listItem w:displayText="electric blue" w:value="electric blue"/>
              <w:listItem w:displayText="navy blue" w:value="navy blue"/>
              <w:listItem w:displayText="maroon" w:value="maroon"/>
              <w:listItem w:displayText="olive" w:value="olive"/>
              <w:listItem w:displayText="violet" w:value="violet"/>
            </w:dropDownList>
          </w:sdtPr>
          <w:sdtEndPr/>
          <w:sdtContent>
            <w:tc>
              <w:tcPr>
                <w:tcW w:w="1837" w:type="dxa"/>
              </w:tcPr>
              <w:p w14:paraId="1C84BA96" w14:textId="77777777" w:rsidR="00102CE5" w:rsidRPr="007C0CF4" w:rsidRDefault="00F04C3A" w:rsidP="00ED4CC5">
                <w:pPr>
                  <w:spacing w:after="0" w:line="240" w:lineRule="auto"/>
                  <w:jc w:val="center"/>
                  <w:rPr>
                    <w:rFonts w:ascii="Times New Roman" w:hAnsi="Times New Roman"/>
                    <w:sz w:val="16"/>
                    <w:szCs w:val="16"/>
                  </w:rPr>
                </w:pPr>
                <w:r>
                  <w:rPr>
                    <w:rFonts w:ascii="Times New Roman" w:hAnsi="Times New Roman" w:cs="Times New Roman"/>
                    <w:sz w:val="16"/>
                    <w:szCs w:val="16"/>
                  </w:rPr>
                  <w:t>red</w:t>
                </w:r>
              </w:p>
            </w:tc>
          </w:sdtContent>
        </w:sdt>
        <w:tc>
          <w:tcPr>
            <w:tcW w:w="5655" w:type="dxa"/>
            <w:vMerge/>
          </w:tcPr>
          <w:p w14:paraId="2AF6C36B" w14:textId="77777777" w:rsidR="00102CE5" w:rsidRPr="003A18C9" w:rsidRDefault="00102CE5" w:rsidP="00102CE5">
            <w:pPr>
              <w:spacing w:after="0" w:line="240" w:lineRule="auto"/>
              <w:jc w:val="both"/>
              <w:rPr>
                <w:rFonts w:ascii="Times New Roman" w:hAnsi="Times New Roman"/>
                <w:sz w:val="20"/>
                <w:szCs w:val="20"/>
              </w:rPr>
            </w:pPr>
          </w:p>
        </w:tc>
      </w:tr>
      <w:tr w:rsidR="00102CE5" w:rsidRPr="003A18C9" w14:paraId="363C8737" w14:textId="77777777" w:rsidTr="007F4875">
        <w:trPr>
          <w:trHeight w:val="281"/>
        </w:trPr>
        <w:tc>
          <w:tcPr>
            <w:tcW w:w="410" w:type="dxa"/>
          </w:tcPr>
          <w:p w14:paraId="1FFA6591" w14:textId="77777777" w:rsidR="00102CE5" w:rsidRPr="00ED4CC5" w:rsidRDefault="00102CE5" w:rsidP="00102CE5">
            <w:pPr>
              <w:spacing w:after="0" w:line="240" w:lineRule="auto"/>
              <w:jc w:val="center"/>
              <w:rPr>
                <w:rFonts w:ascii="Times New Roman" w:hAnsi="Times New Roman"/>
                <w:sz w:val="16"/>
                <w:szCs w:val="16"/>
              </w:rPr>
            </w:pPr>
            <w:r w:rsidRPr="00ED4CC5">
              <w:rPr>
                <w:rFonts w:ascii="Times New Roman" w:hAnsi="Times New Roman"/>
                <w:sz w:val="16"/>
                <w:szCs w:val="16"/>
              </w:rPr>
              <w:t>4</w:t>
            </w:r>
          </w:p>
          <w:p w14:paraId="641724C5" w14:textId="77777777" w:rsidR="00102CE5" w:rsidRPr="00ED4CC5" w:rsidRDefault="00102CE5" w:rsidP="00102CE5">
            <w:pPr>
              <w:spacing w:after="0" w:line="240" w:lineRule="auto"/>
              <w:jc w:val="center"/>
              <w:rPr>
                <w:rFonts w:ascii="Times New Roman" w:hAnsi="Times New Roman"/>
                <w:sz w:val="16"/>
                <w:szCs w:val="16"/>
              </w:rPr>
            </w:pPr>
          </w:p>
        </w:tc>
        <w:sdt>
          <w:sdtPr>
            <w:rPr>
              <w:rFonts w:ascii="Times New Roman" w:hAnsi="Times New Roman" w:cs="Times New Roman"/>
              <w:sz w:val="16"/>
              <w:szCs w:val="16"/>
            </w:rPr>
            <w:alias w:val="shapes"/>
            <w:tag w:val="shapes"/>
            <w:id w:val="-1920777121"/>
            <w:placeholder>
              <w:docPart w:val="385690641F024236BF75E9A475E9B459"/>
            </w:placeholder>
            <w:showingPlcHdr/>
            <w:dropDownList>
              <w:listItem w:value="Choose an item."/>
              <w:listItem w:displayText="point" w:value="point"/>
              <w:listItem w:displayText="line" w:value="line"/>
              <w:listItem w:displayText="broken line" w:value="broken line"/>
              <w:listItem w:displayText="rectangle" w:value="rectangle"/>
              <w:listItem w:displayText="circle" w:value="circle"/>
              <w:listItem w:displayText="polygon" w:value="polygon"/>
            </w:dropDownList>
          </w:sdtPr>
          <w:sdtEndPr/>
          <w:sdtContent>
            <w:tc>
              <w:tcPr>
                <w:tcW w:w="2158" w:type="dxa"/>
                <w:gridSpan w:val="2"/>
              </w:tcPr>
              <w:p w14:paraId="66EA8323" w14:textId="77777777" w:rsidR="00102CE5" w:rsidRPr="007C0CF4" w:rsidRDefault="00102CE5" w:rsidP="00102CE5">
                <w:pPr>
                  <w:spacing w:after="0" w:line="240" w:lineRule="auto"/>
                  <w:jc w:val="center"/>
                  <w:rPr>
                    <w:rFonts w:ascii="Times New Roman" w:hAnsi="Times New Roman" w:cs="Times New Roman"/>
                    <w:sz w:val="16"/>
                    <w:szCs w:val="16"/>
                  </w:rPr>
                </w:pPr>
                <w:r w:rsidRPr="007C0CF4">
                  <w:rPr>
                    <w:rStyle w:val="PlaceholderText"/>
                    <w:rFonts w:ascii="Times New Roman" w:hAnsi="Times New Roman" w:cs="Times New Roman"/>
                    <w:color w:val="auto"/>
                    <w:sz w:val="16"/>
                    <w:szCs w:val="16"/>
                  </w:rPr>
                  <w:t>Choose an item.</w:t>
                </w:r>
              </w:p>
            </w:tc>
          </w:sdtContent>
        </w:sdt>
        <w:sdt>
          <w:sdtPr>
            <w:rPr>
              <w:rFonts w:ascii="Times New Roman" w:hAnsi="Times New Roman" w:cs="Times New Roman"/>
              <w:sz w:val="16"/>
              <w:szCs w:val="16"/>
            </w:rPr>
            <w:alias w:val="color"/>
            <w:tag w:val="color"/>
            <w:id w:val="180177965"/>
            <w:placeholder>
              <w:docPart w:val="246638892F4F48BEBB1C8BEB12993080"/>
            </w:placeholder>
            <w:showingPlcHdr/>
            <w:dropDownList>
              <w:listItem w:value="Choose an item."/>
              <w:listItem w:displayText="blue" w:value="blue"/>
              <w:listItem w:displayText="red" w:value="red"/>
              <w:listItem w:displayText="green" w:value="green"/>
              <w:listItem w:displayText="purple" w:value="purple"/>
              <w:listItem w:displayText="electric blue" w:value="electric blue"/>
              <w:listItem w:displayText="navy blue" w:value="navy blue"/>
              <w:listItem w:displayText="maroon" w:value="maroon"/>
              <w:listItem w:displayText="olive" w:value="olive"/>
              <w:listItem w:displayText="violet" w:value="violet"/>
            </w:dropDownList>
          </w:sdtPr>
          <w:sdtEndPr/>
          <w:sdtContent>
            <w:tc>
              <w:tcPr>
                <w:tcW w:w="1837" w:type="dxa"/>
              </w:tcPr>
              <w:p w14:paraId="4DB5D34B" w14:textId="77777777" w:rsidR="00102CE5" w:rsidRPr="007C0CF4" w:rsidRDefault="00102CE5" w:rsidP="00ED4CC5">
                <w:pPr>
                  <w:spacing w:after="0" w:line="240" w:lineRule="auto"/>
                  <w:jc w:val="center"/>
                  <w:rPr>
                    <w:rFonts w:ascii="Times New Roman" w:hAnsi="Times New Roman"/>
                    <w:sz w:val="16"/>
                    <w:szCs w:val="16"/>
                  </w:rPr>
                </w:pPr>
                <w:r w:rsidRPr="007C0CF4">
                  <w:rPr>
                    <w:rStyle w:val="PlaceholderText"/>
                    <w:rFonts w:ascii="Times New Roman" w:hAnsi="Times New Roman" w:cs="Times New Roman"/>
                    <w:color w:val="auto"/>
                    <w:sz w:val="16"/>
                    <w:szCs w:val="16"/>
                  </w:rPr>
                  <w:t>Select color</w:t>
                </w:r>
              </w:p>
            </w:tc>
          </w:sdtContent>
        </w:sdt>
        <w:tc>
          <w:tcPr>
            <w:tcW w:w="5655" w:type="dxa"/>
            <w:vMerge/>
          </w:tcPr>
          <w:p w14:paraId="5377CE92" w14:textId="77777777" w:rsidR="00102CE5" w:rsidRPr="003A18C9" w:rsidRDefault="00102CE5" w:rsidP="00102CE5">
            <w:pPr>
              <w:spacing w:after="0" w:line="240" w:lineRule="auto"/>
              <w:jc w:val="both"/>
              <w:rPr>
                <w:rFonts w:ascii="Times New Roman" w:hAnsi="Times New Roman"/>
                <w:sz w:val="20"/>
                <w:szCs w:val="20"/>
              </w:rPr>
            </w:pPr>
          </w:p>
        </w:tc>
      </w:tr>
      <w:tr w:rsidR="00ED4CC5" w:rsidRPr="003A18C9" w14:paraId="028A6DD8" w14:textId="77777777" w:rsidTr="007F4875">
        <w:trPr>
          <w:trHeight w:val="405"/>
        </w:trPr>
        <w:tc>
          <w:tcPr>
            <w:tcW w:w="4405" w:type="dxa"/>
            <w:gridSpan w:val="4"/>
          </w:tcPr>
          <w:p w14:paraId="4B1C0A18" w14:textId="77777777" w:rsidR="00ED4CC5" w:rsidRPr="00AE3E06" w:rsidRDefault="00ED4CC5" w:rsidP="00064D12">
            <w:pPr>
              <w:spacing w:after="0" w:line="240" w:lineRule="auto"/>
              <w:rPr>
                <w:rFonts w:ascii="Times New Roman" w:hAnsi="Times New Roman"/>
                <w:sz w:val="16"/>
                <w:szCs w:val="16"/>
              </w:rPr>
            </w:pPr>
            <w:r w:rsidRPr="00AE3E06">
              <w:rPr>
                <w:rFonts w:ascii="Times New Roman" w:hAnsi="Times New Roman" w:cs="Times New Roman"/>
                <w:b/>
                <w:sz w:val="16"/>
                <w:szCs w:val="16"/>
              </w:rPr>
              <w:t>Comments</w:t>
            </w:r>
            <w:r w:rsidRPr="00AE3E06">
              <w:rPr>
                <w:rFonts w:ascii="Times New Roman" w:hAnsi="Times New Roman" w:cs="Times New Roman"/>
                <w:sz w:val="16"/>
                <w:szCs w:val="16"/>
              </w:rPr>
              <w:t>:</w:t>
            </w:r>
            <w:r w:rsidRPr="00AE3E06">
              <w:rPr>
                <w:rStyle w:val="PlaceholderText"/>
                <w:rFonts w:ascii="Times New Roman" w:hAnsi="Times New Roman" w:cs="Times New Roman"/>
                <w:color w:val="auto"/>
                <w:sz w:val="16"/>
                <w:szCs w:val="16"/>
              </w:rPr>
              <w:t xml:space="preserve"> </w:t>
            </w:r>
            <w:sdt>
              <w:sdtPr>
                <w:rPr>
                  <w:rFonts w:ascii="Times New Roman" w:hAnsi="Times New Roman" w:cs="Times New Roman"/>
                  <w:sz w:val="16"/>
                  <w:szCs w:val="16"/>
                </w:rPr>
                <w:id w:val="1950737013"/>
                <w:placeholder>
                  <w:docPart w:val="B0CB9A8A91EA4201BBCEDA32FE7709E0"/>
                </w:placeholder>
                <w15:color w:val="000000"/>
              </w:sdtPr>
              <w:sdtEndPr/>
              <w:sdtContent>
                <w:r w:rsidRPr="00AE3E06">
                  <w:rPr>
                    <w:rStyle w:val="PlaceholderText"/>
                    <w:rFonts w:ascii="Times New Roman" w:hAnsi="Times New Roman" w:cs="Times New Roman"/>
                    <w:color w:val="auto"/>
                    <w:sz w:val="16"/>
                    <w:szCs w:val="16"/>
                  </w:rPr>
                  <w:t xml:space="preserve"> </w:t>
                </w:r>
                <w:r w:rsidR="00D836BD" w:rsidRPr="0079583C">
                  <w:rPr>
                    <w:rStyle w:val="PlaceholderText"/>
                    <w:rFonts w:ascii="Times New Roman" w:hAnsi="Times New Roman" w:cs="Times New Roman"/>
                    <w:i/>
                    <w:color w:val="auto"/>
                    <w:sz w:val="16"/>
                    <w:szCs w:val="16"/>
                  </w:rPr>
                  <w:t xml:space="preserve">Line </w:t>
                </w:r>
                <w:r w:rsidR="00914100" w:rsidRPr="0079583C">
                  <w:rPr>
                    <w:rStyle w:val="PlaceholderText"/>
                    <w:rFonts w:ascii="Times New Roman" w:hAnsi="Times New Roman" w:cs="Times New Roman"/>
                    <w:i/>
                    <w:color w:val="auto"/>
                    <w:sz w:val="16"/>
                    <w:szCs w:val="16"/>
                  </w:rPr>
                  <w:t xml:space="preserve">Profiles in our case refer to a </w:t>
                </w:r>
                <w:r w:rsidR="00D836BD" w:rsidRPr="0079583C">
                  <w:rPr>
                    <w:rStyle w:val="PlaceholderText"/>
                    <w:rFonts w:ascii="Times New Roman" w:hAnsi="Times New Roman" w:cs="Times New Roman"/>
                    <w:i/>
                    <w:color w:val="auto"/>
                    <w:sz w:val="16"/>
                    <w:szCs w:val="16"/>
                  </w:rPr>
                  <w:t>specific type of d</w:t>
                </w:r>
                <w:r w:rsidR="00914100" w:rsidRPr="0079583C">
                  <w:rPr>
                    <w:rStyle w:val="PlaceholderText"/>
                    <w:rFonts w:ascii="Times New Roman" w:hAnsi="Times New Roman" w:cs="Times New Roman"/>
                    <w:i/>
                    <w:color w:val="auto"/>
                    <w:sz w:val="16"/>
                    <w:szCs w:val="16"/>
                  </w:rPr>
                  <w:t xml:space="preserve">ata report given to customers as a portion of the Thermal Imaging packet. </w:t>
                </w:r>
                <w:r w:rsidR="008764F9" w:rsidRPr="0079583C">
                  <w:rPr>
                    <w:rStyle w:val="PlaceholderText"/>
                    <w:rFonts w:ascii="Times New Roman" w:hAnsi="Times New Roman" w:cs="Times New Roman"/>
                    <w:i/>
                    <w:color w:val="auto"/>
                    <w:sz w:val="16"/>
                    <w:szCs w:val="16"/>
                  </w:rPr>
                  <w:t>Line Profiles</w:t>
                </w:r>
                <w:r w:rsidR="00914100" w:rsidRPr="0079583C">
                  <w:rPr>
                    <w:rStyle w:val="PlaceholderText"/>
                    <w:rFonts w:ascii="Times New Roman" w:hAnsi="Times New Roman" w:cs="Times New Roman"/>
                    <w:i/>
                    <w:color w:val="auto"/>
                    <w:sz w:val="16"/>
                    <w:szCs w:val="16"/>
                  </w:rPr>
                  <w:t xml:space="preserve"> display temperature values along a specified line. </w:t>
                </w:r>
                <w:r w:rsidR="00A82700" w:rsidRPr="0079583C">
                  <w:rPr>
                    <w:rStyle w:val="PlaceholderText"/>
                    <w:rFonts w:ascii="Times New Roman" w:hAnsi="Times New Roman" w:cs="Times New Roman"/>
                    <w:i/>
                    <w:color w:val="auto"/>
                    <w:sz w:val="16"/>
                    <w:szCs w:val="16"/>
                  </w:rPr>
                  <w:t>Beside for the thickness,</w:t>
                </w:r>
                <w:r w:rsidR="00914100" w:rsidRPr="0079583C">
                  <w:rPr>
                    <w:rStyle w:val="PlaceholderText"/>
                    <w:rFonts w:ascii="Times New Roman" w:hAnsi="Times New Roman" w:cs="Times New Roman"/>
                    <w:i/>
                    <w:color w:val="auto"/>
                    <w:sz w:val="16"/>
                    <w:szCs w:val="16"/>
                  </w:rPr>
                  <w:t xml:space="preserve"> line</w:t>
                </w:r>
                <w:r w:rsidR="00A82700" w:rsidRPr="0079583C">
                  <w:rPr>
                    <w:rStyle w:val="PlaceholderText"/>
                    <w:rFonts w:ascii="Times New Roman" w:hAnsi="Times New Roman" w:cs="Times New Roman"/>
                    <w:i/>
                    <w:color w:val="auto"/>
                    <w:sz w:val="16"/>
                    <w:szCs w:val="16"/>
                  </w:rPr>
                  <w:t>s are</w:t>
                </w:r>
                <w:r w:rsidR="00914100" w:rsidRPr="0079583C">
                  <w:rPr>
                    <w:rStyle w:val="PlaceholderText"/>
                    <w:rFonts w:ascii="Times New Roman" w:hAnsi="Times New Roman" w:cs="Times New Roman"/>
                    <w:i/>
                    <w:color w:val="auto"/>
                    <w:sz w:val="16"/>
                    <w:szCs w:val="16"/>
                  </w:rPr>
                  <w:t xml:space="preserve"> fully customizable in terms of orientation or distance as long as it resides within the overall image bein</w:t>
                </w:r>
                <w:r w:rsidR="008764F9" w:rsidRPr="0079583C">
                  <w:rPr>
                    <w:rStyle w:val="PlaceholderText"/>
                    <w:rFonts w:ascii="Times New Roman" w:hAnsi="Times New Roman" w:cs="Times New Roman"/>
                    <w:i/>
                    <w:color w:val="auto"/>
                    <w:sz w:val="16"/>
                    <w:szCs w:val="16"/>
                  </w:rPr>
                  <w:t>g captured. Up to four lines may</w:t>
                </w:r>
                <w:r w:rsidR="00914100" w:rsidRPr="0079583C">
                  <w:rPr>
                    <w:rStyle w:val="PlaceholderText"/>
                    <w:rFonts w:ascii="Times New Roman" w:hAnsi="Times New Roman" w:cs="Times New Roman"/>
                    <w:i/>
                    <w:color w:val="auto"/>
                    <w:sz w:val="16"/>
                    <w:szCs w:val="16"/>
                  </w:rPr>
                  <w:t xml:space="preserve"> be created</w:t>
                </w:r>
                <w:r w:rsidR="00064D12" w:rsidRPr="0079583C">
                  <w:rPr>
                    <w:rStyle w:val="PlaceholderText"/>
                    <w:rFonts w:ascii="Times New Roman" w:hAnsi="Times New Roman" w:cs="Times New Roman"/>
                    <w:i/>
                    <w:color w:val="auto"/>
                    <w:sz w:val="16"/>
                    <w:szCs w:val="16"/>
                  </w:rPr>
                  <w:t xml:space="preserve"> per report</w:t>
                </w:r>
                <w:r w:rsidR="00914100" w:rsidRPr="0079583C">
                  <w:rPr>
                    <w:rStyle w:val="PlaceholderText"/>
                    <w:rFonts w:ascii="Times New Roman" w:hAnsi="Times New Roman" w:cs="Times New Roman"/>
                    <w:i/>
                    <w:color w:val="auto"/>
                    <w:sz w:val="16"/>
                    <w:szCs w:val="16"/>
                  </w:rPr>
                  <w:t xml:space="preserve"> with additional l</w:t>
                </w:r>
                <w:r w:rsidR="000F10DB">
                  <w:rPr>
                    <w:rStyle w:val="PlaceholderText"/>
                    <w:rFonts w:ascii="Times New Roman" w:hAnsi="Times New Roman" w:cs="Times New Roman"/>
                    <w:i/>
                    <w:color w:val="auto"/>
                    <w:sz w:val="16"/>
                    <w:szCs w:val="16"/>
                  </w:rPr>
                  <w:t>ines possible if requested. Each Line Profile R</w:t>
                </w:r>
                <w:r w:rsidR="00914100" w:rsidRPr="0079583C">
                  <w:rPr>
                    <w:rStyle w:val="PlaceholderText"/>
                    <w:rFonts w:ascii="Times New Roman" w:hAnsi="Times New Roman" w:cs="Times New Roman"/>
                    <w:i/>
                    <w:color w:val="auto"/>
                    <w:sz w:val="16"/>
                    <w:szCs w:val="16"/>
                  </w:rPr>
                  <w:t xml:space="preserve">eport generated will contain </w:t>
                </w:r>
                <w:r w:rsidR="00CB5523" w:rsidRPr="0079583C">
                  <w:rPr>
                    <w:rStyle w:val="PlaceholderText"/>
                    <w:rFonts w:ascii="Times New Roman" w:hAnsi="Times New Roman" w:cs="Times New Roman"/>
                    <w:i/>
                    <w:color w:val="auto"/>
                    <w:sz w:val="16"/>
                    <w:szCs w:val="16"/>
                  </w:rPr>
                  <w:t>an image of the model, a</w:t>
                </w:r>
                <w:r w:rsidR="00A82700" w:rsidRPr="0079583C">
                  <w:rPr>
                    <w:rStyle w:val="PlaceholderText"/>
                    <w:rFonts w:ascii="Times New Roman" w:hAnsi="Times New Roman" w:cs="Times New Roman"/>
                    <w:i/>
                    <w:color w:val="auto"/>
                    <w:sz w:val="16"/>
                    <w:szCs w:val="16"/>
                  </w:rPr>
                  <w:t xml:space="preserve"> </w:t>
                </w:r>
                <w:r w:rsidR="00CB5523" w:rsidRPr="0079583C">
                  <w:rPr>
                    <w:rStyle w:val="PlaceholderText"/>
                    <w:rFonts w:ascii="Times New Roman" w:hAnsi="Times New Roman" w:cs="Times New Roman"/>
                    <w:i/>
                    <w:color w:val="auto"/>
                    <w:sz w:val="16"/>
                    <w:szCs w:val="16"/>
                  </w:rPr>
                  <w:t>graph displaying the temperature as a function of the</w:t>
                </w:r>
                <w:r w:rsidR="00064D12" w:rsidRPr="0079583C">
                  <w:rPr>
                    <w:rStyle w:val="PlaceholderText"/>
                    <w:rFonts w:ascii="Times New Roman" w:hAnsi="Times New Roman" w:cs="Times New Roman"/>
                    <w:i/>
                    <w:color w:val="auto"/>
                    <w:sz w:val="16"/>
                    <w:szCs w:val="16"/>
                  </w:rPr>
                  <w:t xml:space="preserve"> line, </w:t>
                </w:r>
                <w:r w:rsidR="00A82700" w:rsidRPr="0079583C">
                  <w:rPr>
                    <w:rStyle w:val="PlaceholderText"/>
                    <w:rFonts w:ascii="Times New Roman" w:hAnsi="Times New Roman" w:cs="Times New Roman"/>
                    <w:i/>
                    <w:color w:val="auto"/>
                    <w:sz w:val="16"/>
                    <w:szCs w:val="16"/>
                  </w:rPr>
                  <w:t xml:space="preserve">and tabulated temperature data corresponding to the </w:t>
                </w:r>
                <w:r w:rsidR="000F10DB">
                  <w:rPr>
                    <w:rStyle w:val="PlaceholderText"/>
                    <w:rFonts w:ascii="Times New Roman" w:hAnsi="Times New Roman" w:cs="Times New Roman"/>
                    <w:i/>
                    <w:color w:val="auto"/>
                    <w:sz w:val="16"/>
                    <w:szCs w:val="16"/>
                  </w:rPr>
                  <w:t xml:space="preserve">line </w:t>
                </w:r>
                <w:r w:rsidR="00A82700" w:rsidRPr="0079583C">
                  <w:rPr>
                    <w:rStyle w:val="PlaceholderText"/>
                    <w:rFonts w:ascii="Times New Roman" w:hAnsi="Times New Roman" w:cs="Times New Roman"/>
                    <w:i/>
                    <w:color w:val="auto"/>
                    <w:sz w:val="16"/>
                    <w:szCs w:val="16"/>
                  </w:rPr>
                  <w:t>pixel distance</w:t>
                </w:r>
                <w:r w:rsidR="00AE3E06" w:rsidRPr="0079583C">
                  <w:rPr>
                    <w:rStyle w:val="PlaceholderText"/>
                    <w:rFonts w:ascii="Times New Roman" w:hAnsi="Times New Roman" w:cs="Times New Roman"/>
                    <w:i/>
                    <w:color w:val="auto"/>
                    <w:sz w:val="16"/>
                    <w:szCs w:val="16"/>
                  </w:rPr>
                  <w:t xml:space="preserve"> for one specific frame. Typical reports contain 3 t</w:t>
                </w:r>
                <w:r w:rsidR="00064D12" w:rsidRPr="0079583C">
                  <w:rPr>
                    <w:rStyle w:val="PlaceholderText"/>
                    <w:rFonts w:ascii="Times New Roman" w:hAnsi="Times New Roman" w:cs="Times New Roman"/>
                    <w:i/>
                    <w:color w:val="auto"/>
                    <w:sz w:val="16"/>
                    <w:szCs w:val="16"/>
                  </w:rPr>
                  <w:t>o 5 reports with each representing a single frame within the video sequence.</w:t>
                </w:r>
                <w:r w:rsidR="002E3E11">
                  <w:rPr>
                    <w:rStyle w:val="PlaceholderText"/>
                    <w:rFonts w:ascii="Times New Roman" w:hAnsi="Times New Roman" w:cs="Times New Roman"/>
                    <w:i/>
                    <w:color w:val="auto"/>
                    <w:sz w:val="16"/>
                    <w:szCs w:val="16"/>
                  </w:rPr>
                  <w:t xml:space="preserve"> Images may be attached in the right column with simple lines indicating the position and lengths. </w:t>
                </w:r>
              </w:sdtContent>
            </w:sdt>
          </w:p>
        </w:tc>
        <w:tc>
          <w:tcPr>
            <w:tcW w:w="5655" w:type="dxa"/>
            <w:vMerge/>
          </w:tcPr>
          <w:p w14:paraId="0DBC0EA4" w14:textId="77777777" w:rsidR="00ED4CC5" w:rsidRPr="003A18C9" w:rsidRDefault="00ED4CC5" w:rsidP="00102CE5">
            <w:pPr>
              <w:spacing w:after="0" w:line="240" w:lineRule="auto"/>
              <w:jc w:val="both"/>
              <w:rPr>
                <w:rFonts w:ascii="Times New Roman" w:hAnsi="Times New Roman"/>
                <w:sz w:val="20"/>
                <w:szCs w:val="20"/>
              </w:rPr>
            </w:pPr>
          </w:p>
        </w:tc>
      </w:tr>
    </w:tbl>
    <w:p w14:paraId="13A496CB" w14:textId="77777777" w:rsidR="00102CE5" w:rsidRPr="001962B5" w:rsidRDefault="00102CE5" w:rsidP="00102CE5">
      <w:pPr>
        <w:jc w:val="both"/>
        <w:rPr>
          <w:rFonts w:ascii="Times New Roman" w:hAnsi="Times New Roman"/>
          <w:sz w:val="20"/>
          <w:szCs w:val="20"/>
        </w:rPr>
      </w:pPr>
    </w:p>
    <w:tbl>
      <w:tblPr>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
        <w:gridCol w:w="757"/>
        <w:gridCol w:w="1319"/>
        <w:gridCol w:w="2004"/>
        <w:gridCol w:w="5665"/>
      </w:tblGrid>
      <w:tr w:rsidR="00102CE5" w:rsidRPr="003A18C9" w14:paraId="38E4414C" w14:textId="77777777" w:rsidTr="00ED4CC5">
        <w:trPr>
          <w:trHeight w:val="194"/>
        </w:trPr>
        <w:tc>
          <w:tcPr>
            <w:tcW w:w="10070" w:type="dxa"/>
            <w:gridSpan w:val="5"/>
          </w:tcPr>
          <w:p w14:paraId="2C399A61" w14:textId="77777777" w:rsidR="00102CE5" w:rsidRPr="00ED4CC5" w:rsidRDefault="00102CE5" w:rsidP="00102CE5">
            <w:pPr>
              <w:spacing w:after="0" w:line="240" w:lineRule="auto"/>
              <w:jc w:val="center"/>
              <w:rPr>
                <w:rFonts w:ascii="Times New Roman" w:hAnsi="Times New Roman"/>
                <w:b/>
                <w:sz w:val="18"/>
                <w:szCs w:val="18"/>
              </w:rPr>
            </w:pPr>
            <w:r w:rsidRPr="00ED4CC5">
              <w:rPr>
                <w:rFonts w:ascii="Times New Roman" w:hAnsi="Times New Roman"/>
                <w:b/>
                <w:sz w:val="18"/>
                <w:szCs w:val="18"/>
              </w:rPr>
              <w:t>Time-Temperature Profiles</w:t>
            </w:r>
          </w:p>
        </w:tc>
      </w:tr>
      <w:tr w:rsidR="00102CE5" w:rsidRPr="003A18C9" w14:paraId="755C694B" w14:textId="77777777" w:rsidTr="007F4875">
        <w:trPr>
          <w:trHeight w:val="194"/>
        </w:trPr>
        <w:tc>
          <w:tcPr>
            <w:tcW w:w="1082" w:type="dxa"/>
            <w:gridSpan w:val="2"/>
          </w:tcPr>
          <w:p w14:paraId="27A9D415" w14:textId="77777777" w:rsidR="00102CE5" w:rsidRPr="00ED4CC5" w:rsidRDefault="00102CE5" w:rsidP="00102CE5">
            <w:pPr>
              <w:spacing w:after="0" w:line="240" w:lineRule="auto"/>
              <w:rPr>
                <w:rFonts w:ascii="Times New Roman" w:hAnsi="Times New Roman"/>
                <w:b/>
                <w:sz w:val="16"/>
                <w:szCs w:val="16"/>
              </w:rPr>
            </w:pPr>
            <w:r w:rsidRPr="00ED4CC5">
              <w:rPr>
                <w:rFonts w:ascii="Times New Roman" w:hAnsi="Times New Roman"/>
                <w:b/>
                <w:sz w:val="16"/>
                <w:szCs w:val="16"/>
              </w:rPr>
              <w:t xml:space="preserve">Time Temp Graph </w:t>
            </w:r>
          </w:p>
        </w:tc>
        <w:tc>
          <w:tcPr>
            <w:tcW w:w="3323" w:type="dxa"/>
            <w:gridSpan w:val="2"/>
          </w:tcPr>
          <w:p w14:paraId="3939EA71" w14:textId="77777777" w:rsidR="00102CE5" w:rsidRPr="00ED4CC5" w:rsidRDefault="00ED4CC5" w:rsidP="00ED4CC5">
            <w:pPr>
              <w:spacing w:after="0" w:line="240" w:lineRule="auto"/>
              <w:rPr>
                <w:rFonts w:ascii="Times New Roman" w:hAnsi="Times New Roman"/>
                <w:sz w:val="16"/>
                <w:szCs w:val="16"/>
              </w:rPr>
            </w:pPr>
            <w:r>
              <w:rPr>
                <w:rFonts w:ascii="Times New Roman" w:hAnsi="Times New Roman"/>
                <w:sz w:val="16"/>
                <w:szCs w:val="16"/>
              </w:rPr>
              <w:object w:dxaOrig="1440" w:dyaOrig="1440" w14:anchorId="05A79C2B">
                <v:shape id="_x0000_i1051" type="#_x0000_t75" style="width:57pt;height:18pt" o:ole="">
                  <v:imagedata r:id="rId19" o:title=""/>
                </v:shape>
                <w:control r:id="rId20" w:name="CheckBox1" w:shapeid="_x0000_i1051"/>
              </w:object>
            </w:r>
            <w:r>
              <w:rPr>
                <w:rFonts w:ascii="Times New Roman" w:hAnsi="Times New Roman"/>
                <w:sz w:val="16"/>
                <w:szCs w:val="16"/>
              </w:rPr>
              <w:object w:dxaOrig="1440" w:dyaOrig="1440" w14:anchorId="0A1ED239">
                <v:shape id="_x0000_i1053" type="#_x0000_t75" style="width:45.75pt;height:18pt" o:ole="">
                  <v:imagedata r:id="rId21" o:title=""/>
                </v:shape>
                <w:control r:id="rId22" w:name="CheckBox3" w:shapeid="_x0000_i1053"/>
              </w:object>
            </w:r>
            <w:r>
              <w:rPr>
                <w:rFonts w:ascii="Times New Roman" w:hAnsi="Times New Roman"/>
                <w:sz w:val="16"/>
                <w:szCs w:val="16"/>
              </w:rPr>
              <w:object w:dxaOrig="1440" w:dyaOrig="1440" w14:anchorId="5B739BD0">
                <v:shape id="_x0000_i1055" type="#_x0000_t75" style="width:57pt;height:18pt" o:ole="">
                  <v:imagedata r:id="rId23" o:title=""/>
                </v:shape>
                <w:control r:id="rId24" w:name="CheckBox6" w:shapeid="_x0000_i1055"/>
              </w:object>
            </w:r>
          </w:p>
        </w:tc>
        <w:tc>
          <w:tcPr>
            <w:tcW w:w="5665" w:type="dxa"/>
            <w:vMerge w:val="restart"/>
          </w:tcPr>
          <w:p w14:paraId="7DE3CF75" w14:textId="77777777" w:rsidR="00102CE5" w:rsidRPr="003A18C9" w:rsidRDefault="00102CE5" w:rsidP="00102CE5">
            <w:pPr>
              <w:spacing w:after="0" w:line="240" w:lineRule="auto"/>
              <w:rPr>
                <w:rFonts w:ascii="Times New Roman" w:hAnsi="Times New Roman"/>
                <w:sz w:val="20"/>
                <w:szCs w:val="20"/>
              </w:rPr>
            </w:pPr>
            <w:r w:rsidRPr="0030272E">
              <w:rPr>
                <w:rFonts w:ascii="Times New Roman" w:hAnsi="Times New Roman"/>
                <w:noProof/>
                <w:color w:val="0000FF"/>
                <w:sz w:val="20"/>
                <w:szCs w:val="20"/>
              </w:rPr>
              <mc:AlternateContent>
                <mc:Choice Requires="wps">
                  <w:drawing>
                    <wp:anchor distT="45720" distB="45720" distL="114300" distR="114300" simplePos="0" relativeHeight="251666432" behindDoc="0" locked="0" layoutInCell="1" allowOverlap="1" wp14:anchorId="7D2D62DC" wp14:editId="51368C21">
                      <wp:simplePos x="0" y="0"/>
                      <wp:positionH relativeFrom="column">
                        <wp:posOffset>2092696</wp:posOffset>
                      </wp:positionH>
                      <wp:positionV relativeFrom="paragraph">
                        <wp:posOffset>908050</wp:posOffset>
                      </wp:positionV>
                      <wp:extent cx="258445" cy="318770"/>
                      <wp:effectExtent l="0" t="0" r="0" b="508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 cy="318770"/>
                              </a:xfrm>
                              <a:prstGeom prst="rect">
                                <a:avLst/>
                              </a:prstGeom>
                              <a:noFill/>
                              <a:ln w="9525">
                                <a:noFill/>
                                <a:miter lim="800000"/>
                                <a:headEnd/>
                                <a:tailEnd/>
                              </a:ln>
                            </wps:spPr>
                            <wps:txbx>
                              <w:txbxContent>
                                <w:p w14:paraId="2B312E1B" w14:textId="77777777" w:rsidR="0061786E" w:rsidRPr="0030272E" w:rsidRDefault="0061786E" w:rsidP="00102CE5">
                                  <w:pPr>
                                    <w:rPr>
                                      <w:b/>
                                      <w:color w:val="FFFFFF" w:themeColor="background1"/>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D977A4" id="_x0000_s1031" type="#_x0000_t202" style="position:absolute;margin-left:164.8pt;margin-top:71.5pt;width:20.35pt;height:25.1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" filled="f" stroked="f">
                      <v:textbox>
                        <w:txbxContent>
                          <w:p w:rsidR="0061786E" w:rsidRPr="0030272E" w:rsidRDefault="0061786E" w:rsidP="00102CE5">
                            <w:pPr>
                              <w:rPr>
                                <w:b/>
                                <w:color w:val="FFFFFF" w:themeColor="background1"/>
                                <w:sz w:val="24"/>
                              </w:rPr>
                            </w:pPr>
                          </w:p>
                        </w:txbxContent>
                      </v:textbox>
                    </v:shape>
                  </w:pict>
                </mc:Fallback>
              </mc:AlternateContent>
            </w:r>
            <w:r w:rsidRPr="0030272E">
              <w:rPr>
                <w:rFonts w:ascii="Times New Roman" w:hAnsi="Times New Roman"/>
                <w:noProof/>
                <w:color w:val="0000FF"/>
                <w:sz w:val="20"/>
                <w:szCs w:val="20"/>
              </w:rPr>
              <mc:AlternateContent>
                <mc:Choice Requires="wps">
                  <w:drawing>
                    <wp:anchor distT="45720" distB="45720" distL="114300" distR="114300" simplePos="0" relativeHeight="251664384" behindDoc="0" locked="0" layoutInCell="1" allowOverlap="1" wp14:anchorId="34AAB1B8" wp14:editId="1370B09F">
                      <wp:simplePos x="0" y="0"/>
                      <wp:positionH relativeFrom="column">
                        <wp:posOffset>945886</wp:posOffset>
                      </wp:positionH>
                      <wp:positionV relativeFrom="paragraph">
                        <wp:posOffset>969010</wp:posOffset>
                      </wp:positionV>
                      <wp:extent cx="258445" cy="318770"/>
                      <wp:effectExtent l="0" t="0" r="0" b="50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 cy="318770"/>
                              </a:xfrm>
                              <a:prstGeom prst="rect">
                                <a:avLst/>
                              </a:prstGeom>
                              <a:noFill/>
                              <a:ln w="9525">
                                <a:noFill/>
                                <a:miter lim="800000"/>
                                <a:headEnd/>
                                <a:tailEnd/>
                              </a:ln>
                            </wps:spPr>
                            <wps:txbx>
                              <w:txbxContent>
                                <w:p w14:paraId="7B7E309F" w14:textId="77777777" w:rsidR="0061786E" w:rsidRPr="0030272E" w:rsidRDefault="0061786E" w:rsidP="00102CE5">
                                  <w:pPr>
                                    <w:rPr>
                                      <w:b/>
                                      <w:color w:val="FFFFFF" w:themeColor="background1"/>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D6D815" id="_x0000_s1032" type="#_x0000_t202" style="position:absolute;margin-left:74.5pt;margin-top:76.3pt;width:20.35pt;height:25.1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" filled="f" stroked="f">
                      <v:textbox>
                        <w:txbxContent>
                          <w:p w:rsidR="0061786E" w:rsidRPr="0030272E" w:rsidRDefault="0061786E" w:rsidP="00102CE5">
                            <w:pPr>
                              <w:rPr>
                                <w:b/>
                                <w:color w:val="FFFFFF" w:themeColor="background1"/>
                                <w:sz w:val="24"/>
                              </w:rPr>
                            </w:pPr>
                          </w:p>
                        </w:txbxContent>
                      </v:textbox>
                    </v:shape>
                  </w:pict>
                </mc:Fallback>
              </mc:AlternateContent>
            </w:r>
            <w:r w:rsidRPr="0030272E">
              <w:rPr>
                <w:rFonts w:ascii="Times New Roman" w:hAnsi="Times New Roman"/>
                <w:noProof/>
                <w:color w:val="0000FF"/>
                <w:sz w:val="20"/>
                <w:szCs w:val="20"/>
              </w:rPr>
              <mc:AlternateContent>
                <mc:Choice Requires="wps">
                  <w:drawing>
                    <wp:anchor distT="45720" distB="45720" distL="114300" distR="114300" simplePos="0" relativeHeight="251665408" behindDoc="0" locked="0" layoutInCell="1" allowOverlap="1" wp14:anchorId="65346FE4" wp14:editId="27B57D82">
                      <wp:simplePos x="0" y="0"/>
                      <wp:positionH relativeFrom="column">
                        <wp:posOffset>1475740</wp:posOffset>
                      </wp:positionH>
                      <wp:positionV relativeFrom="paragraph">
                        <wp:posOffset>959221</wp:posOffset>
                      </wp:positionV>
                      <wp:extent cx="258793" cy="319177"/>
                      <wp:effectExtent l="0" t="0" r="0" b="508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793" cy="319177"/>
                              </a:xfrm>
                              <a:prstGeom prst="rect">
                                <a:avLst/>
                              </a:prstGeom>
                              <a:noFill/>
                              <a:ln w="9525">
                                <a:noFill/>
                                <a:miter lim="800000"/>
                                <a:headEnd/>
                                <a:tailEnd/>
                              </a:ln>
                            </wps:spPr>
                            <wps:txbx>
                              <w:txbxContent>
                                <w:p w14:paraId="5E540D4E" w14:textId="77777777" w:rsidR="0061786E" w:rsidRPr="0030272E" w:rsidRDefault="0061786E" w:rsidP="00102CE5">
                                  <w:pPr>
                                    <w:rPr>
                                      <w:b/>
                                      <w:color w:val="FFFFFF" w:themeColor="background1"/>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9669BF" id="_x0000_s1033" type="#_x0000_t202" style="position:absolute;margin-left:116.2pt;margin-top:75.55pt;width:20.4pt;height:25.1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" filled="f" stroked="f">
                      <v:textbox>
                        <w:txbxContent>
                          <w:p w:rsidR="0061786E" w:rsidRPr="0030272E" w:rsidRDefault="0061786E" w:rsidP="00102CE5">
                            <w:pPr>
                              <w:rPr>
                                <w:b/>
                                <w:color w:val="FFFFFF" w:themeColor="background1"/>
                                <w:sz w:val="24"/>
                              </w:rPr>
                            </w:pPr>
                          </w:p>
                        </w:txbxContent>
                      </v:textbox>
                    </v:shape>
                  </w:pict>
                </mc:Fallback>
              </mc:AlternateContent>
            </w:r>
          </w:p>
          <w:sdt>
            <w:sdtPr>
              <w:rPr>
                <w:rFonts w:ascii="Times New Roman" w:hAnsi="Times New Roman"/>
                <w:sz w:val="20"/>
                <w:szCs w:val="20"/>
              </w:rPr>
              <w:id w:val="-1307006027"/>
              <w:picture/>
            </w:sdtPr>
            <w:sdtEndPr/>
            <w:sdtContent>
              <w:p w14:paraId="279AB69D" w14:textId="77777777" w:rsidR="00102CE5" w:rsidRPr="003A18C9" w:rsidRDefault="0071681C" w:rsidP="00102CE5">
                <w:pPr>
                  <w:spacing w:after="0" w:line="240" w:lineRule="auto"/>
                  <w:rPr>
                    <w:rFonts w:ascii="Times New Roman" w:hAnsi="Times New Roman"/>
                    <w:sz w:val="20"/>
                    <w:szCs w:val="20"/>
                  </w:rPr>
                </w:pPr>
                <w:r>
                  <w:rPr>
                    <w:rFonts w:ascii="Times New Roman" w:hAnsi="Times New Roman"/>
                    <w:noProof/>
                    <w:sz w:val="20"/>
                    <w:szCs w:val="20"/>
                  </w:rPr>
                  <w:drawing>
                    <wp:inline distT="0" distB="0" distL="0" distR="0" wp14:anchorId="789CAB7B" wp14:editId="2D6B83EC">
                      <wp:extent cx="3546370" cy="26289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3559758" cy="2638824"/>
                              </a:xfrm>
                              <a:prstGeom prst="rect">
                                <a:avLst/>
                              </a:prstGeom>
                              <a:noFill/>
                              <a:ln>
                                <a:noFill/>
                              </a:ln>
                            </pic:spPr>
                          </pic:pic>
                        </a:graphicData>
                      </a:graphic>
                    </wp:inline>
                  </w:drawing>
                </w:r>
              </w:p>
            </w:sdtContent>
          </w:sdt>
        </w:tc>
      </w:tr>
      <w:tr w:rsidR="00102CE5" w:rsidRPr="003A18C9" w14:paraId="4C873E94" w14:textId="77777777" w:rsidTr="00CE46F2">
        <w:trPr>
          <w:trHeight w:val="278"/>
        </w:trPr>
        <w:tc>
          <w:tcPr>
            <w:tcW w:w="1082" w:type="dxa"/>
            <w:gridSpan w:val="2"/>
          </w:tcPr>
          <w:p w14:paraId="75404E4A" w14:textId="77777777" w:rsidR="00102CE5" w:rsidRPr="00ED4CC5" w:rsidRDefault="00102CE5" w:rsidP="00102CE5">
            <w:pPr>
              <w:spacing w:after="0" w:line="240" w:lineRule="auto"/>
              <w:rPr>
                <w:rFonts w:ascii="Times New Roman" w:hAnsi="Times New Roman"/>
                <w:b/>
                <w:sz w:val="16"/>
                <w:szCs w:val="16"/>
              </w:rPr>
            </w:pPr>
            <w:r w:rsidRPr="00ED4CC5">
              <w:rPr>
                <w:rFonts w:ascii="Times New Roman" w:hAnsi="Times New Roman"/>
                <w:b/>
                <w:sz w:val="16"/>
                <w:szCs w:val="16"/>
              </w:rPr>
              <w:t>Emissivity</w:t>
            </w:r>
          </w:p>
        </w:tc>
        <w:tc>
          <w:tcPr>
            <w:tcW w:w="3323" w:type="dxa"/>
            <w:gridSpan w:val="2"/>
          </w:tcPr>
          <w:sdt>
            <w:sdtPr>
              <w:rPr>
                <w:rFonts w:ascii="Times New Roman" w:hAnsi="Times New Roman" w:cs="Times New Roman"/>
                <w:sz w:val="16"/>
                <w:szCs w:val="16"/>
              </w:rPr>
              <w:id w:val="688643535"/>
              <w:placeholder>
                <w:docPart w:val="96231CDE0F05423EABA144CDDC43C65F"/>
              </w:placeholder>
            </w:sdtPr>
            <w:sdtEndPr/>
            <w:sdtContent>
              <w:p w14:paraId="3F086A63" w14:textId="77777777" w:rsidR="0061786E" w:rsidRDefault="00F04C3A" w:rsidP="0061786E">
                <w:pPr>
                  <w:spacing w:after="0" w:line="240" w:lineRule="auto"/>
                  <w:rPr>
                    <w:rFonts w:ascii="Times New Roman" w:hAnsi="Times New Roman" w:cs="Times New Roman"/>
                    <w:sz w:val="16"/>
                    <w:szCs w:val="16"/>
                  </w:rPr>
                </w:pPr>
                <w:r>
                  <w:rPr>
                    <w:rFonts w:ascii="Times New Roman" w:hAnsi="Times New Roman" w:cs="Times New Roman"/>
                    <w:sz w:val="16"/>
                    <w:szCs w:val="16"/>
                  </w:rPr>
                  <w:t>1</w:t>
                </w:r>
              </w:p>
            </w:sdtContent>
          </w:sdt>
          <w:p w14:paraId="40E63B65" w14:textId="77777777" w:rsidR="00102CE5" w:rsidRPr="00ED4CC5" w:rsidRDefault="00102CE5" w:rsidP="00102CE5">
            <w:pPr>
              <w:spacing w:after="0" w:line="240" w:lineRule="auto"/>
              <w:rPr>
                <w:rFonts w:ascii="Times New Roman" w:hAnsi="Times New Roman" w:cs="Times New Roman"/>
                <w:sz w:val="16"/>
                <w:szCs w:val="16"/>
              </w:rPr>
            </w:pPr>
          </w:p>
          <w:p w14:paraId="5B816CF4" w14:textId="77777777" w:rsidR="00102CE5" w:rsidRPr="00ED4CC5" w:rsidRDefault="00102CE5" w:rsidP="00102CE5">
            <w:pPr>
              <w:spacing w:after="0" w:line="240" w:lineRule="auto"/>
              <w:jc w:val="center"/>
              <w:rPr>
                <w:rFonts w:ascii="Times New Roman" w:hAnsi="Times New Roman"/>
                <w:sz w:val="16"/>
                <w:szCs w:val="16"/>
              </w:rPr>
            </w:pPr>
          </w:p>
        </w:tc>
        <w:tc>
          <w:tcPr>
            <w:tcW w:w="5665" w:type="dxa"/>
            <w:vMerge/>
          </w:tcPr>
          <w:p w14:paraId="0F3DAFA0" w14:textId="77777777" w:rsidR="00102CE5" w:rsidRPr="003A18C9" w:rsidRDefault="00102CE5" w:rsidP="00102CE5">
            <w:pPr>
              <w:spacing w:after="0" w:line="240" w:lineRule="auto"/>
              <w:rPr>
                <w:rFonts w:ascii="Times New Roman" w:hAnsi="Times New Roman"/>
                <w:sz w:val="20"/>
                <w:szCs w:val="20"/>
              </w:rPr>
            </w:pPr>
          </w:p>
        </w:tc>
      </w:tr>
      <w:tr w:rsidR="00102CE5" w:rsidRPr="003A18C9" w14:paraId="1D2B5949" w14:textId="77777777" w:rsidTr="007F4875">
        <w:trPr>
          <w:trHeight w:val="194"/>
        </w:trPr>
        <w:tc>
          <w:tcPr>
            <w:tcW w:w="4405" w:type="dxa"/>
            <w:gridSpan w:val="4"/>
          </w:tcPr>
          <w:p w14:paraId="7B78891B" w14:textId="77777777" w:rsidR="00102CE5" w:rsidRPr="00ED4CC5" w:rsidRDefault="00102CE5" w:rsidP="00102CE5">
            <w:pPr>
              <w:spacing w:after="0" w:line="240" w:lineRule="auto"/>
              <w:jc w:val="center"/>
              <w:rPr>
                <w:rFonts w:ascii="Times New Roman" w:hAnsi="Times New Roman"/>
                <w:sz w:val="16"/>
                <w:szCs w:val="16"/>
              </w:rPr>
            </w:pPr>
            <w:r w:rsidRPr="00ED4CC5">
              <w:rPr>
                <w:rFonts w:ascii="Times New Roman" w:hAnsi="Times New Roman"/>
                <w:sz w:val="16"/>
                <w:szCs w:val="16"/>
              </w:rPr>
              <w:t>ROI Displayed</w:t>
            </w:r>
          </w:p>
        </w:tc>
        <w:tc>
          <w:tcPr>
            <w:tcW w:w="5665" w:type="dxa"/>
            <w:vMerge/>
          </w:tcPr>
          <w:p w14:paraId="5A30CCBD" w14:textId="77777777" w:rsidR="00102CE5" w:rsidRPr="003A18C9" w:rsidRDefault="00102CE5" w:rsidP="00102CE5">
            <w:pPr>
              <w:spacing w:after="0" w:line="240" w:lineRule="auto"/>
              <w:rPr>
                <w:rFonts w:ascii="Times New Roman" w:hAnsi="Times New Roman"/>
                <w:sz w:val="20"/>
                <w:szCs w:val="20"/>
              </w:rPr>
            </w:pPr>
          </w:p>
        </w:tc>
      </w:tr>
      <w:tr w:rsidR="00102CE5" w:rsidRPr="003A18C9" w14:paraId="0C9D3F7F" w14:textId="77777777" w:rsidTr="007F4875">
        <w:trPr>
          <w:trHeight w:val="222"/>
        </w:trPr>
        <w:tc>
          <w:tcPr>
            <w:tcW w:w="325" w:type="dxa"/>
          </w:tcPr>
          <w:p w14:paraId="230D0B34" w14:textId="77777777" w:rsidR="00102CE5" w:rsidRPr="00ED4CC5" w:rsidRDefault="00102CE5" w:rsidP="00102CE5">
            <w:pPr>
              <w:spacing w:after="0" w:line="240" w:lineRule="auto"/>
              <w:jc w:val="center"/>
              <w:rPr>
                <w:rFonts w:ascii="Times New Roman" w:hAnsi="Times New Roman"/>
                <w:sz w:val="16"/>
                <w:szCs w:val="16"/>
              </w:rPr>
            </w:pPr>
            <w:r w:rsidRPr="00ED4CC5">
              <w:rPr>
                <w:rFonts w:ascii="Times New Roman" w:hAnsi="Times New Roman"/>
                <w:sz w:val="16"/>
                <w:szCs w:val="16"/>
              </w:rPr>
              <w:t>#</w:t>
            </w:r>
          </w:p>
        </w:tc>
        <w:tc>
          <w:tcPr>
            <w:tcW w:w="2076" w:type="dxa"/>
            <w:gridSpan w:val="2"/>
          </w:tcPr>
          <w:p w14:paraId="4673A0E2" w14:textId="77777777" w:rsidR="00102CE5" w:rsidRPr="00ED4CC5" w:rsidRDefault="00102CE5" w:rsidP="00102CE5">
            <w:pPr>
              <w:spacing w:after="0" w:line="240" w:lineRule="auto"/>
              <w:rPr>
                <w:rFonts w:ascii="Times New Roman" w:hAnsi="Times New Roman"/>
                <w:sz w:val="16"/>
                <w:szCs w:val="16"/>
              </w:rPr>
            </w:pPr>
            <w:r w:rsidRPr="00ED4CC5">
              <w:rPr>
                <w:rFonts w:ascii="Times New Roman" w:hAnsi="Times New Roman"/>
                <w:sz w:val="16"/>
                <w:szCs w:val="16"/>
              </w:rPr>
              <w:t>shape</w:t>
            </w:r>
          </w:p>
        </w:tc>
        <w:tc>
          <w:tcPr>
            <w:tcW w:w="2004" w:type="dxa"/>
          </w:tcPr>
          <w:p w14:paraId="5CEFD385" w14:textId="77777777" w:rsidR="00102CE5" w:rsidRPr="00ED4CC5" w:rsidRDefault="00102CE5" w:rsidP="00102CE5">
            <w:pPr>
              <w:spacing w:after="0" w:line="240" w:lineRule="auto"/>
              <w:rPr>
                <w:rFonts w:ascii="Times New Roman" w:hAnsi="Times New Roman"/>
                <w:sz w:val="16"/>
                <w:szCs w:val="16"/>
              </w:rPr>
            </w:pPr>
            <w:r w:rsidRPr="00ED4CC5">
              <w:rPr>
                <w:rFonts w:ascii="Times New Roman" w:hAnsi="Times New Roman"/>
                <w:sz w:val="16"/>
                <w:szCs w:val="16"/>
              </w:rPr>
              <w:t>Color</w:t>
            </w:r>
          </w:p>
          <w:p w14:paraId="779271DA" w14:textId="77777777" w:rsidR="00102CE5" w:rsidRPr="00ED4CC5" w:rsidRDefault="00102CE5" w:rsidP="00102CE5">
            <w:pPr>
              <w:spacing w:after="0" w:line="240" w:lineRule="auto"/>
              <w:rPr>
                <w:rFonts w:ascii="Times New Roman" w:hAnsi="Times New Roman"/>
                <w:sz w:val="16"/>
                <w:szCs w:val="16"/>
              </w:rPr>
            </w:pPr>
          </w:p>
        </w:tc>
        <w:tc>
          <w:tcPr>
            <w:tcW w:w="5665" w:type="dxa"/>
            <w:vMerge/>
          </w:tcPr>
          <w:p w14:paraId="48269E8C" w14:textId="77777777" w:rsidR="00102CE5" w:rsidRPr="003A18C9" w:rsidRDefault="00102CE5" w:rsidP="00102CE5">
            <w:pPr>
              <w:spacing w:after="0" w:line="240" w:lineRule="auto"/>
              <w:rPr>
                <w:rFonts w:ascii="Times New Roman" w:hAnsi="Times New Roman"/>
                <w:sz w:val="20"/>
                <w:szCs w:val="20"/>
              </w:rPr>
            </w:pPr>
          </w:p>
        </w:tc>
      </w:tr>
      <w:tr w:rsidR="00102CE5" w:rsidRPr="003A18C9" w14:paraId="74417ABB" w14:textId="77777777" w:rsidTr="007F4875">
        <w:trPr>
          <w:trHeight w:val="174"/>
        </w:trPr>
        <w:tc>
          <w:tcPr>
            <w:tcW w:w="325" w:type="dxa"/>
          </w:tcPr>
          <w:p w14:paraId="0799AE6D" w14:textId="77777777" w:rsidR="00102CE5" w:rsidRPr="00ED4CC5" w:rsidRDefault="00102CE5" w:rsidP="00102CE5">
            <w:pPr>
              <w:spacing w:after="0" w:line="240" w:lineRule="auto"/>
              <w:jc w:val="center"/>
              <w:rPr>
                <w:rFonts w:ascii="Times New Roman" w:hAnsi="Times New Roman"/>
                <w:sz w:val="16"/>
                <w:szCs w:val="16"/>
              </w:rPr>
            </w:pPr>
            <w:r w:rsidRPr="00ED4CC5">
              <w:rPr>
                <w:rFonts w:ascii="Times New Roman" w:hAnsi="Times New Roman"/>
                <w:sz w:val="16"/>
                <w:szCs w:val="16"/>
              </w:rPr>
              <w:t>1</w:t>
            </w:r>
          </w:p>
        </w:tc>
        <w:sdt>
          <w:sdtPr>
            <w:rPr>
              <w:rFonts w:ascii="Times New Roman" w:hAnsi="Times New Roman" w:cs="Times New Roman"/>
              <w:sz w:val="16"/>
              <w:szCs w:val="16"/>
            </w:rPr>
            <w:alias w:val="shapes"/>
            <w:tag w:val="shapes"/>
            <w:id w:val="-147051612"/>
            <w:placeholder>
              <w:docPart w:val="7E9E1C72F08D4CEE8319176ED5EF0815"/>
            </w:placeholder>
            <w:dropDownList>
              <w:listItem w:value="Choose an item."/>
              <w:listItem w:displayText="point" w:value="point"/>
              <w:listItem w:displayText="line" w:value="line"/>
              <w:listItem w:displayText="broken line" w:value="broken line"/>
              <w:listItem w:displayText="rectangle" w:value="rectangle"/>
              <w:listItem w:displayText="circle" w:value="circle"/>
              <w:listItem w:displayText="polygon" w:value="polygon"/>
            </w:dropDownList>
          </w:sdtPr>
          <w:sdtEndPr/>
          <w:sdtContent>
            <w:tc>
              <w:tcPr>
                <w:tcW w:w="2076" w:type="dxa"/>
                <w:gridSpan w:val="2"/>
              </w:tcPr>
              <w:p w14:paraId="2DC5436C" w14:textId="77777777" w:rsidR="00102CE5" w:rsidRPr="00ED4CC5" w:rsidRDefault="00F04C3A" w:rsidP="00102CE5">
                <w:pPr>
                  <w:spacing w:after="0" w:line="240" w:lineRule="auto"/>
                  <w:rPr>
                    <w:rFonts w:ascii="Times New Roman" w:hAnsi="Times New Roman"/>
                    <w:sz w:val="16"/>
                    <w:szCs w:val="16"/>
                  </w:rPr>
                </w:pPr>
                <w:r>
                  <w:rPr>
                    <w:rFonts w:ascii="Times New Roman" w:hAnsi="Times New Roman" w:cs="Times New Roman"/>
                    <w:sz w:val="16"/>
                    <w:szCs w:val="16"/>
                  </w:rPr>
                  <w:t>broken line</w:t>
                </w:r>
              </w:p>
            </w:tc>
          </w:sdtContent>
        </w:sdt>
        <w:sdt>
          <w:sdtPr>
            <w:rPr>
              <w:rFonts w:ascii="Times New Roman" w:hAnsi="Times New Roman" w:cs="Times New Roman"/>
              <w:sz w:val="16"/>
              <w:szCs w:val="16"/>
            </w:rPr>
            <w:alias w:val="color"/>
            <w:tag w:val="color"/>
            <w:id w:val="439654158"/>
            <w:placeholder>
              <w:docPart w:val="CFBB3FD2D0BE4787AA839EE529B39DBE"/>
            </w:placeholder>
            <w:dropDownList>
              <w:listItem w:value="Choose an item."/>
              <w:listItem w:displayText="blue" w:value="blue"/>
              <w:listItem w:displayText="red" w:value="red"/>
              <w:listItem w:displayText="green" w:value="green"/>
              <w:listItem w:displayText="purple" w:value="purple"/>
              <w:listItem w:displayText="electric blue" w:value="electric blue"/>
              <w:listItem w:displayText="navy blue" w:value="navy blue"/>
              <w:listItem w:displayText="maroon" w:value="maroon"/>
              <w:listItem w:displayText="olive" w:value="olive"/>
              <w:listItem w:displayText="violet" w:value="violet"/>
            </w:dropDownList>
          </w:sdtPr>
          <w:sdtEndPr/>
          <w:sdtContent>
            <w:tc>
              <w:tcPr>
                <w:tcW w:w="2004" w:type="dxa"/>
              </w:tcPr>
              <w:p w14:paraId="03B84614" w14:textId="77777777" w:rsidR="00102CE5" w:rsidRPr="00ED4CC5" w:rsidRDefault="00F04C3A" w:rsidP="00102CE5">
                <w:pPr>
                  <w:spacing w:after="0" w:line="240" w:lineRule="auto"/>
                  <w:rPr>
                    <w:rFonts w:ascii="Times New Roman" w:hAnsi="Times New Roman"/>
                    <w:sz w:val="16"/>
                    <w:szCs w:val="16"/>
                  </w:rPr>
                </w:pPr>
                <w:r>
                  <w:rPr>
                    <w:rFonts w:ascii="Times New Roman" w:hAnsi="Times New Roman" w:cs="Times New Roman"/>
                    <w:sz w:val="16"/>
                    <w:szCs w:val="16"/>
                  </w:rPr>
                  <w:t>green</w:t>
                </w:r>
              </w:p>
            </w:tc>
          </w:sdtContent>
        </w:sdt>
        <w:tc>
          <w:tcPr>
            <w:tcW w:w="5665" w:type="dxa"/>
            <w:vMerge/>
          </w:tcPr>
          <w:p w14:paraId="4F651773" w14:textId="77777777" w:rsidR="00102CE5" w:rsidRPr="003A18C9" w:rsidRDefault="00102CE5" w:rsidP="00102CE5">
            <w:pPr>
              <w:spacing w:after="0" w:line="240" w:lineRule="auto"/>
              <w:rPr>
                <w:rFonts w:ascii="Times New Roman" w:hAnsi="Times New Roman"/>
                <w:sz w:val="20"/>
                <w:szCs w:val="20"/>
              </w:rPr>
            </w:pPr>
          </w:p>
        </w:tc>
      </w:tr>
      <w:tr w:rsidR="00102CE5" w:rsidRPr="003A18C9" w14:paraId="6742D7D9" w14:textId="77777777" w:rsidTr="007F4875">
        <w:trPr>
          <w:trHeight w:val="198"/>
        </w:trPr>
        <w:tc>
          <w:tcPr>
            <w:tcW w:w="325" w:type="dxa"/>
          </w:tcPr>
          <w:p w14:paraId="0F0E3D9D" w14:textId="77777777" w:rsidR="00102CE5" w:rsidRPr="00ED4CC5" w:rsidRDefault="00102CE5" w:rsidP="00102CE5">
            <w:pPr>
              <w:spacing w:after="0" w:line="240" w:lineRule="auto"/>
              <w:jc w:val="center"/>
              <w:rPr>
                <w:rFonts w:ascii="Times New Roman" w:hAnsi="Times New Roman"/>
                <w:sz w:val="16"/>
                <w:szCs w:val="16"/>
              </w:rPr>
            </w:pPr>
            <w:r w:rsidRPr="00ED4CC5">
              <w:rPr>
                <w:rFonts w:ascii="Times New Roman" w:hAnsi="Times New Roman"/>
                <w:sz w:val="16"/>
                <w:szCs w:val="16"/>
              </w:rPr>
              <w:t>2</w:t>
            </w:r>
          </w:p>
        </w:tc>
        <w:sdt>
          <w:sdtPr>
            <w:rPr>
              <w:rFonts w:ascii="Times New Roman" w:hAnsi="Times New Roman" w:cs="Times New Roman"/>
              <w:sz w:val="16"/>
              <w:szCs w:val="16"/>
            </w:rPr>
            <w:alias w:val="shapes"/>
            <w:tag w:val="shapes"/>
            <w:id w:val="-1450311162"/>
            <w:placeholder>
              <w:docPart w:val="E1711059DB7445F9AE203827556042AC"/>
            </w:placeholder>
            <w:dropDownList>
              <w:listItem w:value="Choose an item."/>
              <w:listItem w:displayText="point" w:value="point"/>
              <w:listItem w:displayText="line" w:value="line"/>
              <w:listItem w:displayText="broken line" w:value="broken line"/>
              <w:listItem w:displayText="rectangle" w:value="rectangle"/>
              <w:listItem w:displayText="circle" w:value="circle"/>
              <w:listItem w:displayText="polygon" w:value="polygon"/>
            </w:dropDownList>
          </w:sdtPr>
          <w:sdtEndPr/>
          <w:sdtContent>
            <w:tc>
              <w:tcPr>
                <w:tcW w:w="2076" w:type="dxa"/>
                <w:gridSpan w:val="2"/>
              </w:tcPr>
              <w:p w14:paraId="305E763F" w14:textId="77777777" w:rsidR="00102CE5" w:rsidRPr="007C0CF4" w:rsidRDefault="00F04C3A" w:rsidP="00102CE5">
                <w:pPr>
                  <w:spacing w:after="0" w:line="240" w:lineRule="auto"/>
                  <w:rPr>
                    <w:rFonts w:ascii="Times New Roman" w:hAnsi="Times New Roman"/>
                    <w:sz w:val="16"/>
                    <w:szCs w:val="16"/>
                  </w:rPr>
                </w:pPr>
                <w:r>
                  <w:rPr>
                    <w:rFonts w:ascii="Times New Roman" w:hAnsi="Times New Roman" w:cs="Times New Roman"/>
                    <w:sz w:val="16"/>
                    <w:szCs w:val="16"/>
                  </w:rPr>
                  <w:t>line</w:t>
                </w:r>
              </w:p>
            </w:tc>
          </w:sdtContent>
        </w:sdt>
        <w:tc>
          <w:tcPr>
            <w:tcW w:w="2004" w:type="dxa"/>
          </w:tcPr>
          <w:p w14:paraId="32EB09EE" w14:textId="77777777" w:rsidR="00102CE5" w:rsidRPr="007C0CF4" w:rsidRDefault="00102CE5" w:rsidP="00102CE5">
            <w:pPr>
              <w:spacing w:after="0" w:line="240" w:lineRule="auto"/>
              <w:rPr>
                <w:rFonts w:ascii="Times New Roman" w:hAnsi="Times New Roman"/>
                <w:sz w:val="16"/>
                <w:szCs w:val="16"/>
              </w:rPr>
            </w:pPr>
            <w:r w:rsidRPr="007C0CF4">
              <w:rPr>
                <w:rFonts w:ascii="Times New Roman" w:hAnsi="Times New Roman"/>
                <w:sz w:val="16"/>
                <w:szCs w:val="16"/>
              </w:rPr>
              <w:t xml:space="preserve"> </w:t>
            </w:r>
            <w:sdt>
              <w:sdtPr>
                <w:rPr>
                  <w:rFonts w:ascii="Times New Roman" w:hAnsi="Times New Roman" w:cs="Times New Roman"/>
                  <w:sz w:val="16"/>
                  <w:szCs w:val="16"/>
                </w:rPr>
                <w:alias w:val="color"/>
                <w:tag w:val="color"/>
                <w:id w:val="2123108528"/>
                <w:placeholder>
                  <w:docPart w:val="D262CA5F95A04B63B95D064C11FD1922"/>
                </w:placeholder>
                <w:dropDownList>
                  <w:listItem w:value="Choose an item."/>
                  <w:listItem w:displayText="blue" w:value="blue"/>
                  <w:listItem w:displayText="red" w:value="red"/>
                  <w:listItem w:displayText="green" w:value="green"/>
                  <w:listItem w:displayText="purple" w:value="purple"/>
                  <w:listItem w:displayText="electric blue" w:value="electric blue"/>
                  <w:listItem w:displayText="navy blue" w:value="navy blue"/>
                  <w:listItem w:displayText="maroon" w:value="maroon"/>
                  <w:listItem w:displayText="olive" w:value="olive"/>
                  <w:listItem w:displayText="violet" w:value="violet"/>
                </w:dropDownList>
              </w:sdtPr>
              <w:sdtEndPr/>
              <w:sdtContent>
                <w:r w:rsidR="00F04C3A">
                  <w:rPr>
                    <w:rFonts w:ascii="Times New Roman" w:hAnsi="Times New Roman" w:cs="Times New Roman"/>
                    <w:sz w:val="16"/>
                    <w:szCs w:val="16"/>
                  </w:rPr>
                  <w:t>purple</w:t>
                </w:r>
              </w:sdtContent>
            </w:sdt>
          </w:p>
        </w:tc>
        <w:tc>
          <w:tcPr>
            <w:tcW w:w="5665" w:type="dxa"/>
            <w:vMerge/>
          </w:tcPr>
          <w:p w14:paraId="7DE8CE64" w14:textId="77777777" w:rsidR="00102CE5" w:rsidRPr="003A18C9" w:rsidRDefault="00102CE5" w:rsidP="00102CE5">
            <w:pPr>
              <w:spacing w:after="0" w:line="240" w:lineRule="auto"/>
              <w:rPr>
                <w:rFonts w:ascii="Times New Roman" w:hAnsi="Times New Roman"/>
                <w:sz w:val="20"/>
                <w:szCs w:val="20"/>
              </w:rPr>
            </w:pPr>
          </w:p>
        </w:tc>
      </w:tr>
      <w:tr w:rsidR="00102CE5" w:rsidRPr="003A18C9" w14:paraId="4AE2FA01" w14:textId="77777777" w:rsidTr="007F4875">
        <w:trPr>
          <w:trHeight w:val="222"/>
        </w:trPr>
        <w:tc>
          <w:tcPr>
            <w:tcW w:w="325" w:type="dxa"/>
          </w:tcPr>
          <w:p w14:paraId="0A5F940D" w14:textId="77777777" w:rsidR="00102CE5" w:rsidRPr="00ED4CC5" w:rsidRDefault="00102CE5" w:rsidP="00102CE5">
            <w:pPr>
              <w:spacing w:after="0" w:line="240" w:lineRule="auto"/>
              <w:jc w:val="center"/>
              <w:rPr>
                <w:rFonts w:ascii="Times New Roman" w:hAnsi="Times New Roman"/>
                <w:sz w:val="16"/>
                <w:szCs w:val="16"/>
              </w:rPr>
            </w:pPr>
            <w:r w:rsidRPr="00ED4CC5">
              <w:rPr>
                <w:rFonts w:ascii="Times New Roman" w:hAnsi="Times New Roman"/>
                <w:sz w:val="16"/>
                <w:szCs w:val="16"/>
              </w:rPr>
              <w:t>3</w:t>
            </w:r>
          </w:p>
        </w:tc>
        <w:sdt>
          <w:sdtPr>
            <w:rPr>
              <w:rFonts w:ascii="Times New Roman" w:hAnsi="Times New Roman" w:cs="Times New Roman"/>
              <w:sz w:val="16"/>
              <w:szCs w:val="16"/>
            </w:rPr>
            <w:alias w:val="shapes"/>
            <w:tag w:val="shapes"/>
            <w:id w:val="1519588935"/>
            <w:placeholder>
              <w:docPart w:val="1B58C771D75B4EBBA6716AD98AB8688A"/>
            </w:placeholder>
            <w:dropDownList>
              <w:listItem w:value="Choose an item."/>
              <w:listItem w:displayText="point" w:value="point"/>
              <w:listItem w:displayText="line" w:value="line"/>
              <w:listItem w:displayText="broken line" w:value="broken line"/>
              <w:listItem w:displayText="rectangle" w:value="rectangle"/>
              <w:listItem w:displayText="circle" w:value="circle"/>
              <w:listItem w:displayText="polygon" w:value="polygon"/>
            </w:dropDownList>
          </w:sdtPr>
          <w:sdtEndPr/>
          <w:sdtContent>
            <w:tc>
              <w:tcPr>
                <w:tcW w:w="2076" w:type="dxa"/>
                <w:gridSpan w:val="2"/>
              </w:tcPr>
              <w:p w14:paraId="0FBF5FA3" w14:textId="77777777" w:rsidR="00102CE5" w:rsidRPr="007C0CF4" w:rsidRDefault="00F04C3A" w:rsidP="00102CE5">
                <w:pPr>
                  <w:spacing w:after="0" w:line="240" w:lineRule="auto"/>
                  <w:rPr>
                    <w:rFonts w:ascii="Times New Roman" w:hAnsi="Times New Roman"/>
                    <w:sz w:val="16"/>
                    <w:szCs w:val="16"/>
                  </w:rPr>
                </w:pPr>
                <w:r>
                  <w:rPr>
                    <w:rFonts w:ascii="Times New Roman" w:hAnsi="Times New Roman" w:cs="Times New Roman"/>
                    <w:sz w:val="16"/>
                    <w:szCs w:val="16"/>
                  </w:rPr>
                  <w:t>circle</w:t>
                </w:r>
              </w:p>
            </w:tc>
          </w:sdtContent>
        </w:sdt>
        <w:tc>
          <w:tcPr>
            <w:tcW w:w="2004" w:type="dxa"/>
          </w:tcPr>
          <w:p w14:paraId="3BC4AA6F" w14:textId="77777777" w:rsidR="00102CE5" w:rsidRPr="007C0CF4" w:rsidRDefault="00102CE5" w:rsidP="00102CE5">
            <w:pPr>
              <w:spacing w:after="0" w:line="240" w:lineRule="auto"/>
              <w:rPr>
                <w:rFonts w:ascii="Times New Roman" w:hAnsi="Times New Roman"/>
                <w:sz w:val="16"/>
                <w:szCs w:val="16"/>
              </w:rPr>
            </w:pPr>
            <w:r w:rsidRPr="007C0CF4">
              <w:rPr>
                <w:rFonts w:ascii="Times New Roman" w:hAnsi="Times New Roman"/>
                <w:sz w:val="16"/>
                <w:szCs w:val="16"/>
              </w:rPr>
              <w:t xml:space="preserve"> </w:t>
            </w:r>
            <w:sdt>
              <w:sdtPr>
                <w:rPr>
                  <w:rFonts w:ascii="Times New Roman" w:hAnsi="Times New Roman" w:cs="Times New Roman"/>
                  <w:sz w:val="16"/>
                  <w:szCs w:val="16"/>
                </w:rPr>
                <w:alias w:val="color"/>
                <w:tag w:val="color"/>
                <w:id w:val="2076159379"/>
                <w:placeholder>
                  <w:docPart w:val="83049421961242BB845D2E5AFF925202"/>
                </w:placeholder>
                <w:dropDownList>
                  <w:listItem w:value="Choose an item."/>
                  <w:listItem w:displayText="blue" w:value="blue"/>
                  <w:listItem w:displayText="red" w:value="red"/>
                  <w:listItem w:displayText="green" w:value="green"/>
                  <w:listItem w:displayText="purple" w:value="purple"/>
                  <w:listItem w:displayText="electric blue" w:value="electric blue"/>
                  <w:listItem w:displayText="navy blue" w:value="navy blue"/>
                  <w:listItem w:displayText="maroon" w:value="maroon"/>
                  <w:listItem w:displayText="olive" w:value="olive"/>
                  <w:listItem w:displayText="violet" w:value="violet"/>
                </w:dropDownList>
              </w:sdtPr>
              <w:sdtEndPr/>
              <w:sdtContent>
                <w:r w:rsidR="00F04C3A">
                  <w:rPr>
                    <w:rFonts w:ascii="Times New Roman" w:hAnsi="Times New Roman" w:cs="Times New Roman"/>
                    <w:sz w:val="16"/>
                    <w:szCs w:val="16"/>
                  </w:rPr>
                  <w:t>red</w:t>
                </w:r>
              </w:sdtContent>
            </w:sdt>
          </w:p>
        </w:tc>
        <w:tc>
          <w:tcPr>
            <w:tcW w:w="5665" w:type="dxa"/>
            <w:vMerge/>
          </w:tcPr>
          <w:p w14:paraId="02CB4356" w14:textId="77777777" w:rsidR="00102CE5" w:rsidRPr="003A18C9" w:rsidRDefault="00102CE5" w:rsidP="00102CE5">
            <w:pPr>
              <w:spacing w:after="0" w:line="240" w:lineRule="auto"/>
              <w:rPr>
                <w:rFonts w:ascii="Times New Roman" w:hAnsi="Times New Roman"/>
                <w:sz w:val="20"/>
                <w:szCs w:val="20"/>
              </w:rPr>
            </w:pPr>
          </w:p>
        </w:tc>
      </w:tr>
      <w:tr w:rsidR="00F126B0" w:rsidRPr="003A18C9" w14:paraId="7AD3FF77" w14:textId="77777777" w:rsidTr="007F4875">
        <w:trPr>
          <w:trHeight w:val="222"/>
        </w:trPr>
        <w:tc>
          <w:tcPr>
            <w:tcW w:w="325" w:type="dxa"/>
          </w:tcPr>
          <w:p w14:paraId="009DE850" w14:textId="77777777" w:rsidR="00F126B0" w:rsidRPr="00ED4CC5" w:rsidRDefault="00F126B0" w:rsidP="00102CE5">
            <w:pPr>
              <w:spacing w:after="0" w:line="240" w:lineRule="auto"/>
              <w:jc w:val="center"/>
              <w:rPr>
                <w:rFonts w:ascii="Times New Roman" w:hAnsi="Times New Roman"/>
                <w:sz w:val="16"/>
                <w:szCs w:val="16"/>
              </w:rPr>
            </w:pPr>
            <w:r>
              <w:rPr>
                <w:rFonts w:ascii="Times New Roman" w:hAnsi="Times New Roman"/>
                <w:sz w:val="16"/>
                <w:szCs w:val="16"/>
              </w:rPr>
              <w:t>4</w:t>
            </w:r>
          </w:p>
        </w:tc>
        <w:sdt>
          <w:sdtPr>
            <w:rPr>
              <w:rFonts w:ascii="Times New Roman" w:hAnsi="Times New Roman" w:cs="Times New Roman"/>
              <w:sz w:val="16"/>
              <w:szCs w:val="16"/>
            </w:rPr>
            <w:alias w:val="shapes"/>
            <w:tag w:val="shapes"/>
            <w:id w:val="1967769576"/>
            <w:placeholder>
              <w:docPart w:val="3D3AF3D06AF14BFC8D9CE0975BC7EB12"/>
            </w:placeholder>
            <w:showingPlcHdr/>
            <w:dropDownList>
              <w:listItem w:value="Choose an item."/>
              <w:listItem w:displayText="point" w:value="point"/>
              <w:listItem w:displayText="line" w:value="line"/>
              <w:listItem w:displayText="broken line" w:value="broken line"/>
              <w:listItem w:displayText="rectangle" w:value="rectangle"/>
              <w:listItem w:displayText="circle" w:value="circle"/>
              <w:listItem w:displayText="polygon" w:value="polygon"/>
            </w:dropDownList>
          </w:sdtPr>
          <w:sdtEndPr/>
          <w:sdtContent>
            <w:tc>
              <w:tcPr>
                <w:tcW w:w="2076" w:type="dxa"/>
                <w:gridSpan w:val="2"/>
              </w:tcPr>
              <w:p w14:paraId="44E5F76A" w14:textId="77777777" w:rsidR="00F126B0" w:rsidRPr="007C0CF4" w:rsidRDefault="00F126B0" w:rsidP="00102CE5">
                <w:pPr>
                  <w:spacing w:after="0" w:line="240" w:lineRule="auto"/>
                  <w:rPr>
                    <w:rFonts w:ascii="Times New Roman" w:hAnsi="Times New Roman" w:cs="Times New Roman"/>
                    <w:sz w:val="16"/>
                    <w:szCs w:val="16"/>
                  </w:rPr>
                </w:pPr>
                <w:r w:rsidRPr="007C0CF4">
                  <w:rPr>
                    <w:rStyle w:val="PlaceholderText"/>
                    <w:rFonts w:ascii="Times New Roman" w:hAnsi="Times New Roman" w:cs="Times New Roman"/>
                    <w:color w:val="auto"/>
                    <w:sz w:val="16"/>
                    <w:szCs w:val="16"/>
                  </w:rPr>
                  <w:t>Choose an item.</w:t>
                </w:r>
              </w:p>
            </w:tc>
          </w:sdtContent>
        </w:sdt>
        <w:tc>
          <w:tcPr>
            <w:tcW w:w="2004" w:type="dxa"/>
          </w:tcPr>
          <w:p w14:paraId="455179BF" w14:textId="77777777" w:rsidR="00F126B0" w:rsidRPr="007C0CF4" w:rsidRDefault="00350F6A" w:rsidP="00102CE5">
            <w:pPr>
              <w:spacing w:after="0" w:line="240" w:lineRule="auto"/>
              <w:rPr>
                <w:rFonts w:ascii="Times New Roman" w:hAnsi="Times New Roman"/>
                <w:sz w:val="16"/>
                <w:szCs w:val="16"/>
              </w:rPr>
            </w:pPr>
            <w:sdt>
              <w:sdtPr>
                <w:rPr>
                  <w:rFonts w:ascii="Times New Roman" w:hAnsi="Times New Roman" w:cs="Times New Roman"/>
                  <w:sz w:val="16"/>
                  <w:szCs w:val="16"/>
                </w:rPr>
                <w:alias w:val="color"/>
                <w:tag w:val="color"/>
                <w:id w:val="-180440298"/>
                <w:placeholder>
                  <w:docPart w:val="F372B949AA204030AA449D59C52851B7"/>
                </w:placeholder>
                <w:showingPlcHdr/>
                <w:dropDownList>
                  <w:listItem w:value="Choose an item."/>
                  <w:listItem w:displayText="blue" w:value="blue"/>
                  <w:listItem w:displayText="red" w:value="red"/>
                  <w:listItem w:displayText="green" w:value="green"/>
                  <w:listItem w:displayText="purple" w:value="purple"/>
                  <w:listItem w:displayText="electric blue" w:value="electric blue"/>
                  <w:listItem w:displayText="navy blue" w:value="navy blue"/>
                  <w:listItem w:displayText="maroon" w:value="maroon"/>
                  <w:listItem w:displayText="olive" w:value="olive"/>
                  <w:listItem w:displayText="violet" w:value="violet"/>
                </w:dropDownList>
              </w:sdtPr>
              <w:sdtEndPr/>
              <w:sdtContent>
                <w:r w:rsidR="00F126B0" w:rsidRPr="007C0CF4">
                  <w:rPr>
                    <w:rStyle w:val="PlaceholderText"/>
                    <w:rFonts w:ascii="Times New Roman" w:hAnsi="Times New Roman" w:cs="Times New Roman"/>
                    <w:color w:val="auto"/>
                    <w:sz w:val="16"/>
                    <w:szCs w:val="16"/>
                  </w:rPr>
                  <w:t>Select color</w:t>
                </w:r>
              </w:sdtContent>
            </w:sdt>
          </w:p>
        </w:tc>
        <w:tc>
          <w:tcPr>
            <w:tcW w:w="5665" w:type="dxa"/>
            <w:vMerge/>
          </w:tcPr>
          <w:p w14:paraId="61B86A54" w14:textId="77777777" w:rsidR="00F126B0" w:rsidRPr="003A18C9" w:rsidRDefault="00F126B0" w:rsidP="00102CE5">
            <w:pPr>
              <w:spacing w:after="0" w:line="240" w:lineRule="auto"/>
              <w:rPr>
                <w:rFonts w:ascii="Times New Roman" w:hAnsi="Times New Roman"/>
                <w:sz w:val="20"/>
                <w:szCs w:val="20"/>
              </w:rPr>
            </w:pPr>
          </w:p>
        </w:tc>
      </w:tr>
      <w:tr w:rsidR="00ED4CC5" w:rsidRPr="003A18C9" w14:paraId="17D6C2BC" w14:textId="77777777" w:rsidTr="007F4875">
        <w:trPr>
          <w:trHeight w:val="158"/>
        </w:trPr>
        <w:tc>
          <w:tcPr>
            <w:tcW w:w="4405" w:type="dxa"/>
            <w:gridSpan w:val="4"/>
          </w:tcPr>
          <w:p w14:paraId="31FC6819" w14:textId="77777777" w:rsidR="00ED4CC5" w:rsidRPr="00ED4CC5" w:rsidRDefault="00ED4CC5" w:rsidP="000F10DB">
            <w:pPr>
              <w:spacing w:after="0" w:line="240" w:lineRule="auto"/>
              <w:rPr>
                <w:rFonts w:ascii="Times New Roman" w:hAnsi="Times New Roman"/>
                <w:sz w:val="16"/>
                <w:szCs w:val="16"/>
              </w:rPr>
            </w:pPr>
            <w:r w:rsidRPr="00ED4CC5">
              <w:rPr>
                <w:rFonts w:ascii="Times New Roman" w:hAnsi="Times New Roman"/>
                <w:sz w:val="16"/>
                <w:szCs w:val="16"/>
              </w:rPr>
              <w:t>Comments:</w:t>
            </w:r>
            <w:r>
              <w:rPr>
                <w:rStyle w:val="PlaceholderText"/>
                <w:rFonts w:ascii="Times New Roman" w:hAnsi="Times New Roman" w:cs="Times New Roman"/>
                <w:sz w:val="16"/>
                <w:szCs w:val="16"/>
              </w:rPr>
              <w:t xml:space="preserve"> </w:t>
            </w:r>
            <w:sdt>
              <w:sdtPr>
                <w:rPr>
                  <w:rFonts w:ascii="Times New Roman" w:hAnsi="Times New Roman" w:cs="Times New Roman"/>
                  <w:sz w:val="16"/>
                  <w:szCs w:val="16"/>
                </w:rPr>
                <w:id w:val="-838160856"/>
                <w:placeholder>
                  <w:docPart w:val="3E4D31A8BF554851953FF71E09015E64"/>
                </w:placeholder>
              </w:sdtPr>
              <w:sdtEndPr/>
              <w:sdtContent>
                <w:r w:rsidR="00AE3E06" w:rsidRPr="0079583C">
                  <w:rPr>
                    <w:rStyle w:val="PlaceholderText"/>
                    <w:rFonts w:ascii="Times New Roman" w:hAnsi="Times New Roman" w:cs="Times New Roman"/>
                    <w:i/>
                    <w:color w:val="auto"/>
                    <w:sz w:val="16"/>
                    <w:szCs w:val="16"/>
                  </w:rPr>
                  <w:t>Time Tempera</w:t>
                </w:r>
                <w:r w:rsidR="007C0CF4" w:rsidRPr="0079583C">
                  <w:rPr>
                    <w:rStyle w:val="PlaceholderText"/>
                    <w:rFonts w:ascii="Times New Roman" w:hAnsi="Times New Roman" w:cs="Times New Roman"/>
                    <w:i/>
                    <w:color w:val="auto"/>
                    <w:sz w:val="16"/>
                    <w:szCs w:val="16"/>
                  </w:rPr>
                  <w:t>ture Reports refer to the second</w:t>
                </w:r>
                <w:r w:rsidR="00AE3E06" w:rsidRPr="0079583C">
                  <w:rPr>
                    <w:rStyle w:val="PlaceholderText"/>
                    <w:rFonts w:ascii="Times New Roman" w:hAnsi="Times New Roman" w:cs="Times New Roman"/>
                    <w:i/>
                    <w:color w:val="auto"/>
                    <w:sz w:val="16"/>
                    <w:szCs w:val="16"/>
                  </w:rPr>
                  <w:t xml:space="preserve"> type of data given to customers as a portion of the Thermal Imaging packet. Time Temperature reports provide </w:t>
                </w:r>
                <w:r w:rsidR="007C0CF4" w:rsidRPr="0079583C">
                  <w:rPr>
                    <w:rStyle w:val="PlaceholderText"/>
                    <w:rFonts w:ascii="Times New Roman" w:hAnsi="Times New Roman" w:cs="Times New Roman"/>
                    <w:i/>
                    <w:color w:val="auto"/>
                    <w:sz w:val="16"/>
                    <w:szCs w:val="16"/>
                  </w:rPr>
                  <w:t>3</w:t>
                </w:r>
                <w:r w:rsidR="00064D12" w:rsidRPr="0079583C">
                  <w:rPr>
                    <w:rStyle w:val="PlaceholderText"/>
                    <w:rFonts w:ascii="Times New Roman" w:hAnsi="Times New Roman" w:cs="Times New Roman"/>
                    <w:i/>
                    <w:color w:val="auto"/>
                    <w:sz w:val="16"/>
                    <w:szCs w:val="16"/>
                  </w:rPr>
                  <w:t xml:space="preserve"> types (Minimum, Average, </w:t>
                </w:r>
                <w:r w:rsidR="007C0CF4" w:rsidRPr="0079583C">
                  <w:rPr>
                    <w:rStyle w:val="PlaceholderText"/>
                    <w:rFonts w:ascii="Times New Roman" w:hAnsi="Times New Roman" w:cs="Times New Roman"/>
                    <w:i/>
                    <w:color w:val="auto"/>
                    <w:sz w:val="16"/>
                    <w:szCs w:val="16"/>
                  </w:rPr>
                  <w:t>and Maximum</w:t>
                </w:r>
                <w:r w:rsidR="00064D12" w:rsidRPr="0079583C">
                  <w:rPr>
                    <w:rStyle w:val="PlaceholderText"/>
                    <w:rFonts w:ascii="Times New Roman" w:hAnsi="Times New Roman" w:cs="Times New Roman"/>
                    <w:i/>
                    <w:color w:val="auto"/>
                    <w:sz w:val="16"/>
                    <w:szCs w:val="16"/>
                  </w:rPr>
                  <w:t xml:space="preserve">) of </w:t>
                </w:r>
                <w:r w:rsidR="00AE3E06" w:rsidRPr="0079583C">
                  <w:rPr>
                    <w:rStyle w:val="PlaceholderText"/>
                    <w:rFonts w:ascii="Times New Roman" w:hAnsi="Times New Roman" w:cs="Times New Roman"/>
                    <w:i/>
                    <w:color w:val="auto"/>
                    <w:sz w:val="16"/>
                    <w:szCs w:val="16"/>
                  </w:rPr>
                  <w:t>temperature data</w:t>
                </w:r>
                <w:r w:rsidR="00D97E1D" w:rsidRPr="0079583C">
                  <w:rPr>
                    <w:rStyle w:val="PlaceholderText"/>
                    <w:rFonts w:ascii="Times New Roman" w:hAnsi="Times New Roman" w:cs="Times New Roman"/>
                    <w:i/>
                    <w:color w:val="auto"/>
                    <w:sz w:val="16"/>
                    <w:szCs w:val="16"/>
                  </w:rPr>
                  <w:t xml:space="preserve"> </w:t>
                </w:r>
                <w:r w:rsidR="007C0CF4" w:rsidRPr="0079583C">
                  <w:rPr>
                    <w:rStyle w:val="PlaceholderText"/>
                    <w:rFonts w:ascii="Times New Roman" w:hAnsi="Times New Roman" w:cs="Times New Roman"/>
                    <w:i/>
                    <w:color w:val="auto"/>
                    <w:sz w:val="16"/>
                    <w:szCs w:val="16"/>
                  </w:rPr>
                  <w:t xml:space="preserve">for </w:t>
                </w:r>
                <w:r w:rsidR="00D97E1D" w:rsidRPr="0079583C">
                  <w:rPr>
                    <w:rStyle w:val="PlaceholderText"/>
                    <w:rFonts w:ascii="Times New Roman" w:hAnsi="Times New Roman" w:cs="Times New Roman"/>
                    <w:i/>
                    <w:color w:val="auto"/>
                    <w:sz w:val="16"/>
                    <w:szCs w:val="16"/>
                  </w:rPr>
                  <w:t>individual ROIs</w:t>
                </w:r>
                <w:r w:rsidR="0058253A" w:rsidRPr="0079583C">
                  <w:rPr>
                    <w:rStyle w:val="PlaceholderText"/>
                    <w:rFonts w:ascii="Times New Roman" w:hAnsi="Times New Roman" w:cs="Times New Roman"/>
                    <w:i/>
                    <w:color w:val="auto"/>
                    <w:sz w:val="16"/>
                    <w:szCs w:val="16"/>
                  </w:rPr>
                  <w:t xml:space="preserve"> as a f</w:t>
                </w:r>
                <w:r w:rsidR="007C0CF4" w:rsidRPr="0079583C">
                  <w:rPr>
                    <w:rStyle w:val="PlaceholderText"/>
                    <w:rFonts w:ascii="Times New Roman" w:hAnsi="Times New Roman" w:cs="Times New Roman"/>
                    <w:i/>
                    <w:color w:val="auto"/>
                    <w:sz w:val="16"/>
                    <w:szCs w:val="16"/>
                  </w:rPr>
                  <w:t>unction of the video sequence in frames</w:t>
                </w:r>
                <w:r w:rsidR="000F10DB">
                  <w:rPr>
                    <w:rStyle w:val="PlaceholderText"/>
                    <w:rFonts w:ascii="Times New Roman" w:hAnsi="Times New Roman" w:cs="Times New Roman"/>
                    <w:i/>
                    <w:color w:val="auto"/>
                    <w:sz w:val="16"/>
                    <w:szCs w:val="16"/>
                  </w:rPr>
                  <w:t>. Generally, the</w:t>
                </w:r>
                <w:r w:rsidR="00D97E1D" w:rsidRPr="0079583C">
                  <w:rPr>
                    <w:rStyle w:val="PlaceholderText"/>
                    <w:rFonts w:ascii="Times New Roman" w:hAnsi="Times New Roman" w:cs="Times New Roman"/>
                    <w:i/>
                    <w:color w:val="auto"/>
                    <w:sz w:val="16"/>
                    <w:szCs w:val="16"/>
                  </w:rPr>
                  <w:t xml:space="preserve"> report generated will contain an image of the model</w:t>
                </w:r>
                <w:r w:rsidR="007C0CF4" w:rsidRPr="0079583C">
                  <w:rPr>
                    <w:rStyle w:val="PlaceholderText"/>
                    <w:rFonts w:ascii="Times New Roman" w:hAnsi="Times New Roman" w:cs="Times New Roman"/>
                    <w:i/>
                    <w:color w:val="auto"/>
                    <w:sz w:val="16"/>
                    <w:szCs w:val="16"/>
                  </w:rPr>
                  <w:t>, graph</w:t>
                </w:r>
                <w:r w:rsidR="00D97E1D" w:rsidRPr="0079583C">
                  <w:rPr>
                    <w:rStyle w:val="PlaceholderText"/>
                    <w:rFonts w:ascii="Times New Roman" w:hAnsi="Times New Roman" w:cs="Times New Roman"/>
                    <w:i/>
                    <w:color w:val="auto"/>
                    <w:sz w:val="16"/>
                    <w:szCs w:val="16"/>
                  </w:rPr>
                  <w:t xml:space="preserve"> displaying the ROI</w:t>
                </w:r>
                <w:r w:rsidR="007C0CF4" w:rsidRPr="0079583C">
                  <w:rPr>
                    <w:rStyle w:val="PlaceholderText"/>
                    <w:rFonts w:ascii="Times New Roman" w:hAnsi="Times New Roman" w:cs="Times New Roman"/>
                    <w:i/>
                    <w:color w:val="auto"/>
                    <w:sz w:val="16"/>
                    <w:szCs w:val="16"/>
                  </w:rPr>
                  <w:t xml:space="preserve"> temperature</w:t>
                </w:r>
                <w:r w:rsidR="00D97E1D" w:rsidRPr="0079583C">
                  <w:rPr>
                    <w:rStyle w:val="PlaceholderText"/>
                    <w:rFonts w:ascii="Times New Roman" w:hAnsi="Times New Roman" w:cs="Times New Roman"/>
                    <w:i/>
                    <w:color w:val="auto"/>
                    <w:sz w:val="16"/>
                    <w:szCs w:val="16"/>
                  </w:rPr>
                  <w:t xml:space="preserve"> as a function of the frames</w:t>
                </w:r>
                <w:r w:rsidR="007C0CF4" w:rsidRPr="0079583C">
                  <w:rPr>
                    <w:rStyle w:val="PlaceholderText"/>
                    <w:rFonts w:ascii="Times New Roman" w:hAnsi="Times New Roman" w:cs="Times New Roman"/>
                    <w:i/>
                    <w:color w:val="auto"/>
                    <w:sz w:val="16"/>
                    <w:szCs w:val="16"/>
                  </w:rPr>
                  <w:t>, and the ROI tabulated data</w:t>
                </w:r>
                <w:r w:rsidR="008764F9" w:rsidRPr="0079583C">
                  <w:rPr>
                    <w:rStyle w:val="PlaceholderText"/>
                    <w:rFonts w:ascii="Times New Roman" w:hAnsi="Times New Roman" w:cs="Times New Roman"/>
                    <w:i/>
                    <w:color w:val="auto"/>
                    <w:sz w:val="16"/>
                    <w:szCs w:val="16"/>
                  </w:rPr>
                  <w:t xml:space="preserve">. The user </w:t>
                </w:r>
                <w:r w:rsidR="007C0CF4" w:rsidRPr="0079583C">
                  <w:rPr>
                    <w:rStyle w:val="PlaceholderText"/>
                    <w:rFonts w:ascii="Times New Roman" w:hAnsi="Times New Roman" w:cs="Times New Roman"/>
                    <w:i/>
                    <w:color w:val="auto"/>
                    <w:sz w:val="16"/>
                    <w:szCs w:val="16"/>
                  </w:rPr>
                  <w:t>h</w:t>
                </w:r>
                <w:r w:rsidR="008764F9" w:rsidRPr="0079583C">
                  <w:rPr>
                    <w:rStyle w:val="PlaceholderText"/>
                    <w:rFonts w:ascii="Times New Roman" w:hAnsi="Times New Roman" w:cs="Times New Roman"/>
                    <w:i/>
                    <w:color w:val="auto"/>
                    <w:sz w:val="16"/>
                    <w:szCs w:val="16"/>
                  </w:rPr>
                  <w:t>as t</w:t>
                </w:r>
                <w:r w:rsidR="000F10DB">
                  <w:rPr>
                    <w:rStyle w:val="PlaceholderText"/>
                    <w:rFonts w:ascii="Times New Roman" w:hAnsi="Times New Roman" w:cs="Times New Roman"/>
                    <w:i/>
                    <w:color w:val="auto"/>
                    <w:sz w:val="16"/>
                    <w:szCs w:val="16"/>
                  </w:rPr>
                  <w:t>he option of selecting multiple</w:t>
                </w:r>
                <w:r w:rsidR="008764F9" w:rsidRPr="0079583C">
                  <w:rPr>
                    <w:rStyle w:val="PlaceholderText"/>
                    <w:rFonts w:ascii="Times New Roman" w:hAnsi="Times New Roman" w:cs="Times New Roman"/>
                    <w:i/>
                    <w:color w:val="auto"/>
                    <w:sz w:val="16"/>
                    <w:szCs w:val="16"/>
                  </w:rPr>
                  <w:t xml:space="preserve"> reports in either</w:t>
                </w:r>
                <w:r w:rsidR="000F10DB">
                  <w:rPr>
                    <w:rStyle w:val="PlaceholderText"/>
                    <w:rFonts w:ascii="Times New Roman" w:hAnsi="Times New Roman" w:cs="Times New Roman"/>
                    <w:i/>
                    <w:color w:val="auto"/>
                    <w:sz w:val="16"/>
                    <w:szCs w:val="16"/>
                  </w:rPr>
                  <w:t xml:space="preserve"> minimum,</w:t>
                </w:r>
                <w:r w:rsidR="008764F9" w:rsidRPr="0079583C">
                  <w:rPr>
                    <w:rStyle w:val="PlaceholderText"/>
                    <w:rFonts w:ascii="Times New Roman" w:hAnsi="Times New Roman" w:cs="Times New Roman"/>
                    <w:i/>
                    <w:color w:val="auto"/>
                    <w:sz w:val="16"/>
                    <w:szCs w:val="16"/>
                  </w:rPr>
                  <w:t xml:space="preserve"> average</w:t>
                </w:r>
                <w:r w:rsidR="000F10DB">
                  <w:rPr>
                    <w:rStyle w:val="PlaceholderText"/>
                    <w:rFonts w:ascii="Times New Roman" w:hAnsi="Times New Roman" w:cs="Times New Roman"/>
                    <w:i/>
                    <w:color w:val="auto"/>
                    <w:sz w:val="16"/>
                    <w:szCs w:val="16"/>
                  </w:rPr>
                  <w:t>,</w:t>
                </w:r>
                <w:r w:rsidR="008764F9" w:rsidRPr="0079583C">
                  <w:rPr>
                    <w:rStyle w:val="PlaceholderText"/>
                    <w:rFonts w:ascii="Times New Roman" w:hAnsi="Times New Roman" w:cs="Times New Roman"/>
                    <w:i/>
                    <w:color w:val="auto"/>
                    <w:sz w:val="16"/>
                    <w:szCs w:val="16"/>
                  </w:rPr>
                  <w:t xml:space="preserve"> or maximum value. For example, if a maximum</w:t>
                </w:r>
                <w:r w:rsidR="007C0CF4" w:rsidRPr="0079583C">
                  <w:rPr>
                    <w:rStyle w:val="PlaceholderText"/>
                    <w:rFonts w:ascii="Times New Roman" w:hAnsi="Times New Roman" w:cs="Times New Roman"/>
                    <w:i/>
                    <w:color w:val="auto"/>
                    <w:sz w:val="16"/>
                    <w:szCs w:val="16"/>
                  </w:rPr>
                  <w:t xml:space="preserve"> report is chosen and the shape (</w:t>
                </w:r>
                <w:r w:rsidR="0079583C" w:rsidRPr="0079583C">
                  <w:rPr>
                    <w:rStyle w:val="PlaceholderText"/>
                    <w:rFonts w:ascii="Times New Roman" w:hAnsi="Times New Roman" w:cs="Times New Roman"/>
                    <w:i/>
                    <w:color w:val="auto"/>
                    <w:sz w:val="16"/>
                    <w:szCs w:val="16"/>
                  </w:rPr>
                  <w:t>circle</w:t>
                </w:r>
                <w:r w:rsidR="007C0CF4" w:rsidRPr="0079583C">
                  <w:rPr>
                    <w:rStyle w:val="PlaceholderText"/>
                    <w:rFonts w:ascii="Times New Roman" w:hAnsi="Times New Roman" w:cs="Times New Roman"/>
                    <w:i/>
                    <w:color w:val="auto"/>
                    <w:sz w:val="16"/>
                    <w:szCs w:val="16"/>
                  </w:rPr>
                  <w:t>)</w:t>
                </w:r>
                <w:r w:rsidR="0079583C" w:rsidRPr="0079583C">
                  <w:rPr>
                    <w:rStyle w:val="PlaceholderText"/>
                    <w:rFonts w:ascii="Times New Roman" w:hAnsi="Times New Roman" w:cs="Times New Roman"/>
                    <w:i/>
                    <w:color w:val="auto"/>
                    <w:sz w:val="16"/>
                    <w:szCs w:val="16"/>
                  </w:rPr>
                  <w:t xml:space="preserve"> above is</w:t>
                </w:r>
                <w:r w:rsidR="008764F9" w:rsidRPr="0079583C">
                  <w:rPr>
                    <w:rStyle w:val="PlaceholderText"/>
                    <w:rFonts w:ascii="Times New Roman" w:hAnsi="Times New Roman" w:cs="Times New Roman"/>
                    <w:i/>
                    <w:color w:val="auto"/>
                    <w:sz w:val="16"/>
                    <w:szCs w:val="16"/>
                  </w:rPr>
                  <w:t xml:space="preserve"> chosen then the highest tempera</w:t>
                </w:r>
                <w:r w:rsidR="0079583C" w:rsidRPr="0079583C">
                  <w:rPr>
                    <w:rStyle w:val="PlaceholderText"/>
                    <w:rFonts w:ascii="Times New Roman" w:hAnsi="Times New Roman" w:cs="Times New Roman"/>
                    <w:i/>
                    <w:color w:val="auto"/>
                    <w:sz w:val="16"/>
                    <w:szCs w:val="16"/>
                  </w:rPr>
                  <w:t>ture within the circle</w:t>
                </w:r>
                <w:r w:rsidR="008764F9" w:rsidRPr="0079583C">
                  <w:rPr>
                    <w:rStyle w:val="PlaceholderText"/>
                    <w:rFonts w:ascii="Times New Roman" w:hAnsi="Times New Roman" w:cs="Times New Roman"/>
                    <w:i/>
                    <w:color w:val="auto"/>
                    <w:sz w:val="16"/>
                    <w:szCs w:val="16"/>
                  </w:rPr>
                  <w:t xml:space="preserve"> will be displayed and record</w:t>
                </w:r>
                <w:r w:rsidR="007C0CF4" w:rsidRPr="0079583C">
                  <w:rPr>
                    <w:rStyle w:val="PlaceholderText"/>
                    <w:rFonts w:ascii="Times New Roman" w:hAnsi="Times New Roman" w:cs="Times New Roman"/>
                    <w:i/>
                    <w:color w:val="auto"/>
                    <w:sz w:val="16"/>
                    <w:szCs w:val="16"/>
                  </w:rPr>
                  <w:t>ed</w:t>
                </w:r>
                <w:r w:rsidR="008764F9" w:rsidRPr="0079583C">
                  <w:rPr>
                    <w:rStyle w:val="PlaceholderText"/>
                    <w:rFonts w:ascii="Times New Roman" w:hAnsi="Times New Roman" w:cs="Times New Roman"/>
                    <w:i/>
                    <w:color w:val="auto"/>
                    <w:sz w:val="16"/>
                    <w:szCs w:val="16"/>
                  </w:rPr>
                  <w:t xml:space="preserve"> on the graph and data tables. </w:t>
                </w:r>
                <w:r w:rsidR="0079583C" w:rsidRPr="0079583C">
                  <w:rPr>
                    <w:rStyle w:val="PlaceholderText"/>
                    <w:rFonts w:ascii="Times New Roman" w:hAnsi="Times New Roman" w:cs="Times New Roman"/>
                    <w:i/>
                    <w:color w:val="auto"/>
                    <w:sz w:val="16"/>
                    <w:szCs w:val="16"/>
                  </w:rPr>
                  <w:t>A maximum of 4 ROIs may be selected for each report.</w:t>
                </w:r>
                <w:r w:rsidR="002E3E11">
                  <w:rPr>
                    <w:rStyle w:val="PlaceholderText"/>
                    <w:rFonts w:ascii="Times New Roman" w:hAnsi="Times New Roman" w:cs="Times New Roman"/>
                    <w:i/>
                    <w:color w:val="auto"/>
                    <w:sz w:val="16"/>
                    <w:szCs w:val="16"/>
                  </w:rPr>
                  <w:t xml:space="preserve"> Images may be attached in the right column with simple lines or circles</w:t>
                </w:r>
                <w:r w:rsidR="008A2E7F">
                  <w:rPr>
                    <w:rStyle w:val="PlaceholderText"/>
                    <w:rFonts w:ascii="Times New Roman" w:hAnsi="Times New Roman" w:cs="Times New Roman"/>
                    <w:i/>
                    <w:color w:val="auto"/>
                    <w:sz w:val="16"/>
                    <w:szCs w:val="16"/>
                  </w:rPr>
                  <w:t>.</w:t>
                </w:r>
              </w:sdtContent>
            </w:sdt>
          </w:p>
        </w:tc>
        <w:tc>
          <w:tcPr>
            <w:tcW w:w="5665" w:type="dxa"/>
            <w:vMerge/>
          </w:tcPr>
          <w:p w14:paraId="3B326844" w14:textId="77777777" w:rsidR="00ED4CC5" w:rsidRPr="003A18C9" w:rsidRDefault="00ED4CC5" w:rsidP="00102CE5">
            <w:pPr>
              <w:spacing w:after="0" w:line="240" w:lineRule="auto"/>
              <w:rPr>
                <w:rFonts w:ascii="Times New Roman" w:hAnsi="Times New Roman"/>
                <w:sz w:val="20"/>
                <w:szCs w:val="20"/>
              </w:rPr>
            </w:pPr>
          </w:p>
        </w:tc>
      </w:tr>
    </w:tbl>
    <w:p w14:paraId="24F96B75" w14:textId="77777777" w:rsidR="00FF77C2" w:rsidRDefault="00FF77C2" w:rsidP="00102CE5">
      <w:pPr>
        <w:jc w:val="both"/>
        <w:rPr>
          <w:rFonts w:ascii="Times New Roman" w:hAnsi="Times New Roman"/>
          <w:sz w:val="20"/>
          <w:szCs w:val="20"/>
        </w:rPr>
      </w:pPr>
    </w:p>
    <w:p w14:paraId="0F9C3415" w14:textId="77777777" w:rsidR="007F4875" w:rsidRDefault="007F4875" w:rsidP="00102CE5">
      <w:pPr>
        <w:jc w:val="both"/>
        <w:rPr>
          <w:rFonts w:ascii="Times New Roman" w:hAnsi="Times New Roman"/>
          <w:sz w:val="20"/>
          <w:szCs w:val="20"/>
        </w:rPr>
      </w:pPr>
    </w:p>
    <w:p w14:paraId="7686D587" w14:textId="77777777" w:rsidR="007F4875" w:rsidRDefault="007F4875" w:rsidP="00102CE5">
      <w:pPr>
        <w:jc w:val="both"/>
        <w:rPr>
          <w:rFonts w:ascii="Times New Roman" w:hAnsi="Times New Roman"/>
          <w:sz w:val="20"/>
          <w:szCs w:val="20"/>
        </w:rPr>
      </w:pPr>
    </w:p>
    <w:p w14:paraId="2DBA9C52" w14:textId="77777777" w:rsidR="007F4875" w:rsidRDefault="007F4875" w:rsidP="00102CE5">
      <w:pPr>
        <w:jc w:val="both"/>
        <w:rPr>
          <w:rFonts w:ascii="Times New Roman" w:hAnsi="Times New Roman"/>
          <w:sz w:val="20"/>
          <w:szCs w:val="20"/>
        </w:rPr>
      </w:pPr>
    </w:p>
    <w:p w14:paraId="6B0BCE6D" w14:textId="77777777" w:rsidR="00102CE5" w:rsidRDefault="00102CE5" w:rsidP="00102CE5">
      <w:pPr>
        <w:rPr>
          <w:rFonts w:ascii="Times New Roman" w:hAnsi="Times New Roman"/>
          <w:b/>
          <w:sz w:val="20"/>
          <w:szCs w:val="20"/>
        </w:rPr>
      </w:pPr>
    </w:p>
    <w:p w14:paraId="3EFB273B" w14:textId="77777777" w:rsidR="00102CE5" w:rsidRDefault="00102CE5" w:rsidP="00102CE5">
      <w:pPr>
        <w:rPr>
          <w:rFonts w:ascii="Times New Roman" w:hAnsi="Times New Roman"/>
          <w:b/>
          <w:sz w:val="20"/>
          <w:szCs w:val="20"/>
        </w:rPr>
      </w:pPr>
    </w:p>
    <w:p w14:paraId="441CD12F" w14:textId="77777777" w:rsidR="00102CE5" w:rsidRDefault="00102CE5" w:rsidP="00102CE5">
      <w:pPr>
        <w:rPr>
          <w:rFonts w:ascii="Times New Roman" w:hAnsi="Times New Roman"/>
          <w:b/>
          <w:sz w:val="20"/>
          <w:szCs w:val="20"/>
        </w:rPr>
      </w:pPr>
    </w:p>
    <w:p w14:paraId="2091CE3E" w14:textId="77777777" w:rsidR="00102CE5" w:rsidRDefault="00102CE5"/>
    <w:sectPr w:rsidR="00102CE5">
      <w:headerReference w:type="even" r:id="rId25"/>
      <w:headerReference w:type="default" r:id="rId26"/>
      <w:footerReference w:type="even" r:id="rId27"/>
      <w:footerReference w:type="default" r:id="rId28"/>
      <w:headerReference w:type="first" r:id="rId29"/>
      <w:footerReference w:type="first" r:id="rId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9004AF" w14:textId="77777777" w:rsidR="0061786E" w:rsidRDefault="0061786E" w:rsidP="00ED4CC5">
      <w:pPr>
        <w:spacing w:after="0" w:line="240" w:lineRule="auto"/>
      </w:pPr>
      <w:r>
        <w:separator/>
      </w:r>
    </w:p>
  </w:endnote>
  <w:endnote w:type="continuationSeparator" w:id="0">
    <w:p w14:paraId="7D2D7EEB" w14:textId="77777777" w:rsidR="0061786E" w:rsidRDefault="0061786E" w:rsidP="00ED4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47A8B0" w14:textId="77777777" w:rsidR="0061786E" w:rsidRDefault="006178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C54D5" w14:textId="77777777" w:rsidR="0061786E" w:rsidRDefault="006178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08116" w14:textId="77777777" w:rsidR="0061786E" w:rsidRDefault="006178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D54763" w14:textId="77777777" w:rsidR="0061786E" w:rsidRDefault="0061786E" w:rsidP="00ED4CC5">
      <w:pPr>
        <w:spacing w:after="0" w:line="240" w:lineRule="auto"/>
      </w:pPr>
      <w:r>
        <w:separator/>
      </w:r>
    </w:p>
  </w:footnote>
  <w:footnote w:type="continuationSeparator" w:id="0">
    <w:p w14:paraId="0622365B" w14:textId="77777777" w:rsidR="0061786E" w:rsidRDefault="0061786E" w:rsidP="00ED4C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15128" w14:textId="77777777" w:rsidR="0061786E" w:rsidRDefault="006178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A19D7" w14:textId="77777777" w:rsidR="0061786E" w:rsidRDefault="006178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09388" w14:textId="77777777" w:rsidR="0061786E" w:rsidRDefault="0061786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26B0"/>
    <w:rsid w:val="00013F32"/>
    <w:rsid w:val="000246B6"/>
    <w:rsid w:val="00064D12"/>
    <w:rsid w:val="000F10DB"/>
    <w:rsid w:val="00102CE5"/>
    <w:rsid w:val="00127538"/>
    <w:rsid w:val="00206281"/>
    <w:rsid w:val="00271654"/>
    <w:rsid w:val="002C65A6"/>
    <w:rsid w:val="002D5132"/>
    <w:rsid w:val="002E3E11"/>
    <w:rsid w:val="00350F6A"/>
    <w:rsid w:val="00366F17"/>
    <w:rsid w:val="003D7FEE"/>
    <w:rsid w:val="0041001E"/>
    <w:rsid w:val="00436B32"/>
    <w:rsid w:val="00551B04"/>
    <w:rsid w:val="0058253A"/>
    <w:rsid w:val="005829ED"/>
    <w:rsid w:val="0061786E"/>
    <w:rsid w:val="00662DF5"/>
    <w:rsid w:val="006D6CB7"/>
    <w:rsid w:val="0071681C"/>
    <w:rsid w:val="0079583C"/>
    <w:rsid w:val="007C0CF4"/>
    <w:rsid w:val="007F4875"/>
    <w:rsid w:val="00827DB7"/>
    <w:rsid w:val="008524FE"/>
    <w:rsid w:val="008764F9"/>
    <w:rsid w:val="008924D0"/>
    <w:rsid w:val="008A2E7F"/>
    <w:rsid w:val="00914100"/>
    <w:rsid w:val="00930D9A"/>
    <w:rsid w:val="00947064"/>
    <w:rsid w:val="009C7547"/>
    <w:rsid w:val="009E6862"/>
    <w:rsid w:val="00A27063"/>
    <w:rsid w:val="00A82700"/>
    <w:rsid w:val="00AE3E06"/>
    <w:rsid w:val="00CA134E"/>
    <w:rsid w:val="00CB5523"/>
    <w:rsid w:val="00CE46F2"/>
    <w:rsid w:val="00D66A41"/>
    <w:rsid w:val="00D836BD"/>
    <w:rsid w:val="00D97E1D"/>
    <w:rsid w:val="00DB1379"/>
    <w:rsid w:val="00DF0D05"/>
    <w:rsid w:val="00E430EA"/>
    <w:rsid w:val="00ED4CC5"/>
    <w:rsid w:val="00F04C3A"/>
    <w:rsid w:val="00F126B0"/>
    <w:rsid w:val="00F77037"/>
    <w:rsid w:val="00FC52FE"/>
    <w:rsid w:val="00FE3675"/>
    <w:rsid w:val="00FF77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6901A49"/>
  <w15:chartTrackingRefBased/>
  <w15:docId w15:val="{4E6A7000-D80F-4B78-BBB5-945FF13F3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C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02C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02CE5"/>
    <w:rPr>
      <w:color w:val="808080"/>
    </w:rPr>
  </w:style>
  <w:style w:type="paragraph" w:styleId="Header">
    <w:name w:val="header"/>
    <w:basedOn w:val="Normal"/>
    <w:link w:val="HeaderChar"/>
    <w:uiPriority w:val="99"/>
    <w:unhideWhenUsed/>
    <w:rsid w:val="00ED4C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4CC5"/>
  </w:style>
  <w:style w:type="paragraph" w:styleId="Footer">
    <w:name w:val="footer"/>
    <w:basedOn w:val="Normal"/>
    <w:link w:val="FooterChar"/>
    <w:uiPriority w:val="99"/>
    <w:unhideWhenUsed/>
    <w:rsid w:val="00ED4C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4CC5"/>
  </w:style>
  <w:style w:type="paragraph" w:styleId="BalloonText">
    <w:name w:val="Balloon Text"/>
    <w:basedOn w:val="Normal"/>
    <w:link w:val="BalloonTextChar"/>
    <w:uiPriority w:val="99"/>
    <w:semiHidden/>
    <w:unhideWhenUsed/>
    <w:rsid w:val="00350F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0F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image" Target="media/image7.png"/><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image" Target="media/image1.wmf"/><Relationship Id="rId12" Type="http://schemas.openxmlformats.org/officeDocument/2006/relationships/control" Target="activeX/activeX3.xml"/><Relationship Id="rId17" Type="http://schemas.openxmlformats.org/officeDocument/2006/relationships/image" Target="media/image6.png"/><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5.xml"/><Relationship Id="rId20" Type="http://schemas.openxmlformats.org/officeDocument/2006/relationships/control" Target="activeX/activeX6.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ontrol" Target="activeX/activeX8.xml"/><Relationship Id="rId32"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10.wmf"/><Relationship Id="rId28" Type="http://schemas.openxmlformats.org/officeDocument/2006/relationships/footer" Target="footer2.xml"/><Relationship Id="rId10" Type="http://schemas.openxmlformats.org/officeDocument/2006/relationships/control" Target="activeX/activeX2.xml"/><Relationship Id="rId19" Type="http://schemas.openxmlformats.org/officeDocument/2006/relationships/image" Target="media/image8.wmf"/><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4.xml"/><Relationship Id="rId22" Type="http://schemas.openxmlformats.org/officeDocument/2006/relationships/control" Target="activeX/activeX7.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control" Target="activeX/activeX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tvu\Desktop\OPTICAL%20INSTRUMENTATION%20REQUEST.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CF88B1F7734456DA1F76ECC20F51786"/>
        <w:category>
          <w:name w:val="General"/>
          <w:gallery w:val="placeholder"/>
        </w:category>
        <w:types>
          <w:type w:val="bbPlcHdr"/>
        </w:types>
        <w:behaviors>
          <w:behavior w:val="content"/>
        </w:behaviors>
        <w:guid w:val="{7AF0D68D-801C-489F-9BAF-95E392DBF55E}"/>
      </w:docPartPr>
      <w:docPartBody>
        <w:p w:rsidR="000E777E" w:rsidRDefault="00D61D85" w:rsidP="00D61D85">
          <w:pPr>
            <w:pStyle w:val="2CF88B1F7734456DA1F76ECC20F517863"/>
          </w:pPr>
          <w:r w:rsidRPr="00ED4CC5">
            <w:rPr>
              <w:rStyle w:val="PlaceholderText"/>
              <w:rFonts w:ascii="Times New Roman" w:hAnsi="Times New Roman" w:cs="Times New Roman"/>
              <w:sz w:val="16"/>
              <w:szCs w:val="16"/>
            </w:rPr>
            <w:t>Click or tap here to enter text.</w:t>
          </w:r>
        </w:p>
      </w:docPartBody>
    </w:docPart>
    <w:docPart>
      <w:docPartPr>
        <w:name w:val="B7B21BEFAF9A47FF91D340527239930F"/>
        <w:category>
          <w:name w:val="General"/>
          <w:gallery w:val="placeholder"/>
        </w:category>
        <w:types>
          <w:type w:val="bbPlcHdr"/>
        </w:types>
        <w:behaviors>
          <w:behavior w:val="content"/>
        </w:behaviors>
        <w:guid w:val="{654740C5-8E4E-4B53-9133-D211F5D17A84}"/>
      </w:docPartPr>
      <w:docPartBody>
        <w:p w:rsidR="000E777E" w:rsidRDefault="00BE10D2" w:rsidP="00BE10D2">
          <w:pPr>
            <w:pStyle w:val="B7B21BEFAF9A47FF91D340527239930F25"/>
          </w:pPr>
          <w:r w:rsidRPr="00ED4CC5">
            <w:rPr>
              <w:rStyle w:val="PlaceholderText"/>
              <w:rFonts w:ascii="Times New Roman" w:hAnsi="Times New Roman" w:cs="Times New Roman"/>
              <w:sz w:val="16"/>
              <w:szCs w:val="16"/>
            </w:rPr>
            <w:t>Click or tap here to enter text.</w:t>
          </w:r>
        </w:p>
      </w:docPartBody>
    </w:docPart>
    <w:docPart>
      <w:docPartPr>
        <w:name w:val="BBF2598529C648C8B421817BB8E14500"/>
        <w:category>
          <w:name w:val="General"/>
          <w:gallery w:val="placeholder"/>
        </w:category>
        <w:types>
          <w:type w:val="bbPlcHdr"/>
        </w:types>
        <w:behaviors>
          <w:behavior w:val="content"/>
        </w:behaviors>
        <w:guid w:val="{366554CE-697F-4B2A-8803-4417CF394F4B}"/>
      </w:docPartPr>
      <w:docPartBody>
        <w:p w:rsidR="000E777E" w:rsidRDefault="00BE10D2" w:rsidP="00BE10D2">
          <w:pPr>
            <w:pStyle w:val="BBF2598529C648C8B421817BB8E1450025"/>
          </w:pPr>
          <w:r w:rsidRPr="00ED4CC5">
            <w:rPr>
              <w:rStyle w:val="PlaceholderText"/>
              <w:rFonts w:ascii="Times New Roman" w:hAnsi="Times New Roman" w:cs="Times New Roman"/>
              <w:sz w:val="16"/>
              <w:szCs w:val="16"/>
            </w:rPr>
            <w:t>Click or tap here to enter text.</w:t>
          </w:r>
        </w:p>
      </w:docPartBody>
    </w:docPart>
    <w:docPart>
      <w:docPartPr>
        <w:name w:val="78894368434748EF8F769E210CF8A8D4"/>
        <w:category>
          <w:name w:val="General"/>
          <w:gallery w:val="placeholder"/>
        </w:category>
        <w:types>
          <w:type w:val="bbPlcHdr"/>
        </w:types>
        <w:behaviors>
          <w:behavior w:val="content"/>
        </w:behaviors>
        <w:guid w:val="{F5D507E6-49FE-41F6-B314-72C95B11209A}"/>
      </w:docPartPr>
      <w:docPartBody>
        <w:p w:rsidR="000E777E" w:rsidRDefault="00D61D85" w:rsidP="00D61D85">
          <w:pPr>
            <w:pStyle w:val="78894368434748EF8F769E210CF8A8D41"/>
          </w:pPr>
          <w:r w:rsidRPr="00ED4CC5">
            <w:rPr>
              <w:rStyle w:val="PlaceholderText"/>
              <w:rFonts w:ascii="Times New Roman" w:hAnsi="Times New Roman" w:cs="Times New Roman"/>
              <w:sz w:val="16"/>
              <w:szCs w:val="16"/>
            </w:rPr>
            <w:t>Select value.</w:t>
          </w:r>
        </w:p>
      </w:docPartBody>
    </w:docPart>
    <w:docPart>
      <w:docPartPr>
        <w:name w:val="C135F47383F74623968DE92E485B19F9"/>
        <w:category>
          <w:name w:val="General"/>
          <w:gallery w:val="placeholder"/>
        </w:category>
        <w:types>
          <w:type w:val="bbPlcHdr"/>
        </w:types>
        <w:behaviors>
          <w:behavior w:val="content"/>
        </w:behaviors>
        <w:guid w:val="{4C0156EE-9762-4B50-9908-EB2ED73641E2}"/>
      </w:docPartPr>
      <w:docPartBody>
        <w:p w:rsidR="000E777E" w:rsidRDefault="00DC774E" w:rsidP="00DC774E">
          <w:pPr>
            <w:pStyle w:val="C135F47383F74623968DE92E485B19F93"/>
          </w:pPr>
          <w:r w:rsidRPr="00ED4CC5">
            <w:rPr>
              <w:rStyle w:val="PlaceholderText"/>
              <w:rFonts w:ascii="Times New Roman" w:hAnsi="Times New Roman" w:cs="Times New Roman"/>
              <w:sz w:val="16"/>
              <w:szCs w:val="16"/>
            </w:rPr>
            <w:t>Center value from 0 -1</w:t>
          </w:r>
        </w:p>
      </w:docPartBody>
    </w:docPart>
    <w:docPart>
      <w:docPartPr>
        <w:name w:val="5609695B665345969E9BF4D5E4BCDE21"/>
        <w:category>
          <w:name w:val="General"/>
          <w:gallery w:val="placeholder"/>
        </w:category>
        <w:types>
          <w:type w:val="bbPlcHdr"/>
        </w:types>
        <w:behaviors>
          <w:behavior w:val="content"/>
        </w:behaviors>
        <w:guid w:val="{551ED4D0-5A6F-40ED-9AB0-E5B1A1CB1684}"/>
      </w:docPartPr>
      <w:docPartBody>
        <w:p w:rsidR="000E777E" w:rsidRDefault="00DC774E" w:rsidP="00DC774E">
          <w:pPr>
            <w:pStyle w:val="5609695B665345969E9BF4D5E4BCDE213"/>
          </w:pPr>
          <w:r w:rsidRPr="00ED4CC5">
            <w:rPr>
              <w:rStyle w:val="PlaceholderText"/>
              <w:rFonts w:ascii="Times New Roman" w:hAnsi="Times New Roman" w:cs="Times New Roman"/>
              <w:sz w:val="16"/>
              <w:szCs w:val="16"/>
            </w:rPr>
            <w:t>Choose an item.</w:t>
          </w:r>
        </w:p>
      </w:docPartBody>
    </w:docPart>
    <w:docPart>
      <w:docPartPr>
        <w:name w:val="CAAA9564383E439B92CE3CCD8673B25D"/>
        <w:category>
          <w:name w:val="General"/>
          <w:gallery w:val="placeholder"/>
        </w:category>
        <w:types>
          <w:type w:val="bbPlcHdr"/>
        </w:types>
        <w:behaviors>
          <w:behavior w:val="content"/>
        </w:behaviors>
        <w:guid w:val="{E9DD2356-62CF-467C-9262-5B56AB3D3798}"/>
      </w:docPartPr>
      <w:docPartBody>
        <w:p w:rsidR="000E777E" w:rsidRDefault="00DC774E" w:rsidP="00DC774E">
          <w:pPr>
            <w:pStyle w:val="CAAA9564383E439B92CE3CCD8673B25D3"/>
          </w:pPr>
          <w:r w:rsidRPr="00ED4CC5">
            <w:rPr>
              <w:rStyle w:val="PlaceholderText"/>
              <w:rFonts w:ascii="Times New Roman" w:hAnsi="Times New Roman" w:cs="Times New Roman"/>
              <w:sz w:val="16"/>
              <w:szCs w:val="16"/>
            </w:rPr>
            <w:t>Select color</w:t>
          </w:r>
        </w:p>
      </w:docPartBody>
    </w:docPart>
    <w:docPart>
      <w:docPartPr>
        <w:name w:val="C8ABB1FABD214938AEB46EF5F4963DED"/>
        <w:category>
          <w:name w:val="General"/>
          <w:gallery w:val="placeholder"/>
        </w:category>
        <w:types>
          <w:type w:val="bbPlcHdr"/>
        </w:types>
        <w:behaviors>
          <w:behavior w:val="content"/>
        </w:behaviors>
        <w:guid w:val="{4FB1D625-9E85-40E6-AD00-994342620EEE}"/>
      </w:docPartPr>
      <w:docPartBody>
        <w:p w:rsidR="000E777E" w:rsidRDefault="00DC774E" w:rsidP="00DC774E">
          <w:pPr>
            <w:pStyle w:val="C8ABB1FABD214938AEB46EF5F4963DED3"/>
          </w:pPr>
          <w:r w:rsidRPr="00ED4CC5">
            <w:rPr>
              <w:rStyle w:val="PlaceholderText"/>
              <w:rFonts w:ascii="Times New Roman" w:hAnsi="Times New Roman" w:cs="Times New Roman"/>
              <w:sz w:val="16"/>
              <w:szCs w:val="16"/>
            </w:rPr>
            <w:t>Choose an item.</w:t>
          </w:r>
        </w:p>
      </w:docPartBody>
    </w:docPart>
    <w:docPart>
      <w:docPartPr>
        <w:name w:val="F724E607F6FF4197B98B8B0E1CDC61DC"/>
        <w:category>
          <w:name w:val="General"/>
          <w:gallery w:val="placeholder"/>
        </w:category>
        <w:types>
          <w:type w:val="bbPlcHdr"/>
        </w:types>
        <w:behaviors>
          <w:behavior w:val="content"/>
        </w:behaviors>
        <w:guid w:val="{138C58EA-8E20-4F72-85CE-66F531C8A8F4}"/>
      </w:docPartPr>
      <w:docPartBody>
        <w:p w:rsidR="000E777E" w:rsidRDefault="00DC774E" w:rsidP="00DC774E">
          <w:pPr>
            <w:pStyle w:val="F724E607F6FF4197B98B8B0E1CDC61DC3"/>
          </w:pPr>
          <w:r w:rsidRPr="00ED4CC5">
            <w:rPr>
              <w:rStyle w:val="PlaceholderText"/>
              <w:rFonts w:ascii="Times New Roman" w:hAnsi="Times New Roman" w:cs="Times New Roman"/>
              <w:sz w:val="16"/>
              <w:szCs w:val="16"/>
            </w:rPr>
            <w:t>Select color</w:t>
          </w:r>
        </w:p>
      </w:docPartBody>
    </w:docPart>
    <w:docPart>
      <w:docPartPr>
        <w:name w:val="8C8A56E05CBA4A89BC684367F862751A"/>
        <w:category>
          <w:name w:val="General"/>
          <w:gallery w:val="placeholder"/>
        </w:category>
        <w:types>
          <w:type w:val="bbPlcHdr"/>
        </w:types>
        <w:behaviors>
          <w:behavior w:val="content"/>
        </w:behaviors>
        <w:guid w:val="{2C708526-0791-4A1E-AD12-5FF1A2E48594}"/>
      </w:docPartPr>
      <w:docPartBody>
        <w:p w:rsidR="000E777E" w:rsidRDefault="00DC774E" w:rsidP="00DC774E">
          <w:pPr>
            <w:pStyle w:val="8C8A56E05CBA4A89BC684367F862751A5"/>
          </w:pPr>
          <w:r w:rsidRPr="00ED4CC5">
            <w:rPr>
              <w:rStyle w:val="PlaceholderText"/>
              <w:rFonts w:ascii="Times New Roman" w:hAnsi="Times New Roman" w:cs="Times New Roman"/>
              <w:sz w:val="16"/>
              <w:szCs w:val="16"/>
            </w:rPr>
            <w:t>Choose an item.</w:t>
          </w:r>
        </w:p>
      </w:docPartBody>
    </w:docPart>
    <w:docPart>
      <w:docPartPr>
        <w:name w:val="B29D6B9C73EA4B01B0AC29F8CF1881EB"/>
        <w:category>
          <w:name w:val="General"/>
          <w:gallery w:val="placeholder"/>
        </w:category>
        <w:types>
          <w:type w:val="bbPlcHdr"/>
        </w:types>
        <w:behaviors>
          <w:behavior w:val="content"/>
        </w:behaviors>
        <w:guid w:val="{0428FFFD-C6A1-4826-9B8A-CA978BCEB980}"/>
      </w:docPartPr>
      <w:docPartBody>
        <w:p w:rsidR="000E777E" w:rsidRDefault="00DC774E" w:rsidP="00DC774E">
          <w:pPr>
            <w:pStyle w:val="B29D6B9C73EA4B01B0AC29F8CF1881EB5"/>
          </w:pPr>
          <w:r w:rsidRPr="00ED4CC5">
            <w:rPr>
              <w:rStyle w:val="PlaceholderText"/>
              <w:rFonts w:ascii="Times New Roman" w:hAnsi="Times New Roman" w:cs="Times New Roman"/>
              <w:sz w:val="16"/>
              <w:szCs w:val="16"/>
            </w:rPr>
            <w:t>Select color</w:t>
          </w:r>
        </w:p>
      </w:docPartBody>
    </w:docPart>
    <w:docPart>
      <w:docPartPr>
        <w:name w:val="385690641F024236BF75E9A475E9B459"/>
        <w:category>
          <w:name w:val="General"/>
          <w:gallery w:val="placeholder"/>
        </w:category>
        <w:types>
          <w:type w:val="bbPlcHdr"/>
        </w:types>
        <w:behaviors>
          <w:behavior w:val="content"/>
        </w:behaviors>
        <w:guid w:val="{A931E11F-618C-47CF-BEC4-C441B25A4A05}"/>
      </w:docPartPr>
      <w:docPartBody>
        <w:p w:rsidR="000E777E" w:rsidRDefault="00BE10D2" w:rsidP="00BE10D2">
          <w:pPr>
            <w:pStyle w:val="385690641F024236BF75E9A475E9B45925"/>
          </w:pPr>
          <w:r w:rsidRPr="007C0CF4">
            <w:rPr>
              <w:rStyle w:val="PlaceholderText"/>
              <w:rFonts w:ascii="Times New Roman" w:hAnsi="Times New Roman" w:cs="Times New Roman"/>
              <w:sz w:val="16"/>
              <w:szCs w:val="16"/>
            </w:rPr>
            <w:t>Choose an item.</w:t>
          </w:r>
        </w:p>
      </w:docPartBody>
    </w:docPart>
    <w:docPart>
      <w:docPartPr>
        <w:name w:val="246638892F4F48BEBB1C8BEB12993080"/>
        <w:category>
          <w:name w:val="General"/>
          <w:gallery w:val="placeholder"/>
        </w:category>
        <w:types>
          <w:type w:val="bbPlcHdr"/>
        </w:types>
        <w:behaviors>
          <w:behavior w:val="content"/>
        </w:behaviors>
        <w:guid w:val="{019DD055-4542-4BA9-83DB-F9F00753FBAC}"/>
      </w:docPartPr>
      <w:docPartBody>
        <w:p w:rsidR="000E777E" w:rsidRDefault="00BE10D2" w:rsidP="00BE10D2">
          <w:pPr>
            <w:pStyle w:val="246638892F4F48BEBB1C8BEB1299308025"/>
          </w:pPr>
          <w:r w:rsidRPr="007C0CF4">
            <w:rPr>
              <w:rStyle w:val="PlaceholderText"/>
              <w:rFonts w:ascii="Times New Roman" w:hAnsi="Times New Roman" w:cs="Times New Roman"/>
              <w:sz w:val="16"/>
              <w:szCs w:val="16"/>
            </w:rPr>
            <w:t>Select color</w:t>
          </w:r>
        </w:p>
      </w:docPartBody>
    </w:docPart>
    <w:docPart>
      <w:docPartPr>
        <w:name w:val="B0CB9A8A91EA4201BBCEDA32FE7709E0"/>
        <w:category>
          <w:name w:val="General"/>
          <w:gallery w:val="placeholder"/>
        </w:category>
        <w:types>
          <w:type w:val="bbPlcHdr"/>
        </w:types>
        <w:behaviors>
          <w:behavior w:val="content"/>
        </w:behaviors>
        <w:guid w:val="{3A444328-C593-47EE-9733-E131C5F9F815}"/>
      </w:docPartPr>
      <w:docPartBody>
        <w:p w:rsidR="000E777E" w:rsidRDefault="00D61D85">
          <w:pPr>
            <w:pStyle w:val="B0CB9A8A91EA4201BBCEDA32FE7709E0"/>
          </w:pPr>
          <w:r w:rsidRPr="00DD5971">
            <w:rPr>
              <w:rStyle w:val="PlaceholderText"/>
            </w:rPr>
            <w:t>Click or tap here to enter text.</w:t>
          </w:r>
        </w:p>
      </w:docPartBody>
    </w:docPart>
    <w:docPart>
      <w:docPartPr>
        <w:name w:val="7E9E1C72F08D4CEE8319176ED5EF0815"/>
        <w:category>
          <w:name w:val="General"/>
          <w:gallery w:val="placeholder"/>
        </w:category>
        <w:types>
          <w:type w:val="bbPlcHdr"/>
        </w:types>
        <w:behaviors>
          <w:behavior w:val="content"/>
        </w:behaviors>
        <w:guid w:val="{1A1909C2-DDA6-4D16-8440-FC496DD67FC2}"/>
      </w:docPartPr>
      <w:docPartBody>
        <w:p w:rsidR="000E777E" w:rsidRDefault="00D61D85" w:rsidP="00D61D85">
          <w:pPr>
            <w:pStyle w:val="7E9E1C72F08D4CEE8319176ED5EF08151"/>
          </w:pPr>
          <w:r w:rsidRPr="00ED4CC5">
            <w:rPr>
              <w:rStyle w:val="PlaceholderText"/>
              <w:rFonts w:ascii="Times New Roman" w:hAnsi="Times New Roman" w:cs="Times New Roman"/>
              <w:sz w:val="16"/>
              <w:szCs w:val="16"/>
            </w:rPr>
            <w:t>Choose an item.</w:t>
          </w:r>
        </w:p>
      </w:docPartBody>
    </w:docPart>
    <w:docPart>
      <w:docPartPr>
        <w:name w:val="CFBB3FD2D0BE4787AA839EE529B39DBE"/>
        <w:category>
          <w:name w:val="General"/>
          <w:gallery w:val="placeholder"/>
        </w:category>
        <w:types>
          <w:type w:val="bbPlcHdr"/>
        </w:types>
        <w:behaviors>
          <w:behavior w:val="content"/>
        </w:behaviors>
        <w:guid w:val="{0130C437-B64D-46C6-A7EB-8255BDD3B4E8}"/>
      </w:docPartPr>
      <w:docPartBody>
        <w:p w:rsidR="000E777E" w:rsidRDefault="00D61D85" w:rsidP="00D61D85">
          <w:pPr>
            <w:pStyle w:val="CFBB3FD2D0BE4787AA839EE529B39DBE1"/>
          </w:pPr>
          <w:r w:rsidRPr="00ED4CC5">
            <w:rPr>
              <w:rStyle w:val="PlaceholderText"/>
              <w:rFonts w:ascii="Times New Roman" w:hAnsi="Times New Roman" w:cs="Times New Roman"/>
              <w:sz w:val="16"/>
              <w:szCs w:val="16"/>
            </w:rPr>
            <w:t>Select color</w:t>
          </w:r>
        </w:p>
      </w:docPartBody>
    </w:docPart>
    <w:docPart>
      <w:docPartPr>
        <w:name w:val="E1711059DB7445F9AE203827556042AC"/>
        <w:category>
          <w:name w:val="General"/>
          <w:gallery w:val="placeholder"/>
        </w:category>
        <w:types>
          <w:type w:val="bbPlcHdr"/>
        </w:types>
        <w:behaviors>
          <w:behavior w:val="content"/>
        </w:behaviors>
        <w:guid w:val="{74330D7D-2B8D-4D79-BC17-E88C6E758E30}"/>
      </w:docPartPr>
      <w:docPartBody>
        <w:p w:rsidR="000E777E" w:rsidRDefault="00D61D85" w:rsidP="00D61D85">
          <w:pPr>
            <w:pStyle w:val="E1711059DB7445F9AE203827556042AC1"/>
          </w:pPr>
          <w:r w:rsidRPr="00ED4CC5">
            <w:rPr>
              <w:rStyle w:val="PlaceholderText"/>
              <w:rFonts w:ascii="Times New Roman" w:hAnsi="Times New Roman" w:cs="Times New Roman"/>
              <w:sz w:val="16"/>
              <w:szCs w:val="16"/>
            </w:rPr>
            <w:t>Choose an item.</w:t>
          </w:r>
        </w:p>
      </w:docPartBody>
    </w:docPart>
    <w:docPart>
      <w:docPartPr>
        <w:name w:val="D262CA5F95A04B63B95D064C11FD1922"/>
        <w:category>
          <w:name w:val="General"/>
          <w:gallery w:val="placeholder"/>
        </w:category>
        <w:types>
          <w:type w:val="bbPlcHdr"/>
        </w:types>
        <w:behaviors>
          <w:behavior w:val="content"/>
        </w:behaviors>
        <w:guid w:val="{6041CF56-071E-470C-B334-9D153CA461C3}"/>
      </w:docPartPr>
      <w:docPartBody>
        <w:p w:rsidR="000E777E" w:rsidRDefault="00D61D85" w:rsidP="00D61D85">
          <w:pPr>
            <w:pStyle w:val="D262CA5F95A04B63B95D064C11FD19221"/>
          </w:pPr>
          <w:r w:rsidRPr="00ED4CC5">
            <w:rPr>
              <w:rStyle w:val="PlaceholderText"/>
              <w:rFonts w:ascii="Times New Roman" w:hAnsi="Times New Roman" w:cs="Times New Roman"/>
              <w:sz w:val="16"/>
              <w:szCs w:val="16"/>
            </w:rPr>
            <w:t>Select color</w:t>
          </w:r>
        </w:p>
      </w:docPartBody>
    </w:docPart>
    <w:docPart>
      <w:docPartPr>
        <w:name w:val="1B58C771D75B4EBBA6716AD98AB8688A"/>
        <w:category>
          <w:name w:val="General"/>
          <w:gallery w:val="placeholder"/>
        </w:category>
        <w:types>
          <w:type w:val="bbPlcHdr"/>
        </w:types>
        <w:behaviors>
          <w:behavior w:val="content"/>
        </w:behaviors>
        <w:guid w:val="{7C00D71F-08E4-4824-A2DD-75580039A9E9}"/>
      </w:docPartPr>
      <w:docPartBody>
        <w:p w:rsidR="000E777E" w:rsidRDefault="00D61D85" w:rsidP="00D61D85">
          <w:pPr>
            <w:pStyle w:val="1B58C771D75B4EBBA6716AD98AB8688A1"/>
          </w:pPr>
          <w:r w:rsidRPr="00ED4CC5">
            <w:rPr>
              <w:rStyle w:val="PlaceholderText"/>
              <w:rFonts w:ascii="Times New Roman" w:hAnsi="Times New Roman" w:cs="Times New Roman"/>
              <w:sz w:val="16"/>
              <w:szCs w:val="16"/>
            </w:rPr>
            <w:t>Choose an item.</w:t>
          </w:r>
        </w:p>
      </w:docPartBody>
    </w:docPart>
    <w:docPart>
      <w:docPartPr>
        <w:name w:val="83049421961242BB845D2E5AFF925202"/>
        <w:category>
          <w:name w:val="General"/>
          <w:gallery w:val="placeholder"/>
        </w:category>
        <w:types>
          <w:type w:val="bbPlcHdr"/>
        </w:types>
        <w:behaviors>
          <w:behavior w:val="content"/>
        </w:behaviors>
        <w:guid w:val="{83801F92-72F2-454A-969D-5E2675DEC353}"/>
      </w:docPartPr>
      <w:docPartBody>
        <w:p w:rsidR="000E777E" w:rsidRDefault="00D61D85" w:rsidP="00D61D85">
          <w:pPr>
            <w:pStyle w:val="83049421961242BB845D2E5AFF9252022"/>
          </w:pPr>
          <w:r w:rsidRPr="00ED4CC5">
            <w:rPr>
              <w:rStyle w:val="PlaceholderText"/>
              <w:rFonts w:ascii="Times New Roman" w:hAnsi="Times New Roman" w:cs="Times New Roman"/>
              <w:sz w:val="16"/>
              <w:szCs w:val="16"/>
            </w:rPr>
            <w:t>Select color</w:t>
          </w:r>
        </w:p>
      </w:docPartBody>
    </w:docPart>
    <w:docPart>
      <w:docPartPr>
        <w:name w:val="3E4D31A8BF554851953FF71E09015E64"/>
        <w:category>
          <w:name w:val="General"/>
          <w:gallery w:val="placeholder"/>
        </w:category>
        <w:types>
          <w:type w:val="bbPlcHdr"/>
        </w:types>
        <w:behaviors>
          <w:behavior w:val="content"/>
        </w:behaviors>
        <w:guid w:val="{F2531BE7-C5A8-49F4-A202-EDBA710F3F39}"/>
      </w:docPartPr>
      <w:docPartBody>
        <w:p w:rsidR="000E777E" w:rsidRDefault="00D61D85">
          <w:pPr>
            <w:pStyle w:val="3E4D31A8BF554851953FF71E09015E64"/>
          </w:pPr>
          <w:r w:rsidRPr="00DD5971">
            <w:rPr>
              <w:rStyle w:val="PlaceholderText"/>
            </w:rPr>
            <w:t>Click or tap here to enter text.</w:t>
          </w:r>
        </w:p>
      </w:docPartBody>
    </w:docPart>
    <w:docPart>
      <w:docPartPr>
        <w:name w:val="3D3AF3D06AF14BFC8D9CE0975BC7EB12"/>
        <w:category>
          <w:name w:val="General"/>
          <w:gallery w:val="placeholder"/>
        </w:category>
        <w:types>
          <w:type w:val="bbPlcHdr"/>
        </w:types>
        <w:behaviors>
          <w:behavior w:val="content"/>
        </w:behaviors>
        <w:guid w:val="{65360FF0-5D1F-44E7-BBC8-52B63D838400}"/>
      </w:docPartPr>
      <w:docPartBody>
        <w:p w:rsidR="000E777E" w:rsidRDefault="00BE10D2" w:rsidP="00BE10D2">
          <w:pPr>
            <w:pStyle w:val="3D3AF3D06AF14BFC8D9CE0975BC7EB1223"/>
          </w:pPr>
          <w:r w:rsidRPr="007C0CF4">
            <w:rPr>
              <w:rStyle w:val="PlaceholderText"/>
              <w:rFonts w:ascii="Times New Roman" w:hAnsi="Times New Roman" w:cs="Times New Roman"/>
              <w:sz w:val="16"/>
              <w:szCs w:val="16"/>
            </w:rPr>
            <w:t>Choose an item.</w:t>
          </w:r>
        </w:p>
      </w:docPartBody>
    </w:docPart>
    <w:docPart>
      <w:docPartPr>
        <w:name w:val="F372B949AA204030AA449D59C52851B7"/>
        <w:category>
          <w:name w:val="General"/>
          <w:gallery w:val="placeholder"/>
        </w:category>
        <w:types>
          <w:type w:val="bbPlcHdr"/>
        </w:types>
        <w:behaviors>
          <w:behavior w:val="content"/>
        </w:behaviors>
        <w:guid w:val="{FF18C10C-B050-4112-8241-690CA23D3FE0}"/>
      </w:docPartPr>
      <w:docPartBody>
        <w:p w:rsidR="000E777E" w:rsidRDefault="00BE10D2" w:rsidP="00BE10D2">
          <w:pPr>
            <w:pStyle w:val="F372B949AA204030AA449D59C52851B724"/>
          </w:pPr>
          <w:r w:rsidRPr="007C0CF4">
            <w:rPr>
              <w:rStyle w:val="PlaceholderText"/>
              <w:rFonts w:ascii="Times New Roman" w:hAnsi="Times New Roman" w:cs="Times New Roman"/>
              <w:sz w:val="16"/>
              <w:szCs w:val="16"/>
            </w:rPr>
            <w:t>Select color</w:t>
          </w:r>
        </w:p>
      </w:docPartBody>
    </w:docPart>
    <w:docPart>
      <w:docPartPr>
        <w:name w:val="22E661C4A55D4F12AAF5C32866CA6A05"/>
        <w:category>
          <w:name w:val="General"/>
          <w:gallery w:val="placeholder"/>
        </w:category>
        <w:types>
          <w:type w:val="bbPlcHdr"/>
        </w:types>
        <w:behaviors>
          <w:behavior w:val="content"/>
        </w:behaviors>
        <w:guid w:val="{21ADFF44-8A2B-4C04-AA9E-8627425CC747}"/>
      </w:docPartPr>
      <w:docPartBody>
        <w:p w:rsidR="00F8137F" w:rsidRDefault="00DC774E" w:rsidP="00DC774E">
          <w:pPr>
            <w:pStyle w:val="22E661C4A55D4F12AAF5C32866CA6A058"/>
          </w:pPr>
          <w:r w:rsidRPr="00A27063">
            <w:rPr>
              <w:rFonts w:ascii="Times New Roman" w:hAnsi="Times New Roman" w:cs="Times New Roman"/>
              <w:color w:val="808080" w:themeColor="background1" w:themeShade="80"/>
              <w:sz w:val="16"/>
              <w:szCs w:val="16"/>
            </w:rPr>
            <w:t>Select</w:t>
          </w:r>
        </w:p>
      </w:docPartBody>
    </w:docPart>
    <w:docPart>
      <w:docPartPr>
        <w:name w:val="18A669CAACFF4E9FB7EA1D1F436987EF"/>
        <w:category>
          <w:name w:val="General"/>
          <w:gallery w:val="placeholder"/>
        </w:category>
        <w:types>
          <w:type w:val="bbPlcHdr"/>
        </w:types>
        <w:behaviors>
          <w:behavior w:val="content"/>
        </w:behaviors>
        <w:guid w:val="{2E48FEA1-FB6C-4680-A4CB-6D1D098D0D5A}"/>
      </w:docPartPr>
      <w:docPartBody>
        <w:p w:rsidR="00F8137F" w:rsidRDefault="00DC774E" w:rsidP="00DC774E">
          <w:pPr>
            <w:pStyle w:val="18A669CAACFF4E9FB7EA1D1F436987EF6"/>
          </w:pPr>
          <w:r w:rsidRPr="00A27063">
            <w:rPr>
              <w:rFonts w:ascii="Times New Roman" w:hAnsi="Times New Roman" w:cs="Times New Roman"/>
              <w:color w:val="808080" w:themeColor="background1" w:themeShade="80"/>
              <w:sz w:val="16"/>
              <w:szCs w:val="16"/>
            </w:rPr>
            <w:t>Select</w:t>
          </w:r>
        </w:p>
      </w:docPartBody>
    </w:docPart>
    <w:docPart>
      <w:docPartPr>
        <w:name w:val="B18C3879B89941BDA415FDAB7F00C2A9"/>
        <w:category>
          <w:name w:val="General"/>
          <w:gallery w:val="placeholder"/>
        </w:category>
        <w:types>
          <w:type w:val="bbPlcHdr"/>
        </w:types>
        <w:behaviors>
          <w:behavior w:val="content"/>
        </w:behaviors>
        <w:guid w:val="{759D325B-87F7-4BFC-B8AD-9FFC2F880480}"/>
      </w:docPartPr>
      <w:docPartBody>
        <w:p w:rsidR="00F8137F" w:rsidRDefault="00DC774E" w:rsidP="00DC774E">
          <w:pPr>
            <w:pStyle w:val="B18C3879B89941BDA415FDAB7F00C2A99"/>
          </w:pPr>
          <w:r w:rsidRPr="00A27063">
            <w:rPr>
              <w:rStyle w:val="PlaceholderText"/>
              <w:rFonts w:ascii="Times New Roman" w:hAnsi="Times New Roman" w:cs="Times New Roman"/>
              <w:sz w:val="16"/>
              <w:szCs w:val="16"/>
            </w:rPr>
            <w:t>Choose an item.</w:t>
          </w:r>
        </w:p>
      </w:docPartBody>
    </w:docPart>
    <w:docPart>
      <w:docPartPr>
        <w:name w:val="2B322D8CAAB84840B5B5984E5A6F3A52"/>
        <w:category>
          <w:name w:val="General"/>
          <w:gallery w:val="placeholder"/>
        </w:category>
        <w:types>
          <w:type w:val="bbPlcHdr"/>
        </w:types>
        <w:behaviors>
          <w:behavior w:val="content"/>
        </w:behaviors>
        <w:guid w:val="{F75B97C5-E926-485D-9A36-F4D0547CEFAF}"/>
      </w:docPartPr>
      <w:docPartBody>
        <w:p w:rsidR="00F8137F" w:rsidRDefault="00F8137F" w:rsidP="00F8137F">
          <w:pPr>
            <w:pStyle w:val="2B322D8CAAB84840B5B5984E5A6F3A52"/>
          </w:pPr>
          <w:r w:rsidRPr="00A27063">
            <w:rPr>
              <w:rFonts w:ascii="Times New Roman" w:hAnsi="Times New Roman" w:cs="Times New Roman"/>
              <w:color w:val="808080" w:themeColor="background1" w:themeShade="80"/>
              <w:sz w:val="16"/>
              <w:szCs w:val="16"/>
            </w:rPr>
            <w:t>Enter a value between 0 - 1</w:t>
          </w:r>
        </w:p>
      </w:docPartBody>
    </w:docPart>
    <w:docPart>
      <w:docPartPr>
        <w:name w:val="2495509B37CA465CB5D5AF03B7847044"/>
        <w:category>
          <w:name w:val="General"/>
          <w:gallery w:val="placeholder"/>
        </w:category>
        <w:types>
          <w:type w:val="bbPlcHdr"/>
        </w:types>
        <w:behaviors>
          <w:behavior w:val="content"/>
        </w:behaviors>
        <w:guid w:val="{CFB94977-FD1C-4444-8152-DFAB56002716}"/>
      </w:docPartPr>
      <w:docPartBody>
        <w:p w:rsidR="00F8137F" w:rsidRDefault="00F8137F" w:rsidP="00F8137F">
          <w:pPr>
            <w:pStyle w:val="2495509B37CA465CB5D5AF03B7847044"/>
          </w:pPr>
          <w:r w:rsidRPr="00A27063">
            <w:rPr>
              <w:rFonts w:ascii="Times New Roman" w:hAnsi="Times New Roman" w:cs="Times New Roman"/>
              <w:color w:val="808080" w:themeColor="background1" w:themeShade="80"/>
              <w:sz w:val="16"/>
              <w:szCs w:val="16"/>
            </w:rPr>
            <w:t>Enter a value between 0 - 1</w:t>
          </w:r>
        </w:p>
      </w:docPartBody>
    </w:docPart>
    <w:docPart>
      <w:docPartPr>
        <w:name w:val="D3F55E467B4B4D5DB6C0D6BE4A8DADF3"/>
        <w:category>
          <w:name w:val="General"/>
          <w:gallery w:val="placeholder"/>
        </w:category>
        <w:types>
          <w:type w:val="bbPlcHdr"/>
        </w:types>
        <w:behaviors>
          <w:behavior w:val="content"/>
        </w:behaviors>
        <w:guid w:val="{ECA0FC41-DB9A-45C4-96FC-3E0FE26EDC58}"/>
      </w:docPartPr>
      <w:docPartBody>
        <w:p w:rsidR="00F8137F" w:rsidRDefault="00F8137F" w:rsidP="00F8137F">
          <w:pPr>
            <w:pStyle w:val="D3F55E467B4B4D5DB6C0D6BE4A8DADF3"/>
          </w:pPr>
          <w:r w:rsidRPr="00A27063">
            <w:rPr>
              <w:rFonts w:ascii="Times New Roman" w:hAnsi="Times New Roman" w:cs="Times New Roman"/>
              <w:color w:val="808080" w:themeColor="background1" w:themeShade="80"/>
              <w:sz w:val="16"/>
              <w:szCs w:val="16"/>
            </w:rPr>
            <w:t>Enter a value between 0 - 1</w:t>
          </w:r>
        </w:p>
      </w:docPartBody>
    </w:docPart>
    <w:docPart>
      <w:docPartPr>
        <w:name w:val="35A54CFE4CEF47A993E791C7131139D8"/>
        <w:category>
          <w:name w:val="General"/>
          <w:gallery w:val="placeholder"/>
        </w:category>
        <w:types>
          <w:type w:val="bbPlcHdr"/>
        </w:types>
        <w:behaviors>
          <w:behavior w:val="content"/>
        </w:behaviors>
        <w:guid w:val="{975F686D-D361-4659-A2D6-70AF74869B2B}"/>
      </w:docPartPr>
      <w:docPartBody>
        <w:p w:rsidR="00F8137F" w:rsidRDefault="00F8137F" w:rsidP="00F8137F">
          <w:pPr>
            <w:pStyle w:val="35A54CFE4CEF47A993E791C7131139D8"/>
          </w:pPr>
          <w:r w:rsidRPr="00A27063">
            <w:rPr>
              <w:rFonts w:ascii="Times New Roman" w:hAnsi="Times New Roman" w:cs="Times New Roman"/>
              <w:color w:val="808080" w:themeColor="background1" w:themeShade="80"/>
              <w:sz w:val="16"/>
              <w:szCs w:val="16"/>
            </w:rPr>
            <w:t>Enter a value between 0 - 1</w:t>
          </w:r>
        </w:p>
      </w:docPartBody>
    </w:docPart>
    <w:docPart>
      <w:docPartPr>
        <w:name w:val="0D5E81C8FE184643AE3B2D3BF4D42A66"/>
        <w:category>
          <w:name w:val="General"/>
          <w:gallery w:val="placeholder"/>
        </w:category>
        <w:types>
          <w:type w:val="bbPlcHdr"/>
        </w:types>
        <w:behaviors>
          <w:behavior w:val="content"/>
        </w:behaviors>
        <w:guid w:val="{0E30B9E4-B00A-4C77-A116-1D4EA2CCA321}"/>
      </w:docPartPr>
      <w:docPartBody>
        <w:p w:rsidR="00F8137F" w:rsidRDefault="00F8137F" w:rsidP="00F8137F">
          <w:pPr>
            <w:pStyle w:val="0D5E81C8FE184643AE3B2D3BF4D42A66"/>
          </w:pPr>
          <w:r w:rsidRPr="00DD5971">
            <w:rPr>
              <w:rStyle w:val="PlaceholderText"/>
            </w:rPr>
            <w:t>Click or tap here to enter text.</w:t>
          </w:r>
        </w:p>
      </w:docPartBody>
    </w:docPart>
    <w:docPart>
      <w:docPartPr>
        <w:name w:val="010D8F123CF24EC8AC544847FC799188"/>
        <w:category>
          <w:name w:val="General"/>
          <w:gallery w:val="placeholder"/>
        </w:category>
        <w:types>
          <w:type w:val="bbPlcHdr"/>
        </w:types>
        <w:behaviors>
          <w:behavior w:val="content"/>
        </w:behaviors>
        <w:guid w:val="{E5210430-7A85-4ACF-A35D-758D21A17B42}"/>
      </w:docPartPr>
      <w:docPartBody>
        <w:p w:rsidR="00F8137F" w:rsidRDefault="00DC774E" w:rsidP="00DC774E">
          <w:pPr>
            <w:pStyle w:val="010D8F123CF24EC8AC544847FC7991886"/>
          </w:pPr>
          <w:r>
            <w:rPr>
              <w:rFonts w:ascii="Times New Roman" w:hAnsi="Times New Roman" w:cs="Times New Roman"/>
              <w:sz w:val="16"/>
              <w:szCs w:val="16"/>
            </w:rPr>
            <w:t>X</w:t>
          </w:r>
        </w:p>
      </w:docPartBody>
    </w:docPart>
    <w:docPart>
      <w:docPartPr>
        <w:name w:val="272520B05C1F48819DE8F62188003535"/>
        <w:category>
          <w:name w:val="General"/>
          <w:gallery w:val="placeholder"/>
        </w:category>
        <w:types>
          <w:type w:val="bbPlcHdr"/>
        </w:types>
        <w:behaviors>
          <w:behavior w:val="content"/>
        </w:behaviors>
        <w:guid w:val="{4B4FDE97-81BD-4524-9ED0-66774E2BD8FB}"/>
      </w:docPartPr>
      <w:docPartBody>
        <w:p w:rsidR="00F8137F" w:rsidRDefault="00DC774E" w:rsidP="00DC774E">
          <w:pPr>
            <w:pStyle w:val="272520B05C1F48819DE8F621880035358"/>
          </w:pPr>
          <w:r w:rsidRPr="00A27063">
            <w:rPr>
              <w:rStyle w:val="PlaceholderText"/>
              <w:rFonts w:ascii="Times New Roman" w:hAnsi="Times New Roman" w:cs="Times New Roman"/>
              <w:sz w:val="16"/>
              <w:szCs w:val="16"/>
            </w:rPr>
            <w:t>First, Last Name</w:t>
          </w:r>
        </w:p>
      </w:docPartBody>
    </w:docPart>
    <w:docPart>
      <w:docPartPr>
        <w:name w:val="EAADEDF9AE80477B9F1174108E966AB9"/>
        <w:category>
          <w:name w:val="General"/>
          <w:gallery w:val="placeholder"/>
        </w:category>
        <w:types>
          <w:type w:val="bbPlcHdr"/>
        </w:types>
        <w:behaviors>
          <w:behavior w:val="content"/>
        </w:behaviors>
        <w:guid w:val="{17508FCC-705C-4875-9526-A7E777ABDA2B}"/>
      </w:docPartPr>
      <w:docPartBody>
        <w:p w:rsidR="00F8137F" w:rsidRDefault="00DC774E" w:rsidP="00DC774E">
          <w:pPr>
            <w:pStyle w:val="EAADEDF9AE80477B9F1174108E966AB97"/>
          </w:pPr>
          <w:r w:rsidRPr="00A27063">
            <w:rPr>
              <w:rStyle w:val="PlaceholderText"/>
              <w:rFonts w:ascii="Times New Roman" w:hAnsi="Times New Roman" w:cs="Times New Roman"/>
              <w:sz w:val="16"/>
              <w:szCs w:val="16"/>
            </w:rPr>
            <w:t>Type test series title</w:t>
          </w:r>
        </w:p>
      </w:docPartBody>
    </w:docPart>
    <w:docPart>
      <w:docPartPr>
        <w:name w:val="61B35FBBC2344BEAAF5BEF3F05C548F9"/>
        <w:category>
          <w:name w:val="General"/>
          <w:gallery w:val="placeholder"/>
        </w:category>
        <w:types>
          <w:type w:val="bbPlcHdr"/>
        </w:types>
        <w:behaviors>
          <w:behavior w:val="content"/>
        </w:behaviors>
        <w:guid w:val="{05B87989-6001-4855-8969-6B9C2AEBEB4A}"/>
      </w:docPartPr>
      <w:docPartBody>
        <w:p w:rsidR="00DC774E" w:rsidRDefault="00DC774E" w:rsidP="00DC774E">
          <w:pPr>
            <w:pStyle w:val="61B35FBBC2344BEAAF5BEF3F05C548F97"/>
          </w:pPr>
          <w:r w:rsidRPr="00A27063">
            <w:rPr>
              <w:rStyle w:val="PlaceholderText"/>
              <w:rFonts w:ascii="Times New Roman" w:hAnsi="Times New Roman" w:cs="Times New Roman"/>
              <w:sz w:val="16"/>
              <w:szCs w:val="16"/>
            </w:rPr>
            <w:t>Choose an item.</w:t>
          </w:r>
        </w:p>
      </w:docPartBody>
    </w:docPart>
    <w:docPart>
      <w:docPartPr>
        <w:name w:val="4428DADA0903496B951952B928BA67BB"/>
        <w:category>
          <w:name w:val="General"/>
          <w:gallery w:val="placeholder"/>
        </w:category>
        <w:types>
          <w:type w:val="bbPlcHdr"/>
        </w:types>
        <w:behaviors>
          <w:behavior w:val="content"/>
        </w:behaviors>
        <w:guid w:val="{3D0AEA7B-ECFC-4744-8ED3-4588E8AA5D16}"/>
      </w:docPartPr>
      <w:docPartBody>
        <w:p w:rsidR="00DC774E" w:rsidRDefault="00DC774E" w:rsidP="00DC774E">
          <w:pPr>
            <w:pStyle w:val="4428DADA0903496B951952B928BA67BB7"/>
          </w:pPr>
          <w:r w:rsidRPr="00A27063">
            <w:rPr>
              <w:rStyle w:val="PlaceholderText"/>
              <w:rFonts w:ascii="Times New Roman" w:hAnsi="Times New Roman" w:cs="Times New Roman"/>
              <w:sz w:val="16"/>
              <w:szCs w:val="16"/>
            </w:rPr>
            <w:t>Choose an item.</w:t>
          </w:r>
        </w:p>
      </w:docPartBody>
    </w:docPart>
    <w:docPart>
      <w:docPartPr>
        <w:name w:val="E6E57927456448FA93AE0703B4BC4DE4"/>
        <w:category>
          <w:name w:val="General"/>
          <w:gallery w:val="placeholder"/>
        </w:category>
        <w:types>
          <w:type w:val="bbPlcHdr"/>
        </w:types>
        <w:behaviors>
          <w:behavior w:val="content"/>
        </w:behaviors>
        <w:guid w:val="{A70BA944-6494-4DA4-8165-9250A0CFFE2B}"/>
      </w:docPartPr>
      <w:docPartBody>
        <w:p w:rsidR="00DC774E" w:rsidRDefault="00BE10D2" w:rsidP="00BE10D2">
          <w:pPr>
            <w:pStyle w:val="E6E57927456448FA93AE0703B4BC4DE48"/>
          </w:pPr>
          <w:r w:rsidRPr="00A27063">
            <w:rPr>
              <w:rStyle w:val="PlaceholderText"/>
              <w:rFonts w:ascii="Times New Roman" w:hAnsi="Times New Roman" w:cs="Times New Roman"/>
              <w:sz w:val="16"/>
              <w:szCs w:val="16"/>
            </w:rPr>
            <w:t>Choose an item.</w:t>
          </w:r>
        </w:p>
      </w:docPartBody>
    </w:docPart>
    <w:docPart>
      <w:docPartPr>
        <w:name w:val="96231CDE0F05423EABA144CDDC43C65F"/>
        <w:category>
          <w:name w:val="General"/>
          <w:gallery w:val="placeholder"/>
        </w:category>
        <w:types>
          <w:type w:val="bbPlcHdr"/>
        </w:types>
        <w:behaviors>
          <w:behavior w:val="content"/>
        </w:behaviors>
        <w:guid w:val="{D4EA8A7E-C30A-4F5E-9ADD-9C52F71A8CF9}"/>
      </w:docPartPr>
      <w:docPartBody>
        <w:p w:rsidR="00DC774E" w:rsidRDefault="00DC774E" w:rsidP="00DC774E">
          <w:pPr>
            <w:pStyle w:val="96231CDE0F05423EABA144CDDC43C65F1"/>
          </w:pPr>
          <w:r w:rsidRPr="00ED4CC5">
            <w:rPr>
              <w:rStyle w:val="PlaceholderText"/>
              <w:rFonts w:ascii="Times New Roman" w:hAnsi="Times New Roman" w:cs="Times New Roman"/>
              <w:sz w:val="16"/>
              <w:szCs w:val="16"/>
            </w:rPr>
            <w:t>Center value from 0 -1</w:t>
          </w:r>
        </w:p>
      </w:docPartBody>
    </w:docPart>
    <w:docPart>
      <w:docPartPr>
        <w:name w:val="8ED8931E279E46D490F1FCD5DB448B4D"/>
        <w:category>
          <w:name w:val="General"/>
          <w:gallery w:val="placeholder"/>
        </w:category>
        <w:types>
          <w:type w:val="bbPlcHdr"/>
        </w:types>
        <w:behaviors>
          <w:behavior w:val="content"/>
        </w:behaviors>
        <w:guid w:val="{B41A4215-1795-406A-9AB9-CF70CF35CB04}"/>
      </w:docPartPr>
      <w:docPartBody>
        <w:p w:rsidR="003B6BC6" w:rsidRDefault="00BE10D2" w:rsidP="00BE10D2">
          <w:pPr>
            <w:pStyle w:val="8ED8931E279E46D490F1FCD5DB448B4D"/>
          </w:pPr>
          <w:r w:rsidRPr="00ED4CC5">
            <w:rPr>
              <w:rStyle w:val="PlaceholderText"/>
              <w:rFonts w:ascii="Times New Roman" w:hAnsi="Times New Roman" w:cs="Times New Roman"/>
              <w:sz w:val="16"/>
              <w:szCs w:val="16"/>
            </w:rPr>
            <w:t>Click or tap here to enter text.</w:t>
          </w:r>
        </w:p>
      </w:docPartBody>
    </w:docPart>
    <w:docPart>
      <w:docPartPr>
        <w:name w:val="7E2D49E3F4DA40208A50A4C5D19795ED"/>
        <w:category>
          <w:name w:val="General"/>
          <w:gallery w:val="placeholder"/>
        </w:category>
        <w:types>
          <w:type w:val="bbPlcHdr"/>
        </w:types>
        <w:behaviors>
          <w:behavior w:val="content"/>
        </w:behaviors>
        <w:guid w:val="{55AA0BE7-FE6A-4ACD-8602-EFAB30100EBF}"/>
      </w:docPartPr>
      <w:docPartBody>
        <w:p w:rsidR="003B6BC6" w:rsidRDefault="00BE10D2" w:rsidP="00BE10D2">
          <w:pPr>
            <w:pStyle w:val="7E2D49E3F4DA40208A50A4C5D19795ED"/>
          </w:pPr>
          <w:r w:rsidRPr="00ED4CC5">
            <w:rPr>
              <w:rStyle w:val="PlaceholderText"/>
              <w:rFonts w:ascii="Times New Roman" w:hAnsi="Times New Roman" w:cs="Times New Roman"/>
              <w:sz w:val="16"/>
              <w:szCs w:val="16"/>
            </w:rPr>
            <w:t>Center value from 0 -1</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D85"/>
    <w:rsid w:val="000E777E"/>
    <w:rsid w:val="003B6BC6"/>
    <w:rsid w:val="007D333C"/>
    <w:rsid w:val="00BE10D2"/>
    <w:rsid w:val="00D61D85"/>
    <w:rsid w:val="00DC774E"/>
    <w:rsid w:val="00F813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E10D2"/>
    <w:rPr>
      <w:color w:val="808080"/>
    </w:rPr>
  </w:style>
  <w:style w:type="paragraph" w:customStyle="1" w:styleId="8CF5E7D64BF845D588C733E2B29114EE">
    <w:name w:val="8CF5E7D64BF845D588C733E2B29114EE"/>
  </w:style>
  <w:style w:type="paragraph" w:customStyle="1" w:styleId="56F0C45BC58A41DC8937467CD5F6BF97">
    <w:name w:val="56F0C45BC58A41DC8937467CD5F6BF97"/>
  </w:style>
  <w:style w:type="paragraph" w:customStyle="1" w:styleId="9A05C0C3A1A44B0B874E91D31339C3A5">
    <w:name w:val="9A05C0C3A1A44B0B874E91D31339C3A5"/>
  </w:style>
  <w:style w:type="paragraph" w:customStyle="1" w:styleId="52C25B7A5805416BBFEBD9AB0FBA542B">
    <w:name w:val="52C25B7A5805416BBFEBD9AB0FBA542B"/>
  </w:style>
  <w:style w:type="paragraph" w:customStyle="1" w:styleId="0B08C42214314BCDA78003FD3E7A240B">
    <w:name w:val="0B08C42214314BCDA78003FD3E7A240B"/>
  </w:style>
  <w:style w:type="paragraph" w:customStyle="1" w:styleId="CB136A2C31A549CAA8759A1BEC32729C">
    <w:name w:val="CB136A2C31A549CAA8759A1BEC32729C"/>
  </w:style>
  <w:style w:type="paragraph" w:customStyle="1" w:styleId="CB1B6FBC7B45441BABC373C0D3AFAF92">
    <w:name w:val="CB1B6FBC7B45441BABC373C0D3AFAF92"/>
  </w:style>
  <w:style w:type="paragraph" w:customStyle="1" w:styleId="B01B2CD9475F4A87B461E2DE53A927F2">
    <w:name w:val="B01B2CD9475F4A87B461E2DE53A927F2"/>
  </w:style>
  <w:style w:type="paragraph" w:customStyle="1" w:styleId="32427783A9C74B23B0E9199D6F829E6D">
    <w:name w:val="32427783A9C74B23B0E9199D6F829E6D"/>
  </w:style>
  <w:style w:type="paragraph" w:customStyle="1" w:styleId="CA0D9288E54F4425BE5281BEF4664846">
    <w:name w:val="CA0D9288E54F4425BE5281BEF4664846"/>
  </w:style>
  <w:style w:type="paragraph" w:customStyle="1" w:styleId="7351A4A8C19947988232D6DF22FE6F36">
    <w:name w:val="7351A4A8C19947988232D6DF22FE6F36"/>
  </w:style>
  <w:style w:type="paragraph" w:customStyle="1" w:styleId="DC2BCAD036CE40E1BA1B6D15DD42B626">
    <w:name w:val="DC2BCAD036CE40E1BA1B6D15DD42B626"/>
  </w:style>
  <w:style w:type="paragraph" w:customStyle="1" w:styleId="2CF88B1F7734456DA1F76ECC20F51786">
    <w:name w:val="2CF88B1F7734456DA1F76ECC20F51786"/>
  </w:style>
  <w:style w:type="paragraph" w:customStyle="1" w:styleId="B7B21BEFAF9A47FF91D340527239930F">
    <w:name w:val="B7B21BEFAF9A47FF91D340527239930F"/>
  </w:style>
  <w:style w:type="paragraph" w:customStyle="1" w:styleId="BBF2598529C648C8B421817BB8E14500">
    <w:name w:val="BBF2598529C648C8B421817BB8E14500"/>
  </w:style>
  <w:style w:type="paragraph" w:customStyle="1" w:styleId="78894368434748EF8F769E210CF8A8D4">
    <w:name w:val="78894368434748EF8F769E210CF8A8D4"/>
  </w:style>
  <w:style w:type="paragraph" w:customStyle="1" w:styleId="C135F47383F74623968DE92E485B19F9">
    <w:name w:val="C135F47383F74623968DE92E485B19F9"/>
  </w:style>
  <w:style w:type="paragraph" w:customStyle="1" w:styleId="5609695B665345969E9BF4D5E4BCDE21">
    <w:name w:val="5609695B665345969E9BF4D5E4BCDE21"/>
  </w:style>
  <w:style w:type="paragraph" w:customStyle="1" w:styleId="CAAA9564383E439B92CE3CCD8673B25D">
    <w:name w:val="CAAA9564383E439B92CE3CCD8673B25D"/>
  </w:style>
  <w:style w:type="paragraph" w:customStyle="1" w:styleId="C8ABB1FABD214938AEB46EF5F4963DED">
    <w:name w:val="C8ABB1FABD214938AEB46EF5F4963DED"/>
  </w:style>
  <w:style w:type="paragraph" w:customStyle="1" w:styleId="F724E607F6FF4197B98B8B0E1CDC61DC">
    <w:name w:val="F724E607F6FF4197B98B8B0E1CDC61DC"/>
  </w:style>
  <w:style w:type="paragraph" w:customStyle="1" w:styleId="8C8A56E05CBA4A89BC684367F862751A">
    <w:name w:val="8C8A56E05CBA4A89BC684367F862751A"/>
  </w:style>
  <w:style w:type="paragraph" w:customStyle="1" w:styleId="B29D6B9C73EA4B01B0AC29F8CF1881EB">
    <w:name w:val="B29D6B9C73EA4B01B0AC29F8CF1881EB"/>
  </w:style>
  <w:style w:type="paragraph" w:customStyle="1" w:styleId="385690641F024236BF75E9A475E9B459">
    <w:name w:val="385690641F024236BF75E9A475E9B459"/>
  </w:style>
  <w:style w:type="paragraph" w:customStyle="1" w:styleId="246638892F4F48BEBB1C8BEB12993080">
    <w:name w:val="246638892F4F48BEBB1C8BEB12993080"/>
  </w:style>
  <w:style w:type="paragraph" w:customStyle="1" w:styleId="B0CB9A8A91EA4201BBCEDA32FE7709E0">
    <w:name w:val="B0CB9A8A91EA4201BBCEDA32FE7709E0"/>
  </w:style>
  <w:style w:type="paragraph" w:customStyle="1" w:styleId="A2BDF97B670E4406BF869170BA11E20A">
    <w:name w:val="A2BDF97B670E4406BF869170BA11E20A"/>
  </w:style>
  <w:style w:type="paragraph" w:customStyle="1" w:styleId="7E9E1C72F08D4CEE8319176ED5EF0815">
    <w:name w:val="7E9E1C72F08D4CEE8319176ED5EF0815"/>
  </w:style>
  <w:style w:type="paragraph" w:customStyle="1" w:styleId="CFBB3FD2D0BE4787AA839EE529B39DBE">
    <w:name w:val="CFBB3FD2D0BE4787AA839EE529B39DBE"/>
  </w:style>
  <w:style w:type="paragraph" w:customStyle="1" w:styleId="E1711059DB7445F9AE203827556042AC">
    <w:name w:val="E1711059DB7445F9AE203827556042AC"/>
  </w:style>
  <w:style w:type="paragraph" w:customStyle="1" w:styleId="D262CA5F95A04B63B95D064C11FD1922">
    <w:name w:val="D262CA5F95A04B63B95D064C11FD1922"/>
  </w:style>
  <w:style w:type="paragraph" w:customStyle="1" w:styleId="1B58C771D75B4EBBA6716AD98AB8688A">
    <w:name w:val="1B58C771D75B4EBBA6716AD98AB8688A"/>
  </w:style>
  <w:style w:type="paragraph" w:customStyle="1" w:styleId="83049421961242BB845D2E5AFF925202">
    <w:name w:val="83049421961242BB845D2E5AFF925202"/>
  </w:style>
  <w:style w:type="paragraph" w:customStyle="1" w:styleId="3E4D31A8BF554851953FF71E09015E64">
    <w:name w:val="3E4D31A8BF554851953FF71E09015E64"/>
  </w:style>
  <w:style w:type="paragraph" w:customStyle="1" w:styleId="CC765D72E76D42B5A5B825645EE65793">
    <w:name w:val="CC765D72E76D42B5A5B825645EE65793"/>
  </w:style>
  <w:style w:type="paragraph" w:customStyle="1" w:styleId="8CF5E7D64BF845D588C733E2B29114EE1">
    <w:name w:val="8CF5E7D64BF845D588C733E2B29114EE1"/>
    <w:rsid w:val="00D61D85"/>
    <w:rPr>
      <w:rFonts w:eastAsiaTheme="minorHAnsi"/>
    </w:rPr>
  </w:style>
  <w:style w:type="paragraph" w:customStyle="1" w:styleId="56F0C45BC58A41DC8937467CD5F6BF971">
    <w:name w:val="56F0C45BC58A41DC8937467CD5F6BF971"/>
    <w:rsid w:val="00D61D85"/>
    <w:rPr>
      <w:rFonts w:eastAsiaTheme="minorHAnsi"/>
    </w:rPr>
  </w:style>
  <w:style w:type="paragraph" w:customStyle="1" w:styleId="9A05C0C3A1A44B0B874E91D31339C3A51">
    <w:name w:val="9A05C0C3A1A44B0B874E91D31339C3A51"/>
    <w:rsid w:val="00D61D85"/>
    <w:rPr>
      <w:rFonts w:eastAsiaTheme="minorHAnsi"/>
    </w:rPr>
  </w:style>
  <w:style w:type="paragraph" w:customStyle="1" w:styleId="52C25B7A5805416BBFEBD9AB0FBA542B1">
    <w:name w:val="52C25B7A5805416BBFEBD9AB0FBA542B1"/>
    <w:rsid w:val="00D61D85"/>
    <w:rPr>
      <w:rFonts w:eastAsiaTheme="minorHAnsi"/>
    </w:rPr>
  </w:style>
  <w:style w:type="paragraph" w:customStyle="1" w:styleId="CB136A2C31A549CAA8759A1BEC32729C1">
    <w:name w:val="CB136A2C31A549CAA8759A1BEC32729C1"/>
    <w:rsid w:val="00D61D85"/>
    <w:rPr>
      <w:rFonts w:eastAsiaTheme="minorHAnsi"/>
    </w:rPr>
  </w:style>
  <w:style w:type="paragraph" w:customStyle="1" w:styleId="B01B2CD9475F4A87B461E2DE53A927F21">
    <w:name w:val="B01B2CD9475F4A87B461E2DE53A927F21"/>
    <w:rsid w:val="00D61D85"/>
    <w:rPr>
      <w:rFonts w:eastAsiaTheme="minorHAnsi"/>
    </w:rPr>
  </w:style>
  <w:style w:type="paragraph" w:customStyle="1" w:styleId="CA0D9288E54F4425BE5281BEF46648461">
    <w:name w:val="CA0D9288E54F4425BE5281BEF46648461"/>
    <w:rsid w:val="00D61D85"/>
    <w:rPr>
      <w:rFonts w:eastAsiaTheme="minorHAnsi"/>
    </w:rPr>
  </w:style>
  <w:style w:type="paragraph" w:customStyle="1" w:styleId="7351A4A8C19947988232D6DF22FE6F361">
    <w:name w:val="7351A4A8C19947988232D6DF22FE6F361"/>
    <w:rsid w:val="00D61D85"/>
    <w:rPr>
      <w:rFonts w:eastAsiaTheme="minorHAnsi"/>
    </w:rPr>
  </w:style>
  <w:style w:type="paragraph" w:customStyle="1" w:styleId="2CF88B1F7734456DA1F76ECC20F517861">
    <w:name w:val="2CF88B1F7734456DA1F76ECC20F517861"/>
    <w:rsid w:val="00D61D85"/>
    <w:rPr>
      <w:rFonts w:eastAsiaTheme="minorHAnsi"/>
    </w:rPr>
  </w:style>
  <w:style w:type="paragraph" w:customStyle="1" w:styleId="B7B21BEFAF9A47FF91D340527239930F1">
    <w:name w:val="B7B21BEFAF9A47FF91D340527239930F1"/>
    <w:rsid w:val="00D61D85"/>
    <w:rPr>
      <w:rFonts w:eastAsiaTheme="minorHAnsi"/>
    </w:rPr>
  </w:style>
  <w:style w:type="paragraph" w:customStyle="1" w:styleId="BBF2598529C648C8B421817BB8E145001">
    <w:name w:val="BBF2598529C648C8B421817BB8E145001"/>
    <w:rsid w:val="00D61D85"/>
    <w:rPr>
      <w:rFonts w:eastAsiaTheme="minorHAnsi"/>
    </w:rPr>
  </w:style>
  <w:style w:type="paragraph" w:customStyle="1" w:styleId="78894368434748EF8F769E210CF8A8D41">
    <w:name w:val="78894368434748EF8F769E210CF8A8D41"/>
    <w:rsid w:val="00D61D85"/>
    <w:rPr>
      <w:rFonts w:eastAsiaTheme="minorHAnsi"/>
    </w:rPr>
  </w:style>
  <w:style w:type="paragraph" w:customStyle="1" w:styleId="C135F47383F74623968DE92E485B19F91">
    <w:name w:val="C135F47383F74623968DE92E485B19F91"/>
    <w:rsid w:val="00D61D85"/>
    <w:rPr>
      <w:rFonts w:eastAsiaTheme="minorHAnsi"/>
    </w:rPr>
  </w:style>
  <w:style w:type="paragraph" w:customStyle="1" w:styleId="5609695B665345969E9BF4D5E4BCDE211">
    <w:name w:val="5609695B665345969E9BF4D5E4BCDE211"/>
    <w:rsid w:val="00D61D85"/>
    <w:rPr>
      <w:rFonts w:eastAsiaTheme="minorHAnsi"/>
    </w:rPr>
  </w:style>
  <w:style w:type="paragraph" w:customStyle="1" w:styleId="CAAA9564383E439B92CE3CCD8673B25D1">
    <w:name w:val="CAAA9564383E439B92CE3CCD8673B25D1"/>
    <w:rsid w:val="00D61D85"/>
    <w:rPr>
      <w:rFonts w:eastAsiaTheme="minorHAnsi"/>
    </w:rPr>
  </w:style>
  <w:style w:type="paragraph" w:customStyle="1" w:styleId="C8ABB1FABD214938AEB46EF5F4963DED1">
    <w:name w:val="C8ABB1FABD214938AEB46EF5F4963DED1"/>
    <w:rsid w:val="00D61D85"/>
    <w:rPr>
      <w:rFonts w:eastAsiaTheme="minorHAnsi"/>
    </w:rPr>
  </w:style>
  <w:style w:type="paragraph" w:customStyle="1" w:styleId="F724E607F6FF4197B98B8B0E1CDC61DC1">
    <w:name w:val="F724E607F6FF4197B98B8B0E1CDC61DC1"/>
    <w:rsid w:val="00D61D85"/>
    <w:rPr>
      <w:rFonts w:eastAsiaTheme="minorHAnsi"/>
    </w:rPr>
  </w:style>
  <w:style w:type="paragraph" w:customStyle="1" w:styleId="8C8A56E05CBA4A89BC684367F862751A1">
    <w:name w:val="8C8A56E05CBA4A89BC684367F862751A1"/>
    <w:rsid w:val="00D61D85"/>
    <w:rPr>
      <w:rFonts w:eastAsiaTheme="minorHAnsi"/>
    </w:rPr>
  </w:style>
  <w:style w:type="paragraph" w:customStyle="1" w:styleId="B29D6B9C73EA4B01B0AC29F8CF1881EB1">
    <w:name w:val="B29D6B9C73EA4B01B0AC29F8CF1881EB1"/>
    <w:rsid w:val="00D61D85"/>
    <w:rPr>
      <w:rFonts w:eastAsiaTheme="minorHAnsi"/>
    </w:rPr>
  </w:style>
  <w:style w:type="paragraph" w:customStyle="1" w:styleId="385690641F024236BF75E9A475E9B4591">
    <w:name w:val="385690641F024236BF75E9A475E9B4591"/>
    <w:rsid w:val="00D61D85"/>
    <w:rPr>
      <w:rFonts w:eastAsiaTheme="minorHAnsi"/>
    </w:rPr>
  </w:style>
  <w:style w:type="paragraph" w:customStyle="1" w:styleId="246638892F4F48BEBB1C8BEB129930801">
    <w:name w:val="246638892F4F48BEBB1C8BEB129930801"/>
    <w:rsid w:val="00D61D85"/>
    <w:rPr>
      <w:rFonts w:eastAsiaTheme="minorHAnsi"/>
    </w:rPr>
  </w:style>
  <w:style w:type="paragraph" w:customStyle="1" w:styleId="A2BDF97B670E4406BF869170BA11E20A1">
    <w:name w:val="A2BDF97B670E4406BF869170BA11E20A1"/>
    <w:rsid w:val="00D61D85"/>
    <w:rPr>
      <w:rFonts w:eastAsiaTheme="minorHAnsi"/>
    </w:rPr>
  </w:style>
  <w:style w:type="paragraph" w:customStyle="1" w:styleId="7E9E1C72F08D4CEE8319176ED5EF08151">
    <w:name w:val="7E9E1C72F08D4CEE8319176ED5EF08151"/>
    <w:rsid w:val="00D61D85"/>
    <w:rPr>
      <w:rFonts w:eastAsiaTheme="minorHAnsi"/>
    </w:rPr>
  </w:style>
  <w:style w:type="paragraph" w:customStyle="1" w:styleId="CFBB3FD2D0BE4787AA839EE529B39DBE1">
    <w:name w:val="CFBB3FD2D0BE4787AA839EE529B39DBE1"/>
    <w:rsid w:val="00D61D85"/>
    <w:rPr>
      <w:rFonts w:eastAsiaTheme="minorHAnsi"/>
    </w:rPr>
  </w:style>
  <w:style w:type="paragraph" w:customStyle="1" w:styleId="E1711059DB7445F9AE203827556042AC1">
    <w:name w:val="E1711059DB7445F9AE203827556042AC1"/>
    <w:rsid w:val="00D61D85"/>
    <w:rPr>
      <w:rFonts w:eastAsiaTheme="minorHAnsi"/>
    </w:rPr>
  </w:style>
  <w:style w:type="paragraph" w:customStyle="1" w:styleId="D262CA5F95A04B63B95D064C11FD19221">
    <w:name w:val="D262CA5F95A04B63B95D064C11FD19221"/>
    <w:rsid w:val="00D61D85"/>
    <w:rPr>
      <w:rFonts w:eastAsiaTheme="minorHAnsi"/>
    </w:rPr>
  </w:style>
  <w:style w:type="paragraph" w:customStyle="1" w:styleId="1B58C771D75B4EBBA6716AD98AB8688A1">
    <w:name w:val="1B58C771D75B4EBBA6716AD98AB8688A1"/>
    <w:rsid w:val="00D61D85"/>
    <w:rPr>
      <w:rFonts w:eastAsiaTheme="minorHAnsi"/>
    </w:rPr>
  </w:style>
  <w:style w:type="paragraph" w:customStyle="1" w:styleId="83049421961242BB845D2E5AFF9252021">
    <w:name w:val="83049421961242BB845D2E5AFF9252021"/>
    <w:rsid w:val="00D61D85"/>
    <w:rPr>
      <w:rFonts w:eastAsiaTheme="minorHAnsi"/>
    </w:rPr>
  </w:style>
  <w:style w:type="paragraph" w:customStyle="1" w:styleId="CC765D72E76D42B5A5B825645EE657931">
    <w:name w:val="CC765D72E76D42B5A5B825645EE657931"/>
    <w:rsid w:val="00D61D85"/>
    <w:rPr>
      <w:rFonts w:eastAsiaTheme="minorHAnsi"/>
    </w:rPr>
  </w:style>
  <w:style w:type="paragraph" w:customStyle="1" w:styleId="3D3AF3D06AF14BFC8D9CE0975BC7EB12">
    <w:name w:val="3D3AF3D06AF14BFC8D9CE0975BC7EB12"/>
    <w:rsid w:val="00D61D85"/>
  </w:style>
  <w:style w:type="paragraph" w:customStyle="1" w:styleId="F372B949AA204030AA449D59C52851B7">
    <w:name w:val="F372B949AA204030AA449D59C52851B7"/>
    <w:rsid w:val="00D61D85"/>
  </w:style>
  <w:style w:type="paragraph" w:customStyle="1" w:styleId="2CF88B1F7734456DA1F76ECC20F517862">
    <w:name w:val="2CF88B1F7734456DA1F76ECC20F517862"/>
    <w:rsid w:val="00D61D85"/>
    <w:rPr>
      <w:rFonts w:eastAsiaTheme="minorHAnsi"/>
    </w:rPr>
  </w:style>
  <w:style w:type="paragraph" w:customStyle="1" w:styleId="B7B21BEFAF9A47FF91D340527239930F2">
    <w:name w:val="B7B21BEFAF9A47FF91D340527239930F2"/>
    <w:rsid w:val="00D61D85"/>
    <w:rPr>
      <w:rFonts w:eastAsiaTheme="minorHAnsi"/>
    </w:rPr>
  </w:style>
  <w:style w:type="paragraph" w:customStyle="1" w:styleId="BBF2598529C648C8B421817BB8E145002">
    <w:name w:val="BBF2598529C648C8B421817BB8E145002"/>
    <w:rsid w:val="00D61D85"/>
    <w:rPr>
      <w:rFonts w:eastAsiaTheme="minorHAnsi"/>
    </w:rPr>
  </w:style>
  <w:style w:type="paragraph" w:customStyle="1" w:styleId="8C8A56E05CBA4A89BC684367F862751A2">
    <w:name w:val="8C8A56E05CBA4A89BC684367F862751A2"/>
    <w:rsid w:val="00D61D85"/>
    <w:rPr>
      <w:rFonts w:eastAsiaTheme="minorHAnsi"/>
    </w:rPr>
  </w:style>
  <w:style w:type="paragraph" w:customStyle="1" w:styleId="B29D6B9C73EA4B01B0AC29F8CF1881EB2">
    <w:name w:val="B29D6B9C73EA4B01B0AC29F8CF1881EB2"/>
    <w:rsid w:val="00D61D85"/>
    <w:rPr>
      <w:rFonts w:eastAsiaTheme="minorHAnsi"/>
    </w:rPr>
  </w:style>
  <w:style w:type="paragraph" w:customStyle="1" w:styleId="385690641F024236BF75E9A475E9B4592">
    <w:name w:val="385690641F024236BF75E9A475E9B4592"/>
    <w:rsid w:val="00D61D85"/>
    <w:rPr>
      <w:rFonts w:eastAsiaTheme="minorHAnsi"/>
    </w:rPr>
  </w:style>
  <w:style w:type="paragraph" w:customStyle="1" w:styleId="246638892F4F48BEBB1C8BEB129930802">
    <w:name w:val="246638892F4F48BEBB1C8BEB129930802"/>
    <w:rsid w:val="00D61D85"/>
    <w:rPr>
      <w:rFonts w:eastAsiaTheme="minorHAnsi"/>
    </w:rPr>
  </w:style>
  <w:style w:type="paragraph" w:customStyle="1" w:styleId="83049421961242BB845D2E5AFF9252022">
    <w:name w:val="83049421961242BB845D2E5AFF9252022"/>
    <w:rsid w:val="00D61D85"/>
    <w:rPr>
      <w:rFonts w:eastAsiaTheme="minorHAnsi"/>
    </w:rPr>
  </w:style>
  <w:style w:type="paragraph" w:customStyle="1" w:styleId="F372B949AA204030AA449D59C52851B71">
    <w:name w:val="F372B949AA204030AA449D59C52851B71"/>
    <w:rsid w:val="00D61D85"/>
    <w:rPr>
      <w:rFonts w:eastAsiaTheme="minorHAnsi"/>
    </w:rPr>
  </w:style>
  <w:style w:type="paragraph" w:customStyle="1" w:styleId="CC765D72E76D42B5A5B825645EE657932">
    <w:name w:val="CC765D72E76D42B5A5B825645EE657932"/>
    <w:rsid w:val="00D61D85"/>
    <w:rPr>
      <w:rFonts w:eastAsiaTheme="minorHAnsi"/>
    </w:rPr>
  </w:style>
  <w:style w:type="paragraph" w:customStyle="1" w:styleId="2CF88B1F7734456DA1F76ECC20F517863">
    <w:name w:val="2CF88B1F7734456DA1F76ECC20F517863"/>
    <w:rsid w:val="00D61D85"/>
    <w:rPr>
      <w:rFonts w:eastAsiaTheme="minorHAnsi"/>
    </w:rPr>
  </w:style>
  <w:style w:type="paragraph" w:customStyle="1" w:styleId="B7B21BEFAF9A47FF91D340527239930F3">
    <w:name w:val="B7B21BEFAF9A47FF91D340527239930F3"/>
    <w:rsid w:val="00D61D85"/>
    <w:rPr>
      <w:rFonts w:eastAsiaTheme="minorHAnsi"/>
    </w:rPr>
  </w:style>
  <w:style w:type="paragraph" w:customStyle="1" w:styleId="BBF2598529C648C8B421817BB8E145003">
    <w:name w:val="BBF2598529C648C8B421817BB8E145003"/>
    <w:rsid w:val="00D61D85"/>
    <w:rPr>
      <w:rFonts w:eastAsiaTheme="minorHAnsi"/>
    </w:rPr>
  </w:style>
  <w:style w:type="paragraph" w:customStyle="1" w:styleId="8C8A56E05CBA4A89BC684367F862751A3">
    <w:name w:val="8C8A56E05CBA4A89BC684367F862751A3"/>
    <w:rsid w:val="00D61D85"/>
    <w:rPr>
      <w:rFonts w:eastAsiaTheme="minorHAnsi"/>
    </w:rPr>
  </w:style>
  <w:style w:type="paragraph" w:customStyle="1" w:styleId="B29D6B9C73EA4B01B0AC29F8CF1881EB3">
    <w:name w:val="B29D6B9C73EA4B01B0AC29F8CF1881EB3"/>
    <w:rsid w:val="00D61D85"/>
    <w:rPr>
      <w:rFonts w:eastAsiaTheme="minorHAnsi"/>
    </w:rPr>
  </w:style>
  <w:style w:type="paragraph" w:customStyle="1" w:styleId="385690641F024236BF75E9A475E9B4593">
    <w:name w:val="385690641F024236BF75E9A475E9B4593"/>
    <w:rsid w:val="00D61D85"/>
    <w:rPr>
      <w:rFonts w:eastAsiaTheme="minorHAnsi"/>
    </w:rPr>
  </w:style>
  <w:style w:type="paragraph" w:customStyle="1" w:styleId="246638892F4F48BEBB1C8BEB129930803">
    <w:name w:val="246638892F4F48BEBB1C8BEB129930803"/>
    <w:rsid w:val="00D61D85"/>
    <w:rPr>
      <w:rFonts w:eastAsiaTheme="minorHAnsi"/>
    </w:rPr>
  </w:style>
  <w:style w:type="paragraph" w:customStyle="1" w:styleId="3D3AF3D06AF14BFC8D9CE0975BC7EB121">
    <w:name w:val="3D3AF3D06AF14BFC8D9CE0975BC7EB121"/>
    <w:rsid w:val="00D61D85"/>
    <w:rPr>
      <w:rFonts w:eastAsiaTheme="minorHAnsi"/>
    </w:rPr>
  </w:style>
  <w:style w:type="paragraph" w:customStyle="1" w:styleId="F372B949AA204030AA449D59C52851B72">
    <w:name w:val="F372B949AA204030AA449D59C52851B72"/>
    <w:rsid w:val="00D61D85"/>
    <w:rPr>
      <w:rFonts w:eastAsiaTheme="minorHAnsi"/>
    </w:rPr>
  </w:style>
  <w:style w:type="paragraph" w:customStyle="1" w:styleId="F7529AED6C2349F890863501E85BAC04">
    <w:name w:val="F7529AED6C2349F890863501E85BAC04"/>
    <w:rsid w:val="00F8137F"/>
  </w:style>
  <w:style w:type="paragraph" w:customStyle="1" w:styleId="C057D439C26B4155A70635E2564F66AD">
    <w:name w:val="C057D439C26B4155A70635E2564F66AD"/>
    <w:rsid w:val="00F8137F"/>
  </w:style>
  <w:style w:type="paragraph" w:customStyle="1" w:styleId="0B08C42214314BCDA78003FD3E7A240B1">
    <w:name w:val="0B08C42214314BCDA78003FD3E7A240B1"/>
    <w:rsid w:val="00F8137F"/>
    <w:rPr>
      <w:rFonts w:eastAsiaTheme="minorHAnsi"/>
    </w:rPr>
  </w:style>
  <w:style w:type="paragraph" w:customStyle="1" w:styleId="B7B21BEFAF9A47FF91D340527239930F4">
    <w:name w:val="B7B21BEFAF9A47FF91D340527239930F4"/>
    <w:rsid w:val="00F8137F"/>
    <w:rPr>
      <w:rFonts w:eastAsiaTheme="minorHAnsi"/>
    </w:rPr>
  </w:style>
  <w:style w:type="paragraph" w:customStyle="1" w:styleId="BBF2598529C648C8B421817BB8E145004">
    <w:name w:val="BBF2598529C648C8B421817BB8E145004"/>
    <w:rsid w:val="00F8137F"/>
    <w:rPr>
      <w:rFonts w:eastAsiaTheme="minorHAnsi"/>
    </w:rPr>
  </w:style>
  <w:style w:type="paragraph" w:customStyle="1" w:styleId="385690641F024236BF75E9A475E9B4594">
    <w:name w:val="385690641F024236BF75E9A475E9B4594"/>
    <w:rsid w:val="00F8137F"/>
    <w:rPr>
      <w:rFonts w:eastAsiaTheme="minorHAnsi"/>
    </w:rPr>
  </w:style>
  <w:style w:type="paragraph" w:customStyle="1" w:styleId="246638892F4F48BEBB1C8BEB129930804">
    <w:name w:val="246638892F4F48BEBB1C8BEB129930804"/>
    <w:rsid w:val="00F8137F"/>
    <w:rPr>
      <w:rFonts w:eastAsiaTheme="minorHAnsi"/>
    </w:rPr>
  </w:style>
  <w:style w:type="paragraph" w:customStyle="1" w:styleId="3D3AF3D06AF14BFC8D9CE0975BC7EB122">
    <w:name w:val="3D3AF3D06AF14BFC8D9CE0975BC7EB122"/>
    <w:rsid w:val="00F8137F"/>
    <w:rPr>
      <w:rFonts w:eastAsiaTheme="minorHAnsi"/>
    </w:rPr>
  </w:style>
  <w:style w:type="paragraph" w:customStyle="1" w:styleId="F372B949AA204030AA449D59C52851B73">
    <w:name w:val="F372B949AA204030AA449D59C52851B73"/>
    <w:rsid w:val="00F8137F"/>
    <w:rPr>
      <w:rFonts w:eastAsiaTheme="minorHAnsi"/>
    </w:rPr>
  </w:style>
  <w:style w:type="paragraph" w:customStyle="1" w:styleId="156786889D234E37B2A87F6AEF9DD8EB">
    <w:name w:val="156786889D234E37B2A87F6AEF9DD8EB"/>
    <w:rsid w:val="00F8137F"/>
  </w:style>
  <w:style w:type="paragraph" w:customStyle="1" w:styleId="49F186DF9D414F02A763CC05E8B85A51">
    <w:name w:val="49F186DF9D414F02A763CC05E8B85A51"/>
    <w:rsid w:val="00F8137F"/>
  </w:style>
  <w:style w:type="paragraph" w:customStyle="1" w:styleId="0B08C42214314BCDA78003FD3E7A240B2">
    <w:name w:val="0B08C42214314BCDA78003FD3E7A240B2"/>
    <w:rsid w:val="00F8137F"/>
    <w:rPr>
      <w:rFonts w:eastAsiaTheme="minorHAnsi"/>
    </w:rPr>
  </w:style>
  <w:style w:type="paragraph" w:customStyle="1" w:styleId="156786889D234E37B2A87F6AEF9DD8EB1">
    <w:name w:val="156786889D234E37B2A87F6AEF9DD8EB1"/>
    <w:rsid w:val="00F8137F"/>
    <w:rPr>
      <w:rFonts w:eastAsiaTheme="minorHAnsi"/>
    </w:rPr>
  </w:style>
  <w:style w:type="paragraph" w:customStyle="1" w:styleId="49F186DF9D414F02A763CC05E8B85A511">
    <w:name w:val="49F186DF9D414F02A763CC05E8B85A511"/>
    <w:rsid w:val="00F8137F"/>
    <w:rPr>
      <w:rFonts w:eastAsiaTheme="minorHAnsi"/>
    </w:rPr>
  </w:style>
  <w:style w:type="paragraph" w:customStyle="1" w:styleId="32427783A9C74B23B0E9199D6F829E6D1">
    <w:name w:val="32427783A9C74B23B0E9199D6F829E6D1"/>
    <w:rsid w:val="00F8137F"/>
    <w:rPr>
      <w:rFonts w:eastAsiaTheme="minorHAnsi"/>
    </w:rPr>
  </w:style>
  <w:style w:type="paragraph" w:customStyle="1" w:styleId="B7B21BEFAF9A47FF91D340527239930F5">
    <w:name w:val="B7B21BEFAF9A47FF91D340527239930F5"/>
    <w:rsid w:val="00F8137F"/>
    <w:rPr>
      <w:rFonts w:eastAsiaTheme="minorHAnsi"/>
    </w:rPr>
  </w:style>
  <w:style w:type="paragraph" w:customStyle="1" w:styleId="BBF2598529C648C8B421817BB8E145005">
    <w:name w:val="BBF2598529C648C8B421817BB8E145005"/>
    <w:rsid w:val="00F8137F"/>
    <w:rPr>
      <w:rFonts w:eastAsiaTheme="minorHAnsi"/>
    </w:rPr>
  </w:style>
  <w:style w:type="paragraph" w:customStyle="1" w:styleId="385690641F024236BF75E9A475E9B4595">
    <w:name w:val="385690641F024236BF75E9A475E9B4595"/>
    <w:rsid w:val="00F8137F"/>
    <w:rPr>
      <w:rFonts w:eastAsiaTheme="minorHAnsi"/>
    </w:rPr>
  </w:style>
  <w:style w:type="paragraph" w:customStyle="1" w:styleId="246638892F4F48BEBB1C8BEB129930805">
    <w:name w:val="246638892F4F48BEBB1C8BEB129930805"/>
    <w:rsid w:val="00F8137F"/>
    <w:rPr>
      <w:rFonts w:eastAsiaTheme="minorHAnsi"/>
    </w:rPr>
  </w:style>
  <w:style w:type="paragraph" w:customStyle="1" w:styleId="3D3AF3D06AF14BFC8D9CE0975BC7EB123">
    <w:name w:val="3D3AF3D06AF14BFC8D9CE0975BC7EB123"/>
    <w:rsid w:val="00F8137F"/>
    <w:rPr>
      <w:rFonts w:eastAsiaTheme="minorHAnsi"/>
    </w:rPr>
  </w:style>
  <w:style w:type="paragraph" w:customStyle="1" w:styleId="F372B949AA204030AA449D59C52851B74">
    <w:name w:val="F372B949AA204030AA449D59C52851B74"/>
    <w:rsid w:val="00F8137F"/>
    <w:rPr>
      <w:rFonts w:eastAsiaTheme="minorHAnsi"/>
    </w:rPr>
  </w:style>
  <w:style w:type="paragraph" w:customStyle="1" w:styleId="05AF22ACBB9D4241A2F53D0E127460D6">
    <w:name w:val="05AF22ACBB9D4241A2F53D0E127460D6"/>
    <w:rsid w:val="00F8137F"/>
  </w:style>
  <w:style w:type="paragraph" w:customStyle="1" w:styleId="3B81766E30704712A06B34EB0DACED31">
    <w:name w:val="3B81766E30704712A06B34EB0DACED31"/>
    <w:rsid w:val="00F8137F"/>
  </w:style>
  <w:style w:type="paragraph" w:customStyle="1" w:styleId="FA2B30ADE0A840E2881BAC40A0E8CF55">
    <w:name w:val="FA2B30ADE0A840E2881BAC40A0E8CF55"/>
    <w:rsid w:val="00F8137F"/>
  </w:style>
  <w:style w:type="paragraph" w:customStyle="1" w:styleId="65CF32909ED64FE3A4571C9EE819BF90">
    <w:name w:val="65CF32909ED64FE3A4571C9EE819BF90"/>
    <w:rsid w:val="00F8137F"/>
  </w:style>
  <w:style w:type="paragraph" w:customStyle="1" w:styleId="6AC98A45CDBC4B078309CD8983666DD6">
    <w:name w:val="6AC98A45CDBC4B078309CD8983666DD6"/>
    <w:rsid w:val="00F8137F"/>
  </w:style>
  <w:style w:type="paragraph" w:customStyle="1" w:styleId="33641804901E45EA91CD845FB2CA4532">
    <w:name w:val="33641804901E45EA91CD845FB2CA4532"/>
    <w:rsid w:val="00F8137F"/>
  </w:style>
  <w:style w:type="paragraph" w:customStyle="1" w:styleId="B7B21BEFAF9A47FF91D340527239930F6">
    <w:name w:val="B7B21BEFAF9A47FF91D340527239930F6"/>
    <w:rsid w:val="00F8137F"/>
    <w:rPr>
      <w:rFonts w:eastAsiaTheme="minorHAnsi"/>
    </w:rPr>
  </w:style>
  <w:style w:type="paragraph" w:customStyle="1" w:styleId="BBF2598529C648C8B421817BB8E145006">
    <w:name w:val="BBF2598529C648C8B421817BB8E145006"/>
    <w:rsid w:val="00F8137F"/>
    <w:rPr>
      <w:rFonts w:eastAsiaTheme="minorHAnsi"/>
    </w:rPr>
  </w:style>
  <w:style w:type="paragraph" w:customStyle="1" w:styleId="385690641F024236BF75E9A475E9B4596">
    <w:name w:val="385690641F024236BF75E9A475E9B4596"/>
    <w:rsid w:val="00F8137F"/>
    <w:rPr>
      <w:rFonts w:eastAsiaTheme="minorHAnsi"/>
    </w:rPr>
  </w:style>
  <w:style w:type="paragraph" w:customStyle="1" w:styleId="246638892F4F48BEBB1C8BEB129930806">
    <w:name w:val="246638892F4F48BEBB1C8BEB129930806"/>
    <w:rsid w:val="00F8137F"/>
    <w:rPr>
      <w:rFonts w:eastAsiaTheme="minorHAnsi"/>
    </w:rPr>
  </w:style>
  <w:style w:type="paragraph" w:customStyle="1" w:styleId="3D3AF3D06AF14BFC8D9CE0975BC7EB124">
    <w:name w:val="3D3AF3D06AF14BFC8D9CE0975BC7EB124"/>
    <w:rsid w:val="00F8137F"/>
    <w:rPr>
      <w:rFonts w:eastAsiaTheme="minorHAnsi"/>
    </w:rPr>
  </w:style>
  <w:style w:type="paragraph" w:customStyle="1" w:styleId="F372B949AA204030AA449D59C52851B75">
    <w:name w:val="F372B949AA204030AA449D59C52851B75"/>
    <w:rsid w:val="00F8137F"/>
    <w:rPr>
      <w:rFonts w:eastAsiaTheme="minorHAnsi"/>
    </w:rPr>
  </w:style>
  <w:style w:type="paragraph" w:customStyle="1" w:styleId="A09C681C1E7E4FD3B52F0A7409D5248A">
    <w:name w:val="A09C681C1E7E4FD3B52F0A7409D5248A"/>
    <w:rsid w:val="00F8137F"/>
  </w:style>
  <w:style w:type="paragraph" w:customStyle="1" w:styleId="3B22FC9A0E064100AB5226C36BB4BB9E">
    <w:name w:val="3B22FC9A0E064100AB5226C36BB4BB9E"/>
    <w:rsid w:val="00F8137F"/>
  </w:style>
  <w:style w:type="paragraph" w:customStyle="1" w:styleId="9E89CB546EEB40F698C84B657B7A8B82">
    <w:name w:val="9E89CB546EEB40F698C84B657B7A8B82"/>
    <w:rsid w:val="00F8137F"/>
  </w:style>
  <w:style w:type="paragraph" w:customStyle="1" w:styleId="FA39E77164F145CFBD85282F30C4B66D">
    <w:name w:val="FA39E77164F145CFBD85282F30C4B66D"/>
    <w:rsid w:val="00F8137F"/>
  </w:style>
  <w:style w:type="paragraph" w:customStyle="1" w:styleId="FDBEA85D33D042C4B38E476DA1CB8497">
    <w:name w:val="FDBEA85D33D042C4B38E476DA1CB8497"/>
    <w:rsid w:val="00F8137F"/>
  </w:style>
  <w:style w:type="paragraph" w:customStyle="1" w:styleId="783D0019E36F4DDE897FC2488C90362F">
    <w:name w:val="783D0019E36F4DDE897FC2488C90362F"/>
    <w:rsid w:val="00F8137F"/>
  </w:style>
  <w:style w:type="paragraph" w:customStyle="1" w:styleId="140E7AA0F91D4E149AB9C32492ED6CB6">
    <w:name w:val="140E7AA0F91D4E149AB9C32492ED6CB6"/>
    <w:rsid w:val="00F8137F"/>
  </w:style>
  <w:style w:type="paragraph" w:customStyle="1" w:styleId="CA6448E9212E48268B016EA626CA5CDF">
    <w:name w:val="CA6448E9212E48268B016EA626CA5CDF"/>
    <w:rsid w:val="00F8137F"/>
  </w:style>
  <w:style w:type="paragraph" w:customStyle="1" w:styleId="4FADFBA72AC24E8A86120847D47C4439">
    <w:name w:val="4FADFBA72AC24E8A86120847D47C4439"/>
    <w:rsid w:val="00F8137F"/>
  </w:style>
  <w:style w:type="paragraph" w:customStyle="1" w:styleId="F083222A061541539C67FC1C2C8E82A1">
    <w:name w:val="F083222A061541539C67FC1C2C8E82A1"/>
    <w:rsid w:val="00F8137F"/>
  </w:style>
  <w:style w:type="paragraph" w:customStyle="1" w:styleId="90FFBD2967E54549B86D7811CD316C17">
    <w:name w:val="90FFBD2967E54549B86D7811CD316C17"/>
    <w:rsid w:val="00F8137F"/>
  </w:style>
  <w:style w:type="paragraph" w:customStyle="1" w:styleId="513C373C23A94D3ABA59586232830386">
    <w:name w:val="513C373C23A94D3ABA59586232830386"/>
    <w:rsid w:val="00F8137F"/>
  </w:style>
  <w:style w:type="paragraph" w:customStyle="1" w:styleId="8CDDDBD9298842A4A34A4B4959C9EBE7">
    <w:name w:val="8CDDDBD9298842A4A34A4B4959C9EBE7"/>
    <w:rsid w:val="00F8137F"/>
  </w:style>
  <w:style w:type="paragraph" w:customStyle="1" w:styleId="B7B21BEFAF9A47FF91D340527239930F7">
    <w:name w:val="B7B21BEFAF9A47FF91D340527239930F7"/>
    <w:rsid w:val="00F8137F"/>
    <w:rPr>
      <w:rFonts w:eastAsiaTheme="minorHAnsi"/>
    </w:rPr>
  </w:style>
  <w:style w:type="paragraph" w:customStyle="1" w:styleId="BBF2598529C648C8B421817BB8E145007">
    <w:name w:val="BBF2598529C648C8B421817BB8E145007"/>
    <w:rsid w:val="00F8137F"/>
    <w:rPr>
      <w:rFonts w:eastAsiaTheme="minorHAnsi"/>
    </w:rPr>
  </w:style>
  <w:style w:type="paragraph" w:customStyle="1" w:styleId="385690641F024236BF75E9A475E9B4597">
    <w:name w:val="385690641F024236BF75E9A475E9B4597"/>
    <w:rsid w:val="00F8137F"/>
    <w:rPr>
      <w:rFonts w:eastAsiaTheme="minorHAnsi"/>
    </w:rPr>
  </w:style>
  <w:style w:type="paragraph" w:customStyle="1" w:styleId="246638892F4F48BEBB1C8BEB129930807">
    <w:name w:val="246638892F4F48BEBB1C8BEB129930807"/>
    <w:rsid w:val="00F8137F"/>
    <w:rPr>
      <w:rFonts w:eastAsiaTheme="minorHAnsi"/>
    </w:rPr>
  </w:style>
  <w:style w:type="paragraph" w:customStyle="1" w:styleId="3D3AF3D06AF14BFC8D9CE0975BC7EB125">
    <w:name w:val="3D3AF3D06AF14BFC8D9CE0975BC7EB125"/>
    <w:rsid w:val="00F8137F"/>
    <w:rPr>
      <w:rFonts w:eastAsiaTheme="minorHAnsi"/>
    </w:rPr>
  </w:style>
  <w:style w:type="paragraph" w:customStyle="1" w:styleId="F372B949AA204030AA449D59C52851B76">
    <w:name w:val="F372B949AA204030AA449D59C52851B76"/>
    <w:rsid w:val="00F8137F"/>
    <w:rPr>
      <w:rFonts w:eastAsiaTheme="minorHAnsi"/>
    </w:rPr>
  </w:style>
  <w:style w:type="paragraph" w:customStyle="1" w:styleId="B7B21BEFAF9A47FF91D340527239930F8">
    <w:name w:val="B7B21BEFAF9A47FF91D340527239930F8"/>
    <w:rsid w:val="00F8137F"/>
    <w:rPr>
      <w:rFonts w:eastAsiaTheme="minorHAnsi"/>
    </w:rPr>
  </w:style>
  <w:style w:type="paragraph" w:customStyle="1" w:styleId="BBF2598529C648C8B421817BB8E145008">
    <w:name w:val="BBF2598529C648C8B421817BB8E145008"/>
    <w:rsid w:val="00F8137F"/>
    <w:rPr>
      <w:rFonts w:eastAsiaTheme="minorHAnsi"/>
    </w:rPr>
  </w:style>
  <w:style w:type="paragraph" w:customStyle="1" w:styleId="385690641F024236BF75E9A475E9B4598">
    <w:name w:val="385690641F024236BF75E9A475E9B4598"/>
    <w:rsid w:val="00F8137F"/>
    <w:rPr>
      <w:rFonts w:eastAsiaTheme="minorHAnsi"/>
    </w:rPr>
  </w:style>
  <w:style w:type="paragraph" w:customStyle="1" w:styleId="246638892F4F48BEBB1C8BEB129930808">
    <w:name w:val="246638892F4F48BEBB1C8BEB129930808"/>
    <w:rsid w:val="00F8137F"/>
    <w:rPr>
      <w:rFonts w:eastAsiaTheme="minorHAnsi"/>
    </w:rPr>
  </w:style>
  <w:style w:type="paragraph" w:customStyle="1" w:styleId="3D3AF3D06AF14BFC8D9CE0975BC7EB126">
    <w:name w:val="3D3AF3D06AF14BFC8D9CE0975BC7EB126"/>
    <w:rsid w:val="00F8137F"/>
    <w:rPr>
      <w:rFonts w:eastAsiaTheme="minorHAnsi"/>
    </w:rPr>
  </w:style>
  <w:style w:type="paragraph" w:customStyle="1" w:styleId="F372B949AA204030AA449D59C52851B77">
    <w:name w:val="F372B949AA204030AA449D59C52851B77"/>
    <w:rsid w:val="00F8137F"/>
    <w:rPr>
      <w:rFonts w:eastAsiaTheme="minorHAnsi"/>
    </w:rPr>
  </w:style>
  <w:style w:type="paragraph" w:customStyle="1" w:styleId="21201D8C30914253AD54570EAB29FE57">
    <w:name w:val="21201D8C30914253AD54570EAB29FE57"/>
    <w:rsid w:val="00F8137F"/>
  </w:style>
  <w:style w:type="paragraph" w:customStyle="1" w:styleId="D6FF100FEBE94E0486143F45B0D56562">
    <w:name w:val="D6FF100FEBE94E0486143F45B0D56562"/>
    <w:rsid w:val="00F8137F"/>
  </w:style>
  <w:style w:type="paragraph" w:customStyle="1" w:styleId="B7B21BEFAF9A47FF91D340527239930F9">
    <w:name w:val="B7B21BEFAF9A47FF91D340527239930F9"/>
    <w:rsid w:val="00F8137F"/>
    <w:rPr>
      <w:rFonts w:eastAsiaTheme="minorHAnsi"/>
    </w:rPr>
  </w:style>
  <w:style w:type="paragraph" w:customStyle="1" w:styleId="BBF2598529C648C8B421817BB8E145009">
    <w:name w:val="BBF2598529C648C8B421817BB8E145009"/>
    <w:rsid w:val="00F8137F"/>
    <w:rPr>
      <w:rFonts w:eastAsiaTheme="minorHAnsi"/>
    </w:rPr>
  </w:style>
  <w:style w:type="paragraph" w:customStyle="1" w:styleId="385690641F024236BF75E9A475E9B4599">
    <w:name w:val="385690641F024236BF75E9A475E9B4599"/>
    <w:rsid w:val="00F8137F"/>
    <w:rPr>
      <w:rFonts w:eastAsiaTheme="minorHAnsi"/>
    </w:rPr>
  </w:style>
  <w:style w:type="paragraph" w:customStyle="1" w:styleId="246638892F4F48BEBB1C8BEB129930809">
    <w:name w:val="246638892F4F48BEBB1C8BEB129930809"/>
    <w:rsid w:val="00F8137F"/>
    <w:rPr>
      <w:rFonts w:eastAsiaTheme="minorHAnsi"/>
    </w:rPr>
  </w:style>
  <w:style w:type="paragraph" w:customStyle="1" w:styleId="3D3AF3D06AF14BFC8D9CE0975BC7EB127">
    <w:name w:val="3D3AF3D06AF14BFC8D9CE0975BC7EB127"/>
    <w:rsid w:val="00F8137F"/>
    <w:rPr>
      <w:rFonts w:eastAsiaTheme="minorHAnsi"/>
    </w:rPr>
  </w:style>
  <w:style w:type="paragraph" w:customStyle="1" w:styleId="F372B949AA204030AA449D59C52851B78">
    <w:name w:val="F372B949AA204030AA449D59C52851B78"/>
    <w:rsid w:val="00F8137F"/>
    <w:rPr>
      <w:rFonts w:eastAsiaTheme="minorHAnsi"/>
    </w:rPr>
  </w:style>
  <w:style w:type="paragraph" w:customStyle="1" w:styleId="22E661C4A55D4F12AAF5C32866CA6A05">
    <w:name w:val="22E661C4A55D4F12AAF5C32866CA6A05"/>
    <w:rsid w:val="00F8137F"/>
  </w:style>
  <w:style w:type="paragraph" w:customStyle="1" w:styleId="18A669CAACFF4E9FB7EA1D1F436987EF">
    <w:name w:val="18A669CAACFF4E9FB7EA1D1F436987EF"/>
    <w:rsid w:val="00F8137F"/>
  </w:style>
  <w:style w:type="paragraph" w:customStyle="1" w:styleId="B18C3879B89941BDA415FDAB7F00C2A9">
    <w:name w:val="B18C3879B89941BDA415FDAB7F00C2A9"/>
    <w:rsid w:val="00F8137F"/>
  </w:style>
  <w:style w:type="paragraph" w:customStyle="1" w:styleId="2B322D8CAAB84840B5B5984E5A6F3A52">
    <w:name w:val="2B322D8CAAB84840B5B5984E5A6F3A52"/>
    <w:rsid w:val="00F8137F"/>
  </w:style>
  <w:style w:type="paragraph" w:customStyle="1" w:styleId="EE5E52B47A584861A07D7FEB69150FB1">
    <w:name w:val="EE5E52B47A584861A07D7FEB69150FB1"/>
    <w:rsid w:val="00F8137F"/>
  </w:style>
  <w:style w:type="paragraph" w:customStyle="1" w:styleId="2495509B37CA465CB5D5AF03B7847044">
    <w:name w:val="2495509B37CA465CB5D5AF03B7847044"/>
    <w:rsid w:val="00F8137F"/>
  </w:style>
  <w:style w:type="paragraph" w:customStyle="1" w:styleId="C474010B889D4485BD5F84E5ACCF085E">
    <w:name w:val="C474010B889D4485BD5F84E5ACCF085E"/>
    <w:rsid w:val="00F8137F"/>
  </w:style>
  <w:style w:type="paragraph" w:customStyle="1" w:styleId="D3F55E467B4B4D5DB6C0D6BE4A8DADF3">
    <w:name w:val="D3F55E467B4B4D5DB6C0D6BE4A8DADF3"/>
    <w:rsid w:val="00F8137F"/>
  </w:style>
  <w:style w:type="paragraph" w:customStyle="1" w:styleId="C2570B1B6E5342F0B61C95CBC9B27A43">
    <w:name w:val="C2570B1B6E5342F0B61C95CBC9B27A43"/>
    <w:rsid w:val="00F8137F"/>
  </w:style>
  <w:style w:type="paragraph" w:customStyle="1" w:styleId="35A54CFE4CEF47A993E791C7131139D8">
    <w:name w:val="35A54CFE4CEF47A993E791C7131139D8"/>
    <w:rsid w:val="00F8137F"/>
  </w:style>
  <w:style w:type="paragraph" w:customStyle="1" w:styleId="0D5E81C8FE184643AE3B2D3BF4D42A66">
    <w:name w:val="0D5E81C8FE184643AE3B2D3BF4D42A66"/>
    <w:rsid w:val="00F8137F"/>
  </w:style>
  <w:style w:type="paragraph" w:customStyle="1" w:styleId="22E661C4A55D4F12AAF5C32866CA6A051">
    <w:name w:val="22E661C4A55D4F12AAF5C32866CA6A051"/>
    <w:rsid w:val="00F8137F"/>
    <w:rPr>
      <w:rFonts w:eastAsiaTheme="minorHAnsi"/>
    </w:rPr>
  </w:style>
  <w:style w:type="paragraph" w:customStyle="1" w:styleId="B7B21BEFAF9A47FF91D340527239930F10">
    <w:name w:val="B7B21BEFAF9A47FF91D340527239930F10"/>
    <w:rsid w:val="00F8137F"/>
    <w:rPr>
      <w:rFonts w:eastAsiaTheme="minorHAnsi"/>
    </w:rPr>
  </w:style>
  <w:style w:type="paragraph" w:customStyle="1" w:styleId="BBF2598529C648C8B421817BB8E1450010">
    <w:name w:val="BBF2598529C648C8B421817BB8E1450010"/>
    <w:rsid w:val="00F8137F"/>
    <w:rPr>
      <w:rFonts w:eastAsiaTheme="minorHAnsi"/>
    </w:rPr>
  </w:style>
  <w:style w:type="paragraph" w:customStyle="1" w:styleId="385690641F024236BF75E9A475E9B45910">
    <w:name w:val="385690641F024236BF75E9A475E9B45910"/>
    <w:rsid w:val="00F8137F"/>
    <w:rPr>
      <w:rFonts w:eastAsiaTheme="minorHAnsi"/>
    </w:rPr>
  </w:style>
  <w:style w:type="paragraph" w:customStyle="1" w:styleId="246638892F4F48BEBB1C8BEB1299308010">
    <w:name w:val="246638892F4F48BEBB1C8BEB1299308010"/>
    <w:rsid w:val="00F8137F"/>
    <w:rPr>
      <w:rFonts w:eastAsiaTheme="minorHAnsi"/>
    </w:rPr>
  </w:style>
  <w:style w:type="paragraph" w:customStyle="1" w:styleId="3D3AF3D06AF14BFC8D9CE0975BC7EB128">
    <w:name w:val="3D3AF3D06AF14BFC8D9CE0975BC7EB128"/>
    <w:rsid w:val="00F8137F"/>
    <w:rPr>
      <w:rFonts w:eastAsiaTheme="minorHAnsi"/>
    </w:rPr>
  </w:style>
  <w:style w:type="paragraph" w:customStyle="1" w:styleId="F372B949AA204030AA449D59C52851B79">
    <w:name w:val="F372B949AA204030AA449D59C52851B79"/>
    <w:rsid w:val="00F8137F"/>
    <w:rPr>
      <w:rFonts w:eastAsiaTheme="minorHAnsi"/>
    </w:rPr>
  </w:style>
  <w:style w:type="paragraph" w:customStyle="1" w:styleId="B16417A94222454EA75E0A089A57FFAB">
    <w:name w:val="B16417A94222454EA75E0A089A57FFAB"/>
    <w:rsid w:val="00F8137F"/>
    <w:rPr>
      <w:rFonts w:eastAsiaTheme="minorHAnsi"/>
    </w:rPr>
  </w:style>
  <w:style w:type="paragraph" w:customStyle="1" w:styleId="B7B21BEFAF9A47FF91D340527239930F11">
    <w:name w:val="B7B21BEFAF9A47FF91D340527239930F11"/>
    <w:rsid w:val="00F8137F"/>
    <w:rPr>
      <w:rFonts w:eastAsiaTheme="minorHAnsi"/>
    </w:rPr>
  </w:style>
  <w:style w:type="paragraph" w:customStyle="1" w:styleId="BBF2598529C648C8B421817BB8E1450011">
    <w:name w:val="BBF2598529C648C8B421817BB8E1450011"/>
    <w:rsid w:val="00F8137F"/>
    <w:rPr>
      <w:rFonts w:eastAsiaTheme="minorHAnsi"/>
    </w:rPr>
  </w:style>
  <w:style w:type="paragraph" w:customStyle="1" w:styleId="385690641F024236BF75E9A475E9B45911">
    <w:name w:val="385690641F024236BF75E9A475E9B45911"/>
    <w:rsid w:val="00F8137F"/>
    <w:rPr>
      <w:rFonts w:eastAsiaTheme="minorHAnsi"/>
    </w:rPr>
  </w:style>
  <w:style w:type="paragraph" w:customStyle="1" w:styleId="246638892F4F48BEBB1C8BEB1299308011">
    <w:name w:val="246638892F4F48BEBB1C8BEB1299308011"/>
    <w:rsid w:val="00F8137F"/>
    <w:rPr>
      <w:rFonts w:eastAsiaTheme="minorHAnsi"/>
    </w:rPr>
  </w:style>
  <w:style w:type="paragraph" w:customStyle="1" w:styleId="3D3AF3D06AF14BFC8D9CE0975BC7EB129">
    <w:name w:val="3D3AF3D06AF14BFC8D9CE0975BC7EB129"/>
    <w:rsid w:val="00F8137F"/>
    <w:rPr>
      <w:rFonts w:eastAsiaTheme="minorHAnsi"/>
    </w:rPr>
  </w:style>
  <w:style w:type="paragraph" w:customStyle="1" w:styleId="F372B949AA204030AA449D59C52851B710">
    <w:name w:val="F372B949AA204030AA449D59C52851B710"/>
    <w:rsid w:val="00F8137F"/>
    <w:rPr>
      <w:rFonts w:eastAsiaTheme="minorHAnsi"/>
    </w:rPr>
  </w:style>
  <w:style w:type="paragraph" w:customStyle="1" w:styleId="010D8F123CF24EC8AC544847FC799188">
    <w:name w:val="010D8F123CF24EC8AC544847FC799188"/>
    <w:rsid w:val="00F8137F"/>
  </w:style>
  <w:style w:type="paragraph" w:customStyle="1" w:styleId="B7B21BEFAF9A47FF91D340527239930F12">
    <w:name w:val="B7B21BEFAF9A47FF91D340527239930F12"/>
    <w:rsid w:val="00F8137F"/>
    <w:rPr>
      <w:rFonts w:eastAsiaTheme="minorHAnsi"/>
    </w:rPr>
  </w:style>
  <w:style w:type="paragraph" w:customStyle="1" w:styleId="BBF2598529C648C8B421817BB8E1450012">
    <w:name w:val="BBF2598529C648C8B421817BB8E1450012"/>
    <w:rsid w:val="00F8137F"/>
    <w:rPr>
      <w:rFonts w:eastAsiaTheme="minorHAnsi"/>
    </w:rPr>
  </w:style>
  <w:style w:type="paragraph" w:customStyle="1" w:styleId="385690641F024236BF75E9A475E9B45912">
    <w:name w:val="385690641F024236BF75E9A475E9B45912"/>
    <w:rsid w:val="00F8137F"/>
    <w:rPr>
      <w:rFonts w:eastAsiaTheme="minorHAnsi"/>
    </w:rPr>
  </w:style>
  <w:style w:type="paragraph" w:customStyle="1" w:styleId="246638892F4F48BEBB1C8BEB1299308012">
    <w:name w:val="246638892F4F48BEBB1C8BEB1299308012"/>
    <w:rsid w:val="00F8137F"/>
    <w:rPr>
      <w:rFonts w:eastAsiaTheme="minorHAnsi"/>
    </w:rPr>
  </w:style>
  <w:style w:type="paragraph" w:customStyle="1" w:styleId="3D3AF3D06AF14BFC8D9CE0975BC7EB1210">
    <w:name w:val="3D3AF3D06AF14BFC8D9CE0975BC7EB1210"/>
    <w:rsid w:val="00F8137F"/>
    <w:rPr>
      <w:rFonts w:eastAsiaTheme="minorHAnsi"/>
    </w:rPr>
  </w:style>
  <w:style w:type="paragraph" w:customStyle="1" w:styleId="F372B949AA204030AA449D59C52851B711">
    <w:name w:val="F372B949AA204030AA449D59C52851B711"/>
    <w:rsid w:val="00F8137F"/>
    <w:rPr>
      <w:rFonts w:eastAsiaTheme="minorHAnsi"/>
    </w:rPr>
  </w:style>
  <w:style w:type="paragraph" w:customStyle="1" w:styleId="477558B627B34F5695C7A6B2B7C7C429">
    <w:name w:val="477558B627B34F5695C7A6B2B7C7C429"/>
    <w:rsid w:val="00F8137F"/>
  </w:style>
  <w:style w:type="paragraph" w:customStyle="1" w:styleId="272520B05C1F48819DE8F62188003535">
    <w:name w:val="272520B05C1F48819DE8F62188003535"/>
    <w:rsid w:val="00F8137F"/>
  </w:style>
  <w:style w:type="paragraph" w:customStyle="1" w:styleId="EAADEDF9AE80477B9F1174108E966AB9">
    <w:name w:val="EAADEDF9AE80477B9F1174108E966AB9"/>
    <w:rsid w:val="00F8137F"/>
  </w:style>
  <w:style w:type="paragraph" w:customStyle="1" w:styleId="B7B21BEFAF9A47FF91D340527239930F13">
    <w:name w:val="B7B21BEFAF9A47FF91D340527239930F13"/>
    <w:rsid w:val="00F8137F"/>
    <w:rPr>
      <w:rFonts w:eastAsiaTheme="minorHAnsi"/>
    </w:rPr>
  </w:style>
  <w:style w:type="paragraph" w:customStyle="1" w:styleId="BBF2598529C648C8B421817BB8E1450013">
    <w:name w:val="BBF2598529C648C8B421817BB8E1450013"/>
    <w:rsid w:val="00F8137F"/>
    <w:rPr>
      <w:rFonts w:eastAsiaTheme="minorHAnsi"/>
    </w:rPr>
  </w:style>
  <w:style w:type="paragraph" w:customStyle="1" w:styleId="385690641F024236BF75E9A475E9B45913">
    <w:name w:val="385690641F024236BF75E9A475E9B45913"/>
    <w:rsid w:val="00F8137F"/>
    <w:rPr>
      <w:rFonts w:eastAsiaTheme="minorHAnsi"/>
    </w:rPr>
  </w:style>
  <w:style w:type="paragraph" w:customStyle="1" w:styleId="246638892F4F48BEBB1C8BEB1299308013">
    <w:name w:val="246638892F4F48BEBB1C8BEB1299308013"/>
    <w:rsid w:val="00F8137F"/>
    <w:rPr>
      <w:rFonts w:eastAsiaTheme="minorHAnsi"/>
    </w:rPr>
  </w:style>
  <w:style w:type="paragraph" w:customStyle="1" w:styleId="3D3AF3D06AF14BFC8D9CE0975BC7EB1211">
    <w:name w:val="3D3AF3D06AF14BFC8D9CE0975BC7EB1211"/>
    <w:rsid w:val="00F8137F"/>
    <w:rPr>
      <w:rFonts w:eastAsiaTheme="minorHAnsi"/>
    </w:rPr>
  </w:style>
  <w:style w:type="paragraph" w:customStyle="1" w:styleId="F372B949AA204030AA449D59C52851B712">
    <w:name w:val="F372B949AA204030AA449D59C52851B712"/>
    <w:rsid w:val="00F8137F"/>
    <w:rPr>
      <w:rFonts w:eastAsiaTheme="minorHAnsi"/>
    </w:rPr>
  </w:style>
  <w:style w:type="paragraph" w:customStyle="1" w:styleId="B7B21BEFAF9A47FF91D340527239930F14">
    <w:name w:val="B7B21BEFAF9A47FF91D340527239930F14"/>
    <w:rsid w:val="00DC774E"/>
    <w:rPr>
      <w:rFonts w:eastAsiaTheme="minorHAnsi"/>
    </w:rPr>
  </w:style>
  <w:style w:type="paragraph" w:customStyle="1" w:styleId="BBF2598529C648C8B421817BB8E1450014">
    <w:name w:val="BBF2598529C648C8B421817BB8E1450014"/>
    <w:rsid w:val="00DC774E"/>
    <w:rPr>
      <w:rFonts w:eastAsiaTheme="minorHAnsi"/>
    </w:rPr>
  </w:style>
  <w:style w:type="paragraph" w:customStyle="1" w:styleId="385690641F024236BF75E9A475E9B45914">
    <w:name w:val="385690641F024236BF75E9A475E9B45914"/>
    <w:rsid w:val="00DC774E"/>
    <w:rPr>
      <w:rFonts w:eastAsiaTheme="minorHAnsi"/>
    </w:rPr>
  </w:style>
  <w:style w:type="paragraph" w:customStyle="1" w:styleId="246638892F4F48BEBB1C8BEB1299308014">
    <w:name w:val="246638892F4F48BEBB1C8BEB1299308014"/>
    <w:rsid w:val="00DC774E"/>
    <w:rPr>
      <w:rFonts w:eastAsiaTheme="minorHAnsi"/>
    </w:rPr>
  </w:style>
  <w:style w:type="paragraph" w:customStyle="1" w:styleId="3D3AF3D06AF14BFC8D9CE0975BC7EB1212">
    <w:name w:val="3D3AF3D06AF14BFC8D9CE0975BC7EB1212"/>
    <w:rsid w:val="00DC774E"/>
    <w:rPr>
      <w:rFonts w:eastAsiaTheme="minorHAnsi"/>
    </w:rPr>
  </w:style>
  <w:style w:type="paragraph" w:customStyle="1" w:styleId="F372B949AA204030AA449D59C52851B713">
    <w:name w:val="F372B949AA204030AA449D59C52851B713"/>
    <w:rsid w:val="00DC774E"/>
    <w:rPr>
      <w:rFonts w:eastAsiaTheme="minorHAnsi"/>
    </w:rPr>
  </w:style>
  <w:style w:type="paragraph" w:customStyle="1" w:styleId="B18C3879B89941BDA415FDAB7F00C2A91">
    <w:name w:val="B18C3879B89941BDA415FDAB7F00C2A91"/>
    <w:rsid w:val="00DC774E"/>
    <w:rPr>
      <w:rFonts w:eastAsiaTheme="minorHAnsi"/>
    </w:rPr>
  </w:style>
  <w:style w:type="paragraph" w:customStyle="1" w:styleId="B7B21BEFAF9A47FF91D340527239930F15">
    <w:name w:val="B7B21BEFAF9A47FF91D340527239930F15"/>
    <w:rsid w:val="00DC774E"/>
    <w:rPr>
      <w:rFonts w:eastAsiaTheme="minorHAnsi"/>
    </w:rPr>
  </w:style>
  <w:style w:type="paragraph" w:customStyle="1" w:styleId="BBF2598529C648C8B421817BB8E1450015">
    <w:name w:val="BBF2598529C648C8B421817BB8E1450015"/>
    <w:rsid w:val="00DC774E"/>
    <w:rPr>
      <w:rFonts w:eastAsiaTheme="minorHAnsi"/>
    </w:rPr>
  </w:style>
  <w:style w:type="paragraph" w:customStyle="1" w:styleId="385690641F024236BF75E9A475E9B45915">
    <w:name w:val="385690641F024236BF75E9A475E9B45915"/>
    <w:rsid w:val="00DC774E"/>
    <w:rPr>
      <w:rFonts w:eastAsiaTheme="minorHAnsi"/>
    </w:rPr>
  </w:style>
  <w:style w:type="paragraph" w:customStyle="1" w:styleId="246638892F4F48BEBB1C8BEB1299308015">
    <w:name w:val="246638892F4F48BEBB1C8BEB1299308015"/>
    <w:rsid w:val="00DC774E"/>
    <w:rPr>
      <w:rFonts w:eastAsiaTheme="minorHAnsi"/>
    </w:rPr>
  </w:style>
  <w:style w:type="paragraph" w:customStyle="1" w:styleId="3D3AF3D06AF14BFC8D9CE0975BC7EB1213">
    <w:name w:val="3D3AF3D06AF14BFC8D9CE0975BC7EB1213"/>
    <w:rsid w:val="00DC774E"/>
    <w:rPr>
      <w:rFonts w:eastAsiaTheme="minorHAnsi"/>
    </w:rPr>
  </w:style>
  <w:style w:type="paragraph" w:customStyle="1" w:styleId="F372B949AA204030AA449D59C52851B714">
    <w:name w:val="F372B949AA204030AA449D59C52851B714"/>
    <w:rsid w:val="00DC774E"/>
    <w:rPr>
      <w:rFonts w:eastAsiaTheme="minorHAnsi"/>
    </w:rPr>
  </w:style>
  <w:style w:type="paragraph" w:customStyle="1" w:styleId="B18C3879B89941BDA415FDAB7F00C2A92">
    <w:name w:val="B18C3879B89941BDA415FDAB7F00C2A92"/>
    <w:rsid w:val="00DC774E"/>
    <w:rPr>
      <w:rFonts w:eastAsiaTheme="minorHAnsi"/>
    </w:rPr>
  </w:style>
  <w:style w:type="paragraph" w:customStyle="1" w:styleId="B7B21BEFAF9A47FF91D340527239930F16">
    <w:name w:val="B7B21BEFAF9A47FF91D340527239930F16"/>
    <w:rsid w:val="00DC774E"/>
    <w:rPr>
      <w:rFonts w:eastAsiaTheme="minorHAnsi"/>
    </w:rPr>
  </w:style>
  <w:style w:type="paragraph" w:customStyle="1" w:styleId="BBF2598529C648C8B421817BB8E1450016">
    <w:name w:val="BBF2598529C648C8B421817BB8E1450016"/>
    <w:rsid w:val="00DC774E"/>
    <w:rPr>
      <w:rFonts w:eastAsiaTheme="minorHAnsi"/>
    </w:rPr>
  </w:style>
  <w:style w:type="paragraph" w:customStyle="1" w:styleId="385690641F024236BF75E9A475E9B45916">
    <w:name w:val="385690641F024236BF75E9A475E9B45916"/>
    <w:rsid w:val="00DC774E"/>
    <w:rPr>
      <w:rFonts w:eastAsiaTheme="minorHAnsi"/>
    </w:rPr>
  </w:style>
  <w:style w:type="paragraph" w:customStyle="1" w:styleId="246638892F4F48BEBB1C8BEB1299308016">
    <w:name w:val="246638892F4F48BEBB1C8BEB1299308016"/>
    <w:rsid w:val="00DC774E"/>
    <w:rPr>
      <w:rFonts w:eastAsiaTheme="minorHAnsi"/>
    </w:rPr>
  </w:style>
  <w:style w:type="paragraph" w:customStyle="1" w:styleId="3D3AF3D06AF14BFC8D9CE0975BC7EB1214">
    <w:name w:val="3D3AF3D06AF14BFC8D9CE0975BC7EB1214"/>
    <w:rsid w:val="00DC774E"/>
    <w:rPr>
      <w:rFonts w:eastAsiaTheme="minorHAnsi"/>
    </w:rPr>
  </w:style>
  <w:style w:type="paragraph" w:customStyle="1" w:styleId="F372B949AA204030AA449D59C52851B715">
    <w:name w:val="F372B949AA204030AA449D59C52851B715"/>
    <w:rsid w:val="00DC774E"/>
    <w:rPr>
      <w:rFonts w:eastAsiaTheme="minorHAnsi"/>
    </w:rPr>
  </w:style>
  <w:style w:type="paragraph" w:customStyle="1" w:styleId="61B35FBBC2344BEAAF5BEF3F05C548F9">
    <w:name w:val="61B35FBBC2344BEAAF5BEF3F05C548F9"/>
    <w:rsid w:val="00DC774E"/>
  </w:style>
  <w:style w:type="paragraph" w:customStyle="1" w:styleId="4428DADA0903496B951952B928BA67BB">
    <w:name w:val="4428DADA0903496B951952B928BA67BB"/>
    <w:rsid w:val="00DC774E"/>
  </w:style>
  <w:style w:type="paragraph" w:customStyle="1" w:styleId="E6E57927456448FA93AE0703B4BC4DE4">
    <w:name w:val="E6E57927456448FA93AE0703B4BC4DE4"/>
    <w:rsid w:val="00DC774E"/>
  </w:style>
  <w:style w:type="paragraph" w:customStyle="1" w:styleId="B18C3879B89941BDA415FDAB7F00C2A93">
    <w:name w:val="B18C3879B89941BDA415FDAB7F00C2A93"/>
    <w:rsid w:val="00DC774E"/>
    <w:rPr>
      <w:rFonts w:eastAsiaTheme="minorHAnsi"/>
    </w:rPr>
  </w:style>
  <w:style w:type="paragraph" w:customStyle="1" w:styleId="61B35FBBC2344BEAAF5BEF3F05C548F91">
    <w:name w:val="61B35FBBC2344BEAAF5BEF3F05C548F91"/>
    <w:rsid w:val="00DC774E"/>
    <w:rPr>
      <w:rFonts w:eastAsiaTheme="minorHAnsi"/>
    </w:rPr>
  </w:style>
  <w:style w:type="paragraph" w:customStyle="1" w:styleId="4428DADA0903496B951952B928BA67BB1">
    <w:name w:val="4428DADA0903496B951952B928BA67BB1"/>
    <w:rsid w:val="00DC774E"/>
    <w:rPr>
      <w:rFonts w:eastAsiaTheme="minorHAnsi"/>
    </w:rPr>
  </w:style>
  <w:style w:type="paragraph" w:customStyle="1" w:styleId="E6E57927456448FA93AE0703B4BC4DE41">
    <w:name w:val="E6E57927456448FA93AE0703B4BC4DE41"/>
    <w:rsid w:val="00DC774E"/>
    <w:rPr>
      <w:rFonts w:eastAsiaTheme="minorHAnsi"/>
    </w:rPr>
  </w:style>
  <w:style w:type="paragraph" w:customStyle="1" w:styleId="B7B21BEFAF9A47FF91D340527239930F17">
    <w:name w:val="B7B21BEFAF9A47FF91D340527239930F17"/>
    <w:rsid w:val="00DC774E"/>
    <w:rPr>
      <w:rFonts w:eastAsiaTheme="minorHAnsi"/>
    </w:rPr>
  </w:style>
  <w:style w:type="paragraph" w:customStyle="1" w:styleId="BBF2598529C648C8B421817BB8E1450017">
    <w:name w:val="BBF2598529C648C8B421817BB8E1450017"/>
    <w:rsid w:val="00DC774E"/>
    <w:rPr>
      <w:rFonts w:eastAsiaTheme="minorHAnsi"/>
    </w:rPr>
  </w:style>
  <w:style w:type="paragraph" w:customStyle="1" w:styleId="385690641F024236BF75E9A475E9B45917">
    <w:name w:val="385690641F024236BF75E9A475E9B45917"/>
    <w:rsid w:val="00DC774E"/>
    <w:rPr>
      <w:rFonts w:eastAsiaTheme="minorHAnsi"/>
    </w:rPr>
  </w:style>
  <w:style w:type="paragraph" w:customStyle="1" w:styleId="246638892F4F48BEBB1C8BEB1299308017">
    <w:name w:val="246638892F4F48BEBB1C8BEB1299308017"/>
    <w:rsid w:val="00DC774E"/>
    <w:rPr>
      <w:rFonts w:eastAsiaTheme="minorHAnsi"/>
    </w:rPr>
  </w:style>
  <w:style w:type="paragraph" w:customStyle="1" w:styleId="3D3AF3D06AF14BFC8D9CE0975BC7EB1215">
    <w:name w:val="3D3AF3D06AF14BFC8D9CE0975BC7EB1215"/>
    <w:rsid w:val="00DC774E"/>
    <w:rPr>
      <w:rFonts w:eastAsiaTheme="minorHAnsi"/>
    </w:rPr>
  </w:style>
  <w:style w:type="paragraph" w:customStyle="1" w:styleId="F372B949AA204030AA449D59C52851B716">
    <w:name w:val="F372B949AA204030AA449D59C52851B716"/>
    <w:rsid w:val="00DC774E"/>
    <w:rPr>
      <w:rFonts w:eastAsiaTheme="minorHAnsi"/>
    </w:rPr>
  </w:style>
  <w:style w:type="paragraph" w:customStyle="1" w:styleId="272520B05C1F48819DE8F621880035351">
    <w:name w:val="272520B05C1F48819DE8F621880035351"/>
    <w:rsid w:val="00DC774E"/>
    <w:rPr>
      <w:rFonts w:eastAsiaTheme="minorHAnsi"/>
    </w:rPr>
  </w:style>
  <w:style w:type="paragraph" w:customStyle="1" w:styleId="010D8F123CF24EC8AC544847FC7991881">
    <w:name w:val="010D8F123CF24EC8AC544847FC7991881"/>
    <w:rsid w:val="00DC774E"/>
    <w:rPr>
      <w:rFonts w:eastAsiaTheme="minorHAnsi"/>
    </w:rPr>
  </w:style>
  <w:style w:type="paragraph" w:customStyle="1" w:styleId="18A669CAACFF4E9FB7EA1D1F436987EF1">
    <w:name w:val="18A669CAACFF4E9FB7EA1D1F436987EF1"/>
    <w:rsid w:val="00DC774E"/>
    <w:rPr>
      <w:rFonts w:eastAsiaTheme="minorHAnsi"/>
    </w:rPr>
  </w:style>
  <w:style w:type="paragraph" w:customStyle="1" w:styleId="B18C3879B89941BDA415FDAB7F00C2A94">
    <w:name w:val="B18C3879B89941BDA415FDAB7F00C2A94"/>
    <w:rsid w:val="00DC774E"/>
    <w:rPr>
      <w:rFonts w:eastAsiaTheme="minorHAnsi"/>
    </w:rPr>
  </w:style>
  <w:style w:type="paragraph" w:customStyle="1" w:styleId="61B35FBBC2344BEAAF5BEF3F05C548F92">
    <w:name w:val="61B35FBBC2344BEAAF5BEF3F05C548F92"/>
    <w:rsid w:val="00DC774E"/>
    <w:rPr>
      <w:rFonts w:eastAsiaTheme="minorHAnsi"/>
    </w:rPr>
  </w:style>
  <w:style w:type="paragraph" w:customStyle="1" w:styleId="4428DADA0903496B951952B928BA67BB2">
    <w:name w:val="4428DADA0903496B951952B928BA67BB2"/>
    <w:rsid w:val="00DC774E"/>
    <w:rPr>
      <w:rFonts w:eastAsiaTheme="minorHAnsi"/>
    </w:rPr>
  </w:style>
  <w:style w:type="paragraph" w:customStyle="1" w:styleId="E6E57927456448FA93AE0703B4BC4DE42">
    <w:name w:val="E6E57927456448FA93AE0703B4BC4DE42"/>
    <w:rsid w:val="00DC774E"/>
    <w:rPr>
      <w:rFonts w:eastAsiaTheme="minorHAnsi"/>
    </w:rPr>
  </w:style>
  <w:style w:type="paragraph" w:customStyle="1" w:styleId="B7B21BEFAF9A47FF91D340527239930F18">
    <w:name w:val="B7B21BEFAF9A47FF91D340527239930F18"/>
    <w:rsid w:val="00DC774E"/>
    <w:rPr>
      <w:rFonts w:eastAsiaTheme="minorHAnsi"/>
    </w:rPr>
  </w:style>
  <w:style w:type="paragraph" w:customStyle="1" w:styleId="BBF2598529C648C8B421817BB8E1450018">
    <w:name w:val="BBF2598529C648C8B421817BB8E1450018"/>
    <w:rsid w:val="00DC774E"/>
    <w:rPr>
      <w:rFonts w:eastAsiaTheme="minorHAnsi"/>
    </w:rPr>
  </w:style>
  <w:style w:type="paragraph" w:customStyle="1" w:styleId="385690641F024236BF75E9A475E9B45918">
    <w:name w:val="385690641F024236BF75E9A475E9B45918"/>
    <w:rsid w:val="00DC774E"/>
    <w:rPr>
      <w:rFonts w:eastAsiaTheme="minorHAnsi"/>
    </w:rPr>
  </w:style>
  <w:style w:type="paragraph" w:customStyle="1" w:styleId="246638892F4F48BEBB1C8BEB1299308018">
    <w:name w:val="246638892F4F48BEBB1C8BEB1299308018"/>
    <w:rsid w:val="00DC774E"/>
    <w:rPr>
      <w:rFonts w:eastAsiaTheme="minorHAnsi"/>
    </w:rPr>
  </w:style>
  <w:style w:type="paragraph" w:customStyle="1" w:styleId="3D3AF3D06AF14BFC8D9CE0975BC7EB1216">
    <w:name w:val="3D3AF3D06AF14BFC8D9CE0975BC7EB1216"/>
    <w:rsid w:val="00DC774E"/>
    <w:rPr>
      <w:rFonts w:eastAsiaTheme="minorHAnsi"/>
    </w:rPr>
  </w:style>
  <w:style w:type="paragraph" w:customStyle="1" w:styleId="F372B949AA204030AA449D59C52851B717">
    <w:name w:val="F372B949AA204030AA449D59C52851B717"/>
    <w:rsid w:val="00DC774E"/>
    <w:rPr>
      <w:rFonts w:eastAsiaTheme="minorHAnsi"/>
    </w:rPr>
  </w:style>
  <w:style w:type="paragraph" w:customStyle="1" w:styleId="EAADEDF9AE80477B9F1174108E966AB91">
    <w:name w:val="EAADEDF9AE80477B9F1174108E966AB91"/>
    <w:rsid w:val="00DC774E"/>
    <w:rPr>
      <w:rFonts w:eastAsiaTheme="minorHAnsi"/>
    </w:rPr>
  </w:style>
  <w:style w:type="paragraph" w:customStyle="1" w:styleId="272520B05C1F48819DE8F621880035352">
    <w:name w:val="272520B05C1F48819DE8F621880035352"/>
    <w:rsid w:val="00DC774E"/>
    <w:rPr>
      <w:rFonts w:eastAsiaTheme="minorHAnsi"/>
    </w:rPr>
  </w:style>
  <w:style w:type="paragraph" w:customStyle="1" w:styleId="22E661C4A55D4F12AAF5C32866CA6A052">
    <w:name w:val="22E661C4A55D4F12AAF5C32866CA6A052"/>
    <w:rsid w:val="00DC774E"/>
    <w:rPr>
      <w:rFonts w:eastAsiaTheme="minorHAnsi"/>
    </w:rPr>
  </w:style>
  <w:style w:type="paragraph" w:customStyle="1" w:styleId="EAADEDF9AE80477B9F1174108E966AB92">
    <w:name w:val="EAADEDF9AE80477B9F1174108E966AB92"/>
    <w:rsid w:val="00DC774E"/>
    <w:rPr>
      <w:rFonts w:eastAsiaTheme="minorHAnsi"/>
    </w:rPr>
  </w:style>
  <w:style w:type="paragraph" w:customStyle="1" w:styleId="272520B05C1F48819DE8F621880035353">
    <w:name w:val="272520B05C1F48819DE8F621880035353"/>
    <w:rsid w:val="00DC774E"/>
    <w:rPr>
      <w:rFonts w:eastAsiaTheme="minorHAnsi"/>
    </w:rPr>
  </w:style>
  <w:style w:type="paragraph" w:customStyle="1" w:styleId="22E661C4A55D4F12AAF5C32866CA6A053">
    <w:name w:val="22E661C4A55D4F12AAF5C32866CA6A053"/>
    <w:rsid w:val="00DC774E"/>
    <w:rPr>
      <w:rFonts w:eastAsiaTheme="minorHAnsi"/>
    </w:rPr>
  </w:style>
  <w:style w:type="paragraph" w:customStyle="1" w:styleId="EAADEDF9AE80477B9F1174108E966AB93">
    <w:name w:val="EAADEDF9AE80477B9F1174108E966AB93"/>
    <w:rsid w:val="00DC774E"/>
    <w:rPr>
      <w:rFonts w:eastAsiaTheme="minorHAnsi"/>
    </w:rPr>
  </w:style>
  <w:style w:type="paragraph" w:customStyle="1" w:styleId="272520B05C1F48819DE8F621880035354">
    <w:name w:val="272520B05C1F48819DE8F621880035354"/>
    <w:rsid w:val="00DC774E"/>
    <w:rPr>
      <w:rFonts w:eastAsiaTheme="minorHAnsi"/>
    </w:rPr>
  </w:style>
  <w:style w:type="paragraph" w:customStyle="1" w:styleId="22E661C4A55D4F12AAF5C32866CA6A054">
    <w:name w:val="22E661C4A55D4F12AAF5C32866CA6A054"/>
    <w:rsid w:val="00DC774E"/>
    <w:rPr>
      <w:rFonts w:eastAsiaTheme="minorHAnsi"/>
    </w:rPr>
  </w:style>
  <w:style w:type="paragraph" w:customStyle="1" w:styleId="010D8F123CF24EC8AC544847FC7991882">
    <w:name w:val="010D8F123CF24EC8AC544847FC7991882"/>
    <w:rsid w:val="00DC774E"/>
    <w:rPr>
      <w:rFonts w:eastAsiaTheme="minorHAnsi"/>
    </w:rPr>
  </w:style>
  <w:style w:type="paragraph" w:customStyle="1" w:styleId="18A669CAACFF4E9FB7EA1D1F436987EF2">
    <w:name w:val="18A669CAACFF4E9FB7EA1D1F436987EF2"/>
    <w:rsid w:val="00DC774E"/>
    <w:rPr>
      <w:rFonts w:eastAsiaTheme="minorHAnsi"/>
    </w:rPr>
  </w:style>
  <w:style w:type="paragraph" w:customStyle="1" w:styleId="B18C3879B89941BDA415FDAB7F00C2A95">
    <w:name w:val="B18C3879B89941BDA415FDAB7F00C2A95"/>
    <w:rsid w:val="00DC774E"/>
    <w:rPr>
      <w:rFonts w:eastAsiaTheme="minorHAnsi"/>
    </w:rPr>
  </w:style>
  <w:style w:type="paragraph" w:customStyle="1" w:styleId="61B35FBBC2344BEAAF5BEF3F05C548F93">
    <w:name w:val="61B35FBBC2344BEAAF5BEF3F05C548F93"/>
    <w:rsid w:val="00DC774E"/>
    <w:rPr>
      <w:rFonts w:eastAsiaTheme="minorHAnsi"/>
    </w:rPr>
  </w:style>
  <w:style w:type="paragraph" w:customStyle="1" w:styleId="4428DADA0903496B951952B928BA67BB3">
    <w:name w:val="4428DADA0903496B951952B928BA67BB3"/>
    <w:rsid w:val="00DC774E"/>
    <w:rPr>
      <w:rFonts w:eastAsiaTheme="minorHAnsi"/>
    </w:rPr>
  </w:style>
  <w:style w:type="paragraph" w:customStyle="1" w:styleId="E6E57927456448FA93AE0703B4BC4DE43">
    <w:name w:val="E6E57927456448FA93AE0703B4BC4DE43"/>
    <w:rsid w:val="00DC774E"/>
    <w:rPr>
      <w:rFonts w:eastAsiaTheme="minorHAnsi"/>
    </w:rPr>
  </w:style>
  <w:style w:type="paragraph" w:customStyle="1" w:styleId="B7B21BEFAF9A47FF91D340527239930F19">
    <w:name w:val="B7B21BEFAF9A47FF91D340527239930F19"/>
    <w:rsid w:val="00DC774E"/>
    <w:rPr>
      <w:rFonts w:eastAsiaTheme="minorHAnsi"/>
    </w:rPr>
  </w:style>
  <w:style w:type="paragraph" w:customStyle="1" w:styleId="BBF2598529C648C8B421817BB8E1450019">
    <w:name w:val="BBF2598529C648C8B421817BB8E1450019"/>
    <w:rsid w:val="00DC774E"/>
    <w:rPr>
      <w:rFonts w:eastAsiaTheme="minorHAnsi"/>
    </w:rPr>
  </w:style>
  <w:style w:type="paragraph" w:customStyle="1" w:styleId="385690641F024236BF75E9A475E9B45919">
    <w:name w:val="385690641F024236BF75E9A475E9B45919"/>
    <w:rsid w:val="00DC774E"/>
    <w:rPr>
      <w:rFonts w:eastAsiaTheme="minorHAnsi"/>
    </w:rPr>
  </w:style>
  <w:style w:type="paragraph" w:customStyle="1" w:styleId="246638892F4F48BEBB1C8BEB1299308019">
    <w:name w:val="246638892F4F48BEBB1C8BEB1299308019"/>
    <w:rsid w:val="00DC774E"/>
    <w:rPr>
      <w:rFonts w:eastAsiaTheme="minorHAnsi"/>
    </w:rPr>
  </w:style>
  <w:style w:type="paragraph" w:customStyle="1" w:styleId="3D3AF3D06AF14BFC8D9CE0975BC7EB1217">
    <w:name w:val="3D3AF3D06AF14BFC8D9CE0975BC7EB1217"/>
    <w:rsid w:val="00DC774E"/>
    <w:rPr>
      <w:rFonts w:eastAsiaTheme="minorHAnsi"/>
    </w:rPr>
  </w:style>
  <w:style w:type="paragraph" w:customStyle="1" w:styleId="F372B949AA204030AA449D59C52851B718">
    <w:name w:val="F372B949AA204030AA449D59C52851B718"/>
    <w:rsid w:val="00DC774E"/>
    <w:rPr>
      <w:rFonts w:eastAsiaTheme="minorHAnsi"/>
    </w:rPr>
  </w:style>
  <w:style w:type="paragraph" w:customStyle="1" w:styleId="EAADEDF9AE80477B9F1174108E966AB94">
    <w:name w:val="EAADEDF9AE80477B9F1174108E966AB94"/>
    <w:rsid w:val="00DC774E"/>
    <w:rPr>
      <w:rFonts w:eastAsiaTheme="minorHAnsi"/>
    </w:rPr>
  </w:style>
  <w:style w:type="paragraph" w:customStyle="1" w:styleId="272520B05C1F48819DE8F621880035355">
    <w:name w:val="272520B05C1F48819DE8F621880035355"/>
    <w:rsid w:val="00DC774E"/>
    <w:rPr>
      <w:rFonts w:eastAsiaTheme="minorHAnsi"/>
    </w:rPr>
  </w:style>
  <w:style w:type="paragraph" w:customStyle="1" w:styleId="22E661C4A55D4F12AAF5C32866CA6A055">
    <w:name w:val="22E661C4A55D4F12AAF5C32866CA6A055"/>
    <w:rsid w:val="00DC774E"/>
    <w:rPr>
      <w:rFonts w:eastAsiaTheme="minorHAnsi"/>
    </w:rPr>
  </w:style>
  <w:style w:type="paragraph" w:customStyle="1" w:styleId="010D8F123CF24EC8AC544847FC7991883">
    <w:name w:val="010D8F123CF24EC8AC544847FC7991883"/>
    <w:rsid w:val="00DC774E"/>
    <w:rPr>
      <w:rFonts w:eastAsiaTheme="minorHAnsi"/>
    </w:rPr>
  </w:style>
  <w:style w:type="paragraph" w:customStyle="1" w:styleId="18A669CAACFF4E9FB7EA1D1F436987EF3">
    <w:name w:val="18A669CAACFF4E9FB7EA1D1F436987EF3"/>
    <w:rsid w:val="00DC774E"/>
    <w:rPr>
      <w:rFonts w:eastAsiaTheme="minorHAnsi"/>
    </w:rPr>
  </w:style>
  <w:style w:type="paragraph" w:customStyle="1" w:styleId="B18C3879B89941BDA415FDAB7F00C2A96">
    <w:name w:val="B18C3879B89941BDA415FDAB7F00C2A96"/>
    <w:rsid w:val="00DC774E"/>
    <w:rPr>
      <w:rFonts w:eastAsiaTheme="minorHAnsi"/>
    </w:rPr>
  </w:style>
  <w:style w:type="paragraph" w:customStyle="1" w:styleId="61B35FBBC2344BEAAF5BEF3F05C548F94">
    <w:name w:val="61B35FBBC2344BEAAF5BEF3F05C548F94"/>
    <w:rsid w:val="00DC774E"/>
    <w:rPr>
      <w:rFonts w:eastAsiaTheme="minorHAnsi"/>
    </w:rPr>
  </w:style>
  <w:style w:type="paragraph" w:customStyle="1" w:styleId="4428DADA0903496B951952B928BA67BB4">
    <w:name w:val="4428DADA0903496B951952B928BA67BB4"/>
    <w:rsid w:val="00DC774E"/>
    <w:rPr>
      <w:rFonts w:eastAsiaTheme="minorHAnsi"/>
    </w:rPr>
  </w:style>
  <w:style w:type="paragraph" w:customStyle="1" w:styleId="E6E57927456448FA93AE0703B4BC4DE44">
    <w:name w:val="E6E57927456448FA93AE0703B4BC4DE44"/>
    <w:rsid w:val="00DC774E"/>
    <w:rPr>
      <w:rFonts w:eastAsiaTheme="minorHAnsi"/>
    </w:rPr>
  </w:style>
  <w:style w:type="paragraph" w:customStyle="1" w:styleId="B7B21BEFAF9A47FF91D340527239930F20">
    <w:name w:val="B7B21BEFAF9A47FF91D340527239930F20"/>
    <w:rsid w:val="00DC774E"/>
    <w:rPr>
      <w:rFonts w:eastAsiaTheme="minorHAnsi"/>
    </w:rPr>
  </w:style>
  <w:style w:type="paragraph" w:customStyle="1" w:styleId="BBF2598529C648C8B421817BB8E1450020">
    <w:name w:val="BBF2598529C648C8B421817BB8E1450020"/>
    <w:rsid w:val="00DC774E"/>
    <w:rPr>
      <w:rFonts w:eastAsiaTheme="minorHAnsi"/>
    </w:rPr>
  </w:style>
  <w:style w:type="paragraph" w:customStyle="1" w:styleId="385690641F024236BF75E9A475E9B45920">
    <w:name w:val="385690641F024236BF75E9A475E9B45920"/>
    <w:rsid w:val="00DC774E"/>
    <w:rPr>
      <w:rFonts w:eastAsiaTheme="minorHAnsi"/>
    </w:rPr>
  </w:style>
  <w:style w:type="paragraph" w:customStyle="1" w:styleId="246638892F4F48BEBB1C8BEB1299308020">
    <w:name w:val="246638892F4F48BEBB1C8BEB1299308020"/>
    <w:rsid w:val="00DC774E"/>
    <w:rPr>
      <w:rFonts w:eastAsiaTheme="minorHAnsi"/>
    </w:rPr>
  </w:style>
  <w:style w:type="paragraph" w:customStyle="1" w:styleId="3D3AF3D06AF14BFC8D9CE0975BC7EB1218">
    <w:name w:val="3D3AF3D06AF14BFC8D9CE0975BC7EB1218"/>
    <w:rsid w:val="00DC774E"/>
    <w:rPr>
      <w:rFonts w:eastAsiaTheme="minorHAnsi"/>
    </w:rPr>
  </w:style>
  <w:style w:type="paragraph" w:customStyle="1" w:styleId="F372B949AA204030AA449D59C52851B719">
    <w:name w:val="F372B949AA204030AA449D59C52851B719"/>
    <w:rsid w:val="00DC774E"/>
    <w:rPr>
      <w:rFonts w:eastAsiaTheme="minorHAnsi"/>
    </w:rPr>
  </w:style>
  <w:style w:type="paragraph" w:customStyle="1" w:styleId="EAADEDF9AE80477B9F1174108E966AB95">
    <w:name w:val="EAADEDF9AE80477B9F1174108E966AB95"/>
    <w:rsid w:val="00DC774E"/>
    <w:rPr>
      <w:rFonts w:eastAsiaTheme="minorHAnsi"/>
    </w:rPr>
  </w:style>
  <w:style w:type="paragraph" w:customStyle="1" w:styleId="272520B05C1F48819DE8F621880035356">
    <w:name w:val="272520B05C1F48819DE8F621880035356"/>
    <w:rsid w:val="00DC774E"/>
    <w:rPr>
      <w:rFonts w:eastAsiaTheme="minorHAnsi"/>
    </w:rPr>
  </w:style>
  <w:style w:type="paragraph" w:customStyle="1" w:styleId="22E661C4A55D4F12AAF5C32866CA6A056">
    <w:name w:val="22E661C4A55D4F12AAF5C32866CA6A056"/>
    <w:rsid w:val="00DC774E"/>
    <w:rPr>
      <w:rFonts w:eastAsiaTheme="minorHAnsi"/>
    </w:rPr>
  </w:style>
  <w:style w:type="paragraph" w:customStyle="1" w:styleId="010D8F123CF24EC8AC544847FC7991884">
    <w:name w:val="010D8F123CF24EC8AC544847FC7991884"/>
    <w:rsid w:val="00DC774E"/>
    <w:rPr>
      <w:rFonts w:eastAsiaTheme="minorHAnsi"/>
    </w:rPr>
  </w:style>
  <w:style w:type="paragraph" w:customStyle="1" w:styleId="18A669CAACFF4E9FB7EA1D1F436987EF4">
    <w:name w:val="18A669CAACFF4E9FB7EA1D1F436987EF4"/>
    <w:rsid w:val="00DC774E"/>
    <w:rPr>
      <w:rFonts w:eastAsiaTheme="minorHAnsi"/>
    </w:rPr>
  </w:style>
  <w:style w:type="paragraph" w:customStyle="1" w:styleId="B18C3879B89941BDA415FDAB7F00C2A97">
    <w:name w:val="B18C3879B89941BDA415FDAB7F00C2A97"/>
    <w:rsid w:val="00DC774E"/>
    <w:rPr>
      <w:rFonts w:eastAsiaTheme="minorHAnsi"/>
    </w:rPr>
  </w:style>
  <w:style w:type="paragraph" w:customStyle="1" w:styleId="61B35FBBC2344BEAAF5BEF3F05C548F95">
    <w:name w:val="61B35FBBC2344BEAAF5BEF3F05C548F95"/>
    <w:rsid w:val="00DC774E"/>
    <w:rPr>
      <w:rFonts w:eastAsiaTheme="minorHAnsi"/>
    </w:rPr>
  </w:style>
  <w:style w:type="paragraph" w:customStyle="1" w:styleId="4428DADA0903496B951952B928BA67BB5">
    <w:name w:val="4428DADA0903496B951952B928BA67BB5"/>
    <w:rsid w:val="00DC774E"/>
    <w:rPr>
      <w:rFonts w:eastAsiaTheme="minorHAnsi"/>
    </w:rPr>
  </w:style>
  <w:style w:type="paragraph" w:customStyle="1" w:styleId="E6E57927456448FA93AE0703B4BC4DE45">
    <w:name w:val="E6E57927456448FA93AE0703B4BC4DE45"/>
    <w:rsid w:val="00DC774E"/>
    <w:rPr>
      <w:rFonts w:eastAsiaTheme="minorHAnsi"/>
    </w:rPr>
  </w:style>
  <w:style w:type="paragraph" w:customStyle="1" w:styleId="B7B21BEFAF9A47FF91D340527239930F21">
    <w:name w:val="B7B21BEFAF9A47FF91D340527239930F21"/>
    <w:rsid w:val="00DC774E"/>
    <w:rPr>
      <w:rFonts w:eastAsiaTheme="minorHAnsi"/>
    </w:rPr>
  </w:style>
  <w:style w:type="paragraph" w:customStyle="1" w:styleId="BBF2598529C648C8B421817BB8E1450021">
    <w:name w:val="BBF2598529C648C8B421817BB8E1450021"/>
    <w:rsid w:val="00DC774E"/>
    <w:rPr>
      <w:rFonts w:eastAsiaTheme="minorHAnsi"/>
    </w:rPr>
  </w:style>
  <w:style w:type="paragraph" w:customStyle="1" w:styleId="385690641F024236BF75E9A475E9B45921">
    <w:name w:val="385690641F024236BF75E9A475E9B45921"/>
    <w:rsid w:val="00DC774E"/>
    <w:rPr>
      <w:rFonts w:eastAsiaTheme="minorHAnsi"/>
    </w:rPr>
  </w:style>
  <w:style w:type="paragraph" w:customStyle="1" w:styleId="246638892F4F48BEBB1C8BEB1299308021">
    <w:name w:val="246638892F4F48BEBB1C8BEB1299308021"/>
    <w:rsid w:val="00DC774E"/>
    <w:rPr>
      <w:rFonts w:eastAsiaTheme="minorHAnsi"/>
    </w:rPr>
  </w:style>
  <w:style w:type="paragraph" w:customStyle="1" w:styleId="3D3AF3D06AF14BFC8D9CE0975BC7EB1219">
    <w:name w:val="3D3AF3D06AF14BFC8D9CE0975BC7EB1219"/>
    <w:rsid w:val="00DC774E"/>
    <w:rPr>
      <w:rFonts w:eastAsiaTheme="minorHAnsi"/>
    </w:rPr>
  </w:style>
  <w:style w:type="paragraph" w:customStyle="1" w:styleId="F372B949AA204030AA449D59C52851B720">
    <w:name w:val="F372B949AA204030AA449D59C52851B720"/>
    <w:rsid w:val="00DC774E"/>
    <w:rPr>
      <w:rFonts w:eastAsiaTheme="minorHAnsi"/>
    </w:rPr>
  </w:style>
  <w:style w:type="paragraph" w:customStyle="1" w:styleId="EAADEDF9AE80477B9F1174108E966AB96">
    <w:name w:val="EAADEDF9AE80477B9F1174108E966AB96"/>
    <w:rsid w:val="00DC774E"/>
    <w:rPr>
      <w:rFonts w:eastAsiaTheme="minorHAnsi"/>
    </w:rPr>
  </w:style>
  <w:style w:type="paragraph" w:customStyle="1" w:styleId="272520B05C1F48819DE8F621880035357">
    <w:name w:val="272520B05C1F48819DE8F621880035357"/>
    <w:rsid w:val="00DC774E"/>
    <w:rPr>
      <w:rFonts w:eastAsiaTheme="minorHAnsi"/>
    </w:rPr>
  </w:style>
  <w:style w:type="paragraph" w:customStyle="1" w:styleId="22E661C4A55D4F12AAF5C32866CA6A057">
    <w:name w:val="22E661C4A55D4F12AAF5C32866CA6A057"/>
    <w:rsid w:val="00DC774E"/>
    <w:rPr>
      <w:rFonts w:eastAsiaTheme="minorHAnsi"/>
    </w:rPr>
  </w:style>
  <w:style w:type="paragraph" w:customStyle="1" w:styleId="010D8F123CF24EC8AC544847FC7991885">
    <w:name w:val="010D8F123CF24EC8AC544847FC7991885"/>
    <w:rsid w:val="00DC774E"/>
    <w:rPr>
      <w:rFonts w:eastAsiaTheme="minorHAnsi"/>
    </w:rPr>
  </w:style>
  <w:style w:type="paragraph" w:customStyle="1" w:styleId="18A669CAACFF4E9FB7EA1D1F436987EF5">
    <w:name w:val="18A669CAACFF4E9FB7EA1D1F436987EF5"/>
    <w:rsid w:val="00DC774E"/>
    <w:rPr>
      <w:rFonts w:eastAsiaTheme="minorHAnsi"/>
    </w:rPr>
  </w:style>
  <w:style w:type="paragraph" w:customStyle="1" w:styleId="B18C3879B89941BDA415FDAB7F00C2A98">
    <w:name w:val="B18C3879B89941BDA415FDAB7F00C2A98"/>
    <w:rsid w:val="00DC774E"/>
    <w:rPr>
      <w:rFonts w:eastAsiaTheme="minorHAnsi"/>
    </w:rPr>
  </w:style>
  <w:style w:type="paragraph" w:customStyle="1" w:styleId="61B35FBBC2344BEAAF5BEF3F05C548F96">
    <w:name w:val="61B35FBBC2344BEAAF5BEF3F05C548F96"/>
    <w:rsid w:val="00DC774E"/>
    <w:rPr>
      <w:rFonts w:eastAsiaTheme="minorHAnsi"/>
    </w:rPr>
  </w:style>
  <w:style w:type="paragraph" w:customStyle="1" w:styleId="4428DADA0903496B951952B928BA67BB6">
    <w:name w:val="4428DADA0903496B951952B928BA67BB6"/>
    <w:rsid w:val="00DC774E"/>
    <w:rPr>
      <w:rFonts w:eastAsiaTheme="minorHAnsi"/>
    </w:rPr>
  </w:style>
  <w:style w:type="paragraph" w:customStyle="1" w:styleId="E6E57927456448FA93AE0703B4BC4DE46">
    <w:name w:val="E6E57927456448FA93AE0703B4BC4DE46"/>
    <w:rsid w:val="00DC774E"/>
    <w:rPr>
      <w:rFonts w:eastAsiaTheme="minorHAnsi"/>
    </w:rPr>
  </w:style>
  <w:style w:type="paragraph" w:customStyle="1" w:styleId="B7B21BEFAF9A47FF91D340527239930F22">
    <w:name w:val="B7B21BEFAF9A47FF91D340527239930F22"/>
    <w:rsid w:val="00DC774E"/>
    <w:rPr>
      <w:rFonts w:eastAsiaTheme="minorHAnsi"/>
    </w:rPr>
  </w:style>
  <w:style w:type="paragraph" w:customStyle="1" w:styleId="BBF2598529C648C8B421817BB8E1450022">
    <w:name w:val="BBF2598529C648C8B421817BB8E1450022"/>
    <w:rsid w:val="00DC774E"/>
    <w:rPr>
      <w:rFonts w:eastAsiaTheme="minorHAnsi"/>
    </w:rPr>
  </w:style>
  <w:style w:type="paragraph" w:customStyle="1" w:styleId="C135F47383F74623968DE92E485B19F92">
    <w:name w:val="C135F47383F74623968DE92E485B19F92"/>
    <w:rsid w:val="00DC774E"/>
    <w:rPr>
      <w:rFonts w:eastAsiaTheme="minorHAnsi"/>
    </w:rPr>
  </w:style>
  <w:style w:type="paragraph" w:customStyle="1" w:styleId="5609695B665345969E9BF4D5E4BCDE212">
    <w:name w:val="5609695B665345969E9BF4D5E4BCDE212"/>
    <w:rsid w:val="00DC774E"/>
    <w:rPr>
      <w:rFonts w:eastAsiaTheme="minorHAnsi"/>
    </w:rPr>
  </w:style>
  <w:style w:type="paragraph" w:customStyle="1" w:styleId="CAAA9564383E439B92CE3CCD8673B25D2">
    <w:name w:val="CAAA9564383E439B92CE3CCD8673B25D2"/>
    <w:rsid w:val="00DC774E"/>
    <w:rPr>
      <w:rFonts w:eastAsiaTheme="minorHAnsi"/>
    </w:rPr>
  </w:style>
  <w:style w:type="paragraph" w:customStyle="1" w:styleId="C8ABB1FABD214938AEB46EF5F4963DED2">
    <w:name w:val="C8ABB1FABD214938AEB46EF5F4963DED2"/>
    <w:rsid w:val="00DC774E"/>
    <w:rPr>
      <w:rFonts w:eastAsiaTheme="minorHAnsi"/>
    </w:rPr>
  </w:style>
  <w:style w:type="paragraph" w:customStyle="1" w:styleId="F724E607F6FF4197B98B8B0E1CDC61DC2">
    <w:name w:val="F724E607F6FF4197B98B8B0E1CDC61DC2"/>
    <w:rsid w:val="00DC774E"/>
    <w:rPr>
      <w:rFonts w:eastAsiaTheme="minorHAnsi"/>
    </w:rPr>
  </w:style>
  <w:style w:type="paragraph" w:customStyle="1" w:styleId="8C8A56E05CBA4A89BC684367F862751A4">
    <w:name w:val="8C8A56E05CBA4A89BC684367F862751A4"/>
    <w:rsid w:val="00DC774E"/>
    <w:rPr>
      <w:rFonts w:eastAsiaTheme="minorHAnsi"/>
    </w:rPr>
  </w:style>
  <w:style w:type="paragraph" w:customStyle="1" w:styleId="B29D6B9C73EA4B01B0AC29F8CF1881EB4">
    <w:name w:val="B29D6B9C73EA4B01B0AC29F8CF1881EB4"/>
    <w:rsid w:val="00DC774E"/>
    <w:rPr>
      <w:rFonts w:eastAsiaTheme="minorHAnsi"/>
    </w:rPr>
  </w:style>
  <w:style w:type="paragraph" w:customStyle="1" w:styleId="385690641F024236BF75E9A475E9B45922">
    <w:name w:val="385690641F024236BF75E9A475E9B45922"/>
    <w:rsid w:val="00DC774E"/>
    <w:rPr>
      <w:rFonts w:eastAsiaTheme="minorHAnsi"/>
    </w:rPr>
  </w:style>
  <w:style w:type="paragraph" w:customStyle="1" w:styleId="246638892F4F48BEBB1C8BEB1299308022">
    <w:name w:val="246638892F4F48BEBB1C8BEB1299308022"/>
    <w:rsid w:val="00DC774E"/>
    <w:rPr>
      <w:rFonts w:eastAsiaTheme="minorHAnsi"/>
    </w:rPr>
  </w:style>
  <w:style w:type="paragraph" w:customStyle="1" w:styleId="3D3AF3D06AF14BFC8D9CE0975BC7EB1220">
    <w:name w:val="3D3AF3D06AF14BFC8D9CE0975BC7EB1220"/>
    <w:rsid w:val="00DC774E"/>
    <w:rPr>
      <w:rFonts w:eastAsiaTheme="minorHAnsi"/>
    </w:rPr>
  </w:style>
  <w:style w:type="paragraph" w:customStyle="1" w:styleId="F372B949AA204030AA449D59C52851B721">
    <w:name w:val="F372B949AA204030AA449D59C52851B721"/>
    <w:rsid w:val="00DC774E"/>
    <w:rPr>
      <w:rFonts w:eastAsiaTheme="minorHAnsi"/>
    </w:rPr>
  </w:style>
  <w:style w:type="paragraph" w:customStyle="1" w:styleId="96231CDE0F05423EABA144CDDC43C65F">
    <w:name w:val="96231CDE0F05423EABA144CDDC43C65F"/>
    <w:rsid w:val="00DC774E"/>
  </w:style>
  <w:style w:type="paragraph" w:customStyle="1" w:styleId="EAADEDF9AE80477B9F1174108E966AB97">
    <w:name w:val="EAADEDF9AE80477B9F1174108E966AB97"/>
    <w:rsid w:val="00DC774E"/>
    <w:rPr>
      <w:rFonts w:eastAsiaTheme="minorHAnsi"/>
    </w:rPr>
  </w:style>
  <w:style w:type="paragraph" w:customStyle="1" w:styleId="272520B05C1F48819DE8F621880035358">
    <w:name w:val="272520B05C1F48819DE8F621880035358"/>
    <w:rsid w:val="00DC774E"/>
    <w:rPr>
      <w:rFonts w:eastAsiaTheme="minorHAnsi"/>
    </w:rPr>
  </w:style>
  <w:style w:type="paragraph" w:customStyle="1" w:styleId="22E661C4A55D4F12AAF5C32866CA6A058">
    <w:name w:val="22E661C4A55D4F12AAF5C32866CA6A058"/>
    <w:rsid w:val="00DC774E"/>
    <w:rPr>
      <w:rFonts w:eastAsiaTheme="minorHAnsi"/>
    </w:rPr>
  </w:style>
  <w:style w:type="paragraph" w:customStyle="1" w:styleId="010D8F123CF24EC8AC544847FC7991886">
    <w:name w:val="010D8F123CF24EC8AC544847FC7991886"/>
    <w:rsid w:val="00DC774E"/>
    <w:rPr>
      <w:rFonts w:eastAsiaTheme="minorHAnsi"/>
    </w:rPr>
  </w:style>
  <w:style w:type="paragraph" w:customStyle="1" w:styleId="18A669CAACFF4E9FB7EA1D1F436987EF6">
    <w:name w:val="18A669CAACFF4E9FB7EA1D1F436987EF6"/>
    <w:rsid w:val="00DC774E"/>
    <w:rPr>
      <w:rFonts w:eastAsiaTheme="minorHAnsi"/>
    </w:rPr>
  </w:style>
  <w:style w:type="paragraph" w:customStyle="1" w:styleId="B18C3879B89941BDA415FDAB7F00C2A99">
    <w:name w:val="B18C3879B89941BDA415FDAB7F00C2A99"/>
    <w:rsid w:val="00DC774E"/>
    <w:rPr>
      <w:rFonts w:eastAsiaTheme="minorHAnsi"/>
    </w:rPr>
  </w:style>
  <w:style w:type="paragraph" w:customStyle="1" w:styleId="61B35FBBC2344BEAAF5BEF3F05C548F97">
    <w:name w:val="61B35FBBC2344BEAAF5BEF3F05C548F97"/>
    <w:rsid w:val="00DC774E"/>
    <w:rPr>
      <w:rFonts w:eastAsiaTheme="minorHAnsi"/>
    </w:rPr>
  </w:style>
  <w:style w:type="paragraph" w:customStyle="1" w:styleId="4428DADA0903496B951952B928BA67BB7">
    <w:name w:val="4428DADA0903496B951952B928BA67BB7"/>
    <w:rsid w:val="00DC774E"/>
    <w:rPr>
      <w:rFonts w:eastAsiaTheme="minorHAnsi"/>
    </w:rPr>
  </w:style>
  <w:style w:type="paragraph" w:customStyle="1" w:styleId="E6E57927456448FA93AE0703B4BC4DE47">
    <w:name w:val="E6E57927456448FA93AE0703B4BC4DE47"/>
    <w:rsid w:val="00DC774E"/>
    <w:rPr>
      <w:rFonts w:eastAsiaTheme="minorHAnsi"/>
    </w:rPr>
  </w:style>
  <w:style w:type="paragraph" w:customStyle="1" w:styleId="B7B21BEFAF9A47FF91D340527239930F23">
    <w:name w:val="B7B21BEFAF9A47FF91D340527239930F23"/>
    <w:rsid w:val="00DC774E"/>
    <w:rPr>
      <w:rFonts w:eastAsiaTheme="minorHAnsi"/>
    </w:rPr>
  </w:style>
  <w:style w:type="paragraph" w:customStyle="1" w:styleId="BBF2598529C648C8B421817BB8E1450023">
    <w:name w:val="BBF2598529C648C8B421817BB8E1450023"/>
    <w:rsid w:val="00DC774E"/>
    <w:rPr>
      <w:rFonts w:eastAsiaTheme="minorHAnsi"/>
    </w:rPr>
  </w:style>
  <w:style w:type="paragraph" w:customStyle="1" w:styleId="C135F47383F74623968DE92E485B19F93">
    <w:name w:val="C135F47383F74623968DE92E485B19F93"/>
    <w:rsid w:val="00DC774E"/>
    <w:rPr>
      <w:rFonts w:eastAsiaTheme="minorHAnsi"/>
    </w:rPr>
  </w:style>
  <w:style w:type="paragraph" w:customStyle="1" w:styleId="5609695B665345969E9BF4D5E4BCDE213">
    <w:name w:val="5609695B665345969E9BF4D5E4BCDE213"/>
    <w:rsid w:val="00DC774E"/>
    <w:rPr>
      <w:rFonts w:eastAsiaTheme="minorHAnsi"/>
    </w:rPr>
  </w:style>
  <w:style w:type="paragraph" w:customStyle="1" w:styleId="CAAA9564383E439B92CE3CCD8673B25D3">
    <w:name w:val="CAAA9564383E439B92CE3CCD8673B25D3"/>
    <w:rsid w:val="00DC774E"/>
    <w:rPr>
      <w:rFonts w:eastAsiaTheme="minorHAnsi"/>
    </w:rPr>
  </w:style>
  <w:style w:type="paragraph" w:customStyle="1" w:styleId="C8ABB1FABD214938AEB46EF5F4963DED3">
    <w:name w:val="C8ABB1FABD214938AEB46EF5F4963DED3"/>
    <w:rsid w:val="00DC774E"/>
    <w:rPr>
      <w:rFonts w:eastAsiaTheme="minorHAnsi"/>
    </w:rPr>
  </w:style>
  <w:style w:type="paragraph" w:customStyle="1" w:styleId="F724E607F6FF4197B98B8B0E1CDC61DC3">
    <w:name w:val="F724E607F6FF4197B98B8B0E1CDC61DC3"/>
    <w:rsid w:val="00DC774E"/>
    <w:rPr>
      <w:rFonts w:eastAsiaTheme="minorHAnsi"/>
    </w:rPr>
  </w:style>
  <w:style w:type="paragraph" w:customStyle="1" w:styleId="8C8A56E05CBA4A89BC684367F862751A5">
    <w:name w:val="8C8A56E05CBA4A89BC684367F862751A5"/>
    <w:rsid w:val="00DC774E"/>
    <w:rPr>
      <w:rFonts w:eastAsiaTheme="minorHAnsi"/>
    </w:rPr>
  </w:style>
  <w:style w:type="paragraph" w:customStyle="1" w:styleId="B29D6B9C73EA4B01B0AC29F8CF1881EB5">
    <w:name w:val="B29D6B9C73EA4B01B0AC29F8CF1881EB5"/>
    <w:rsid w:val="00DC774E"/>
    <w:rPr>
      <w:rFonts w:eastAsiaTheme="minorHAnsi"/>
    </w:rPr>
  </w:style>
  <w:style w:type="paragraph" w:customStyle="1" w:styleId="385690641F024236BF75E9A475E9B45923">
    <w:name w:val="385690641F024236BF75E9A475E9B45923"/>
    <w:rsid w:val="00DC774E"/>
    <w:rPr>
      <w:rFonts w:eastAsiaTheme="minorHAnsi"/>
    </w:rPr>
  </w:style>
  <w:style w:type="paragraph" w:customStyle="1" w:styleId="246638892F4F48BEBB1C8BEB1299308023">
    <w:name w:val="246638892F4F48BEBB1C8BEB1299308023"/>
    <w:rsid w:val="00DC774E"/>
    <w:rPr>
      <w:rFonts w:eastAsiaTheme="minorHAnsi"/>
    </w:rPr>
  </w:style>
  <w:style w:type="paragraph" w:customStyle="1" w:styleId="96231CDE0F05423EABA144CDDC43C65F1">
    <w:name w:val="96231CDE0F05423EABA144CDDC43C65F1"/>
    <w:rsid w:val="00DC774E"/>
    <w:rPr>
      <w:rFonts w:eastAsiaTheme="minorHAnsi"/>
    </w:rPr>
  </w:style>
  <w:style w:type="paragraph" w:customStyle="1" w:styleId="3D3AF3D06AF14BFC8D9CE0975BC7EB1221">
    <w:name w:val="3D3AF3D06AF14BFC8D9CE0975BC7EB1221"/>
    <w:rsid w:val="00DC774E"/>
    <w:rPr>
      <w:rFonts w:eastAsiaTheme="minorHAnsi"/>
    </w:rPr>
  </w:style>
  <w:style w:type="paragraph" w:customStyle="1" w:styleId="F372B949AA204030AA449D59C52851B722">
    <w:name w:val="F372B949AA204030AA449D59C52851B722"/>
    <w:rsid w:val="00DC774E"/>
    <w:rPr>
      <w:rFonts w:eastAsiaTheme="minorHAnsi"/>
    </w:rPr>
  </w:style>
  <w:style w:type="paragraph" w:customStyle="1" w:styleId="8ED8931E279E46D490F1FCD5DB448B4D">
    <w:name w:val="8ED8931E279E46D490F1FCD5DB448B4D"/>
    <w:rsid w:val="00BE10D2"/>
  </w:style>
  <w:style w:type="paragraph" w:customStyle="1" w:styleId="E6E57927456448FA93AE0703B4BC4DE48">
    <w:name w:val="E6E57927456448FA93AE0703B4BC4DE48"/>
    <w:rsid w:val="00BE10D2"/>
    <w:rPr>
      <w:rFonts w:eastAsiaTheme="minorHAnsi"/>
    </w:rPr>
  </w:style>
  <w:style w:type="paragraph" w:customStyle="1" w:styleId="B7B21BEFAF9A47FF91D340527239930F24">
    <w:name w:val="B7B21BEFAF9A47FF91D340527239930F24"/>
    <w:rsid w:val="00BE10D2"/>
    <w:rPr>
      <w:rFonts w:eastAsiaTheme="minorHAnsi"/>
    </w:rPr>
  </w:style>
  <w:style w:type="paragraph" w:customStyle="1" w:styleId="BBF2598529C648C8B421817BB8E1450024">
    <w:name w:val="BBF2598529C648C8B421817BB8E1450024"/>
    <w:rsid w:val="00BE10D2"/>
    <w:rPr>
      <w:rFonts w:eastAsiaTheme="minorHAnsi"/>
    </w:rPr>
  </w:style>
  <w:style w:type="paragraph" w:customStyle="1" w:styleId="385690641F024236BF75E9A475E9B45924">
    <w:name w:val="385690641F024236BF75E9A475E9B45924"/>
    <w:rsid w:val="00BE10D2"/>
    <w:rPr>
      <w:rFonts w:eastAsiaTheme="minorHAnsi"/>
    </w:rPr>
  </w:style>
  <w:style w:type="paragraph" w:customStyle="1" w:styleId="246638892F4F48BEBB1C8BEB1299308024">
    <w:name w:val="246638892F4F48BEBB1C8BEB1299308024"/>
    <w:rsid w:val="00BE10D2"/>
    <w:rPr>
      <w:rFonts w:eastAsiaTheme="minorHAnsi"/>
    </w:rPr>
  </w:style>
  <w:style w:type="paragraph" w:customStyle="1" w:styleId="3D3AF3D06AF14BFC8D9CE0975BC7EB1222">
    <w:name w:val="3D3AF3D06AF14BFC8D9CE0975BC7EB1222"/>
    <w:rsid w:val="00BE10D2"/>
    <w:rPr>
      <w:rFonts w:eastAsiaTheme="minorHAnsi"/>
    </w:rPr>
  </w:style>
  <w:style w:type="paragraph" w:customStyle="1" w:styleId="F372B949AA204030AA449D59C52851B723">
    <w:name w:val="F372B949AA204030AA449D59C52851B723"/>
    <w:rsid w:val="00BE10D2"/>
    <w:rPr>
      <w:rFonts w:eastAsiaTheme="minorHAnsi"/>
    </w:rPr>
  </w:style>
  <w:style w:type="paragraph" w:customStyle="1" w:styleId="977BD15254324DB39E1639196FBCAEE9">
    <w:name w:val="977BD15254324DB39E1639196FBCAEE9"/>
    <w:rsid w:val="00BE10D2"/>
  </w:style>
  <w:style w:type="paragraph" w:customStyle="1" w:styleId="5153A9FFFB15422B890C2508B09A32ED">
    <w:name w:val="5153A9FFFB15422B890C2508B09A32ED"/>
    <w:rsid w:val="00BE10D2"/>
  </w:style>
  <w:style w:type="paragraph" w:customStyle="1" w:styleId="6D9D532DE1914BABBCEBB63BD64F1AB4">
    <w:name w:val="6D9D532DE1914BABBCEBB63BD64F1AB4"/>
    <w:rsid w:val="00BE10D2"/>
  </w:style>
  <w:style w:type="paragraph" w:customStyle="1" w:styleId="85B095BBFE46490C87A2097B73730DA2">
    <w:name w:val="85B095BBFE46490C87A2097B73730DA2"/>
    <w:rsid w:val="00BE10D2"/>
  </w:style>
  <w:style w:type="paragraph" w:customStyle="1" w:styleId="759127ED98EA4B91B88C4CD2A0608A01">
    <w:name w:val="759127ED98EA4B91B88C4CD2A0608A01"/>
    <w:rsid w:val="00BE10D2"/>
  </w:style>
  <w:style w:type="paragraph" w:customStyle="1" w:styleId="B7B21BEFAF9A47FF91D340527239930F25">
    <w:name w:val="B7B21BEFAF9A47FF91D340527239930F25"/>
    <w:rsid w:val="00BE10D2"/>
    <w:rPr>
      <w:rFonts w:eastAsiaTheme="minorHAnsi"/>
    </w:rPr>
  </w:style>
  <w:style w:type="paragraph" w:customStyle="1" w:styleId="BBF2598529C648C8B421817BB8E1450025">
    <w:name w:val="BBF2598529C648C8B421817BB8E1450025"/>
    <w:rsid w:val="00BE10D2"/>
    <w:rPr>
      <w:rFonts w:eastAsiaTheme="minorHAnsi"/>
    </w:rPr>
  </w:style>
  <w:style w:type="paragraph" w:customStyle="1" w:styleId="385690641F024236BF75E9A475E9B45925">
    <w:name w:val="385690641F024236BF75E9A475E9B45925"/>
    <w:rsid w:val="00BE10D2"/>
    <w:rPr>
      <w:rFonts w:eastAsiaTheme="minorHAnsi"/>
    </w:rPr>
  </w:style>
  <w:style w:type="paragraph" w:customStyle="1" w:styleId="246638892F4F48BEBB1C8BEB1299308025">
    <w:name w:val="246638892F4F48BEBB1C8BEB1299308025"/>
    <w:rsid w:val="00BE10D2"/>
    <w:rPr>
      <w:rFonts w:eastAsiaTheme="minorHAnsi"/>
    </w:rPr>
  </w:style>
  <w:style w:type="paragraph" w:customStyle="1" w:styleId="3D3AF3D06AF14BFC8D9CE0975BC7EB1223">
    <w:name w:val="3D3AF3D06AF14BFC8D9CE0975BC7EB1223"/>
    <w:rsid w:val="00BE10D2"/>
    <w:rPr>
      <w:rFonts w:eastAsiaTheme="minorHAnsi"/>
    </w:rPr>
  </w:style>
  <w:style w:type="paragraph" w:customStyle="1" w:styleId="F372B949AA204030AA449D59C52851B724">
    <w:name w:val="F372B949AA204030AA449D59C52851B724"/>
    <w:rsid w:val="00BE10D2"/>
    <w:rPr>
      <w:rFonts w:eastAsiaTheme="minorHAnsi"/>
    </w:rPr>
  </w:style>
  <w:style w:type="paragraph" w:customStyle="1" w:styleId="AD0C52E6463E4AD1ABAD8B6B20E61157">
    <w:name w:val="AD0C52E6463E4AD1ABAD8B6B20E61157"/>
    <w:rsid w:val="00BE10D2"/>
  </w:style>
  <w:style w:type="paragraph" w:customStyle="1" w:styleId="998E387E59E44E25BBCC944AA441C611">
    <w:name w:val="998E387E59E44E25BBCC944AA441C611"/>
    <w:rsid w:val="00BE10D2"/>
  </w:style>
  <w:style w:type="paragraph" w:customStyle="1" w:styleId="52CA805CD5E64841BDC02EC7F17295D8">
    <w:name w:val="52CA805CD5E64841BDC02EC7F17295D8"/>
    <w:rsid w:val="00BE10D2"/>
  </w:style>
  <w:style w:type="paragraph" w:customStyle="1" w:styleId="DBFA789C64DC4493AD73E2B78C79BF93">
    <w:name w:val="DBFA789C64DC4493AD73E2B78C79BF93"/>
    <w:rsid w:val="00BE10D2"/>
  </w:style>
  <w:style w:type="paragraph" w:customStyle="1" w:styleId="A0914EE361DF4D478E71D8DC0B827ED6">
    <w:name w:val="A0914EE361DF4D478E71D8DC0B827ED6"/>
    <w:rsid w:val="00BE10D2"/>
  </w:style>
  <w:style w:type="paragraph" w:customStyle="1" w:styleId="7E2D49E3F4DA40208A50A4C5D19795ED">
    <w:name w:val="7E2D49E3F4DA40208A50A4C5D19795ED"/>
    <w:rsid w:val="00BE10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B99AD-4E7C-41C8-910E-1E8E7A37D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OPTICAL INSTRUMENTATION REQUEST.dotx</Template>
  <TotalTime>1</TotalTime>
  <Pages>3</Pages>
  <Words>787</Words>
  <Characters>4487</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HPES ACES</Company>
  <LinksUpToDate>false</LinksUpToDate>
  <CharactersWithSpaces>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 Paul Tung. (ARC-TSF)[JACOBS]</dc:creator>
  <cp:keywords/>
  <dc:description/>
  <cp:lastModifiedBy>Hui, Frank C. (ARC-TSF)</cp:lastModifiedBy>
  <cp:revision>2</cp:revision>
  <dcterms:created xsi:type="dcterms:W3CDTF">2019-04-15T16:57:00Z</dcterms:created>
  <dcterms:modified xsi:type="dcterms:W3CDTF">2019-04-15T16:57:00Z</dcterms:modified>
</cp:coreProperties>
</file>